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4D364" w14:textId="77777777" w:rsidR="00F80AC0" w:rsidRPr="00DE7C38" w:rsidRDefault="00F80AC0" w:rsidP="00947B49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IranNastaliq"/>
          <w:b/>
          <w:bCs/>
          <w:sz w:val="44"/>
          <w:szCs w:val="44"/>
          <w:rtl/>
        </w:rPr>
      </w:pPr>
      <w:bookmarkStart w:id="0" w:name="_GoBack"/>
      <w:bookmarkEnd w:id="0"/>
      <w:r w:rsidRPr="00DE7C38">
        <w:rPr>
          <w:rFonts w:ascii="IranNastaliq" w:hAnsi="IranNastaliq" w:cs="IranNastaliq"/>
          <w:b/>
          <w:bCs/>
          <w:sz w:val="48"/>
          <w:szCs w:val="48"/>
          <w:rtl/>
        </w:rPr>
        <w:t>باسمه تعالی</w:t>
      </w:r>
    </w:p>
    <w:p w14:paraId="6C9E4E69" w14:textId="57DB7CFB" w:rsidR="00623E1A" w:rsidRPr="00DE7C38" w:rsidRDefault="00623E1A" w:rsidP="00D233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B Titr"/>
          <w:b/>
          <w:bCs/>
          <w:sz w:val="28"/>
          <w:szCs w:val="28"/>
          <w:rtl/>
        </w:rPr>
      </w:pPr>
      <w:r w:rsidRPr="00DE7C38">
        <w:rPr>
          <w:rFonts w:ascii="Arial" w:hAnsi="Arial" w:cs="B Titr"/>
          <w:b/>
          <w:bCs/>
          <w:sz w:val="28"/>
          <w:szCs w:val="28"/>
          <w:rtl/>
        </w:rPr>
        <w:t>دستورالعمل</w:t>
      </w:r>
      <w:r w:rsidR="00437516">
        <w:rPr>
          <w:rFonts w:ascii="Arial" w:hAnsi="Arial" w:cs="B Titr" w:hint="cs"/>
          <w:b/>
          <w:bCs/>
          <w:sz w:val="28"/>
          <w:szCs w:val="28"/>
          <w:rtl/>
        </w:rPr>
        <w:t xml:space="preserve"> دهمین </w:t>
      </w:r>
      <w:r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Pr="00DE7C38">
        <w:rPr>
          <w:rFonts w:ascii="Arial" w:hAnsi="Arial" w:cs="B Titr"/>
          <w:b/>
          <w:bCs/>
          <w:sz w:val="28"/>
          <w:szCs w:val="28"/>
          <w:rtl/>
        </w:rPr>
        <w:t>جشنوار</w:t>
      </w:r>
      <w:r w:rsidR="00807479" w:rsidRPr="00DE7C38">
        <w:rPr>
          <w:rFonts w:ascii="Arial" w:hAnsi="Arial" w:cs="B Titr" w:hint="cs"/>
          <w:b/>
          <w:bCs/>
          <w:sz w:val="28"/>
          <w:szCs w:val="28"/>
          <w:rtl/>
        </w:rPr>
        <w:t>ۀ</w:t>
      </w:r>
      <w:r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="00947B49" w:rsidRPr="00DE7C38">
        <w:rPr>
          <w:rFonts w:ascii="Arial" w:hAnsi="Arial" w:cs="B Titr" w:hint="cs"/>
          <w:b/>
          <w:bCs/>
          <w:sz w:val="28"/>
          <w:szCs w:val="28"/>
          <w:rtl/>
        </w:rPr>
        <w:t>توليد</w:t>
      </w:r>
      <w:r w:rsidR="00C3042B"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="00282ACB" w:rsidRPr="00DE7C38">
        <w:rPr>
          <w:rFonts w:ascii="Arial" w:hAnsi="Arial" w:cs="B Titr" w:hint="cs"/>
          <w:b/>
          <w:bCs/>
          <w:sz w:val="28"/>
          <w:szCs w:val="28"/>
          <w:rtl/>
        </w:rPr>
        <w:t xml:space="preserve">محتوای الکترونیکی </w:t>
      </w:r>
      <w:r w:rsidR="00D43D32">
        <w:rPr>
          <w:rFonts w:ascii="Arial" w:hAnsi="Arial" w:cs="B Titr" w:hint="cs"/>
          <w:b/>
          <w:bCs/>
          <w:sz w:val="28"/>
          <w:szCs w:val="28"/>
          <w:rtl/>
        </w:rPr>
        <w:t>رشد</w:t>
      </w:r>
    </w:p>
    <w:p w14:paraId="1032FCFF" w14:textId="77777777" w:rsidR="00623E1A" w:rsidRPr="00DE7C38" w:rsidRDefault="00605B2F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DE7C38">
        <w:rPr>
          <w:rFonts w:ascii="Arial" w:hAnsi="Arial" w:cs="B Titr"/>
          <w:b/>
          <w:bCs/>
          <w:sz w:val="26"/>
          <w:szCs w:val="26"/>
        </w:rPr>
        <w:t xml:space="preserve"> </w:t>
      </w:r>
      <w:r w:rsidR="00623E1A" w:rsidRPr="00DE7C38">
        <w:rPr>
          <w:rFonts w:ascii="BTitrBold" w:cs="B Titr" w:hint="cs"/>
          <w:b/>
          <w:bCs/>
          <w:sz w:val="26"/>
          <w:szCs w:val="26"/>
          <w:rtl/>
        </w:rPr>
        <w:t>مقدمه</w:t>
      </w:r>
      <w:r w:rsidR="00623E1A" w:rsidRPr="00DE7C38">
        <w:rPr>
          <w:rFonts w:ascii="BTitrBold" w:cs="B Titr"/>
          <w:b/>
          <w:bCs/>
          <w:sz w:val="26"/>
          <w:szCs w:val="26"/>
        </w:rPr>
        <w:t>:</w:t>
      </w:r>
    </w:p>
    <w:p w14:paraId="0F207704" w14:textId="25714C46" w:rsidR="00101986" w:rsidRPr="00834145" w:rsidRDefault="00101986" w:rsidP="007D4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TitrBold" w:cs="B Koodak"/>
          <w:sz w:val="26"/>
          <w:szCs w:val="26"/>
          <w:rtl/>
        </w:rPr>
      </w:pPr>
      <w:r w:rsidRPr="00B8374E">
        <w:rPr>
          <w:rFonts w:ascii="BTitrBold" w:cs="B Koodak" w:hint="cs"/>
          <w:sz w:val="26"/>
          <w:szCs w:val="26"/>
          <w:rtl/>
        </w:rPr>
        <w:t>سیاست های تولید مواد و</w:t>
      </w:r>
      <w:r w:rsidR="007D4939">
        <w:rPr>
          <w:rFonts w:ascii="BTitrBold" w:cs="B Koodak" w:hint="cs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رسانه های یادگیری در برنامه درسی ملی بر تولید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="00D233DA">
        <w:rPr>
          <w:rFonts w:ascii="BTitrBold" w:cs="B Koodak" w:hint="cs"/>
          <w:sz w:val="26"/>
          <w:szCs w:val="26"/>
          <w:rtl/>
        </w:rPr>
        <w:t xml:space="preserve">و تامين </w:t>
      </w:r>
      <w:r w:rsidRPr="00B8374E">
        <w:rPr>
          <w:rFonts w:ascii="BTitrBold" w:cs="B Koodak" w:hint="cs"/>
          <w:sz w:val="26"/>
          <w:szCs w:val="26"/>
          <w:rtl/>
        </w:rPr>
        <w:t>محتوای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الکترونیکی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چند رسانه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ای</w:t>
      </w:r>
      <w:r w:rsidR="00D43D32">
        <w:rPr>
          <w:rFonts w:ascii="BTitrBold" w:cs="B Koodak" w:hint="cs"/>
          <w:sz w:val="26"/>
          <w:szCs w:val="26"/>
          <w:rtl/>
        </w:rPr>
        <w:t xml:space="preserve"> و رمزینه</w:t>
      </w:r>
      <w:r w:rsidR="00D21690">
        <w:rPr>
          <w:rFonts w:ascii="BTitrBold" w:cs="B Koodak" w:hint="cs"/>
          <w:sz w:val="26"/>
          <w:szCs w:val="26"/>
          <w:rtl/>
        </w:rPr>
        <w:t xml:space="preserve"> پاسخ </w:t>
      </w:r>
      <w:r w:rsidR="007D1B45">
        <w:rPr>
          <w:rFonts w:ascii="BTitrBold" w:cs="B Koodak" w:hint="cs"/>
          <w:sz w:val="26"/>
          <w:szCs w:val="26"/>
          <w:rtl/>
        </w:rPr>
        <w:t xml:space="preserve">سریع </w:t>
      </w:r>
      <w:r w:rsidR="00D233DA" w:rsidRPr="00D233DA">
        <w:rPr>
          <w:rFonts w:asciiTheme="majorBidi" w:hAnsiTheme="majorBidi" w:cstheme="majorBidi"/>
          <w:sz w:val="26"/>
          <w:szCs w:val="26"/>
          <w:rtl/>
        </w:rPr>
        <w:t>(</w:t>
      </w:r>
      <w:r w:rsidR="00D233DA" w:rsidRPr="00D233DA">
        <w:rPr>
          <w:rFonts w:asciiTheme="majorBidi" w:hAnsiTheme="majorBidi" w:cstheme="majorBidi"/>
          <w:sz w:val="26"/>
          <w:szCs w:val="26"/>
        </w:rPr>
        <w:t>QR Code</w:t>
      </w:r>
      <w:r w:rsidR="00D233DA" w:rsidRPr="00D233DA">
        <w:rPr>
          <w:rFonts w:asciiTheme="majorBidi" w:hAnsiTheme="majorBidi" w:cstheme="majorBidi"/>
          <w:sz w:val="26"/>
          <w:szCs w:val="26"/>
          <w:rtl/>
        </w:rPr>
        <w:t>)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متناسب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با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نیاز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معلمان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دانش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آموزان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 استفاده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هوشمندانه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از</w:t>
      </w:r>
      <w:r w:rsidRPr="00B8374E">
        <w:rPr>
          <w:rFonts w:ascii="BTitrBold" w:cs="B Koodak"/>
          <w:sz w:val="26"/>
          <w:szCs w:val="26"/>
          <w:rtl/>
        </w:rPr>
        <w:t xml:space="preserve"> </w:t>
      </w:r>
      <w:r w:rsidR="00D233DA">
        <w:rPr>
          <w:rFonts w:ascii="BTitrBold" w:cs="B Koodak" w:hint="cs"/>
          <w:sz w:val="26"/>
          <w:szCs w:val="26"/>
          <w:rtl/>
        </w:rPr>
        <w:t>آنها،</w:t>
      </w:r>
      <w:r w:rsidRPr="00B8374E">
        <w:rPr>
          <w:rFonts w:ascii="BTitrBold" w:cs="B Koodak" w:hint="cs"/>
          <w:sz w:val="26"/>
          <w:szCs w:val="26"/>
          <w:rtl/>
        </w:rPr>
        <w:t xml:space="preserve">  بهره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گیری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از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فناوری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های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نوین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آموزشی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با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رویکرد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حل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مسأله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در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تولید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مواد و رسانه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های</w:t>
      </w:r>
      <w:r w:rsidRPr="00B8374E">
        <w:rPr>
          <w:rFonts w:ascii="BTitrBold" w:cs="B Koodak"/>
          <w:sz w:val="26"/>
          <w:szCs w:val="26"/>
        </w:rPr>
        <w:t xml:space="preserve"> </w:t>
      </w:r>
      <w:r w:rsidR="00D233DA">
        <w:rPr>
          <w:rFonts w:ascii="BTitrBold" w:cs="B Koodak" w:hint="cs"/>
          <w:sz w:val="26"/>
          <w:szCs w:val="26"/>
          <w:rtl/>
        </w:rPr>
        <w:t xml:space="preserve">یادگیری، </w:t>
      </w:r>
      <w:r w:rsidRPr="00B8374E">
        <w:rPr>
          <w:rFonts w:ascii="BTitrBold" w:cs="B Koodak" w:hint="cs"/>
          <w:sz w:val="26"/>
          <w:szCs w:val="26"/>
          <w:rtl/>
        </w:rPr>
        <w:t>بسترسازی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برای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بسط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توسعه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تجارب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ابتکارات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معلمان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مربیان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دانش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آموزان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در طراحی،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ساخت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ارزشیابی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مواد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منابع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یاددهی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 xml:space="preserve">یادگیری </w:t>
      </w:r>
      <w:r w:rsidR="00D233DA">
        <w:rPr>
          <w:rFonts w:ascii="BTitrBold" w:cs="B Koodak" w:hint="cs"/>
          <w:sz w:val="26"/>
          <w:szCs w:val="26"/>
          <w:rtl/>
        </w:rPr>
        <w:t>استوار است</w:t>
      </w:r>
      <w:r w:rsidRPr="00B8374E">
        <w:rPr>
          <w:rFonts w:ascii="BTitrBold" w:cs="B Koodak" w:hint="cs"/>
          <w:sz w:val="26"/>
          <w:szCs w:val="26"/>
          <w:rtl/>
        </w:rPr>
        <w:t>.</w:t>
      </w:r>
      <w:r w:rsidR="00D233DA">
        <w:rPr>
          <w:rFonts w:ascii="BTitrBold" w:cs="B Koodak" w:hint="cs"/>
          <w:sz w:val="26"/>
          <w:szCs w:val="26"/>
          <w:rtl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 xml:space="preserve">بر این اساس، سازمان 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پژوهش و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برنامه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ريزي  آموزشی</w:t>
      </w:r>
      <w:r w:rsidR="00401986">
        <w:rPr>
          <w:rFonts w:ascii="BMitra" w:cs="B Koodak" w:hint="cs"/>
          <w:sz w:val="26"/>
          <w:szCs w:val="26"/>
          <w:rtl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در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اجرای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مفاد سند بالا دستی (</w:t>
      </w:r>
      <w:r>
        <w:rPr>
          <w:rFonts w:ascii="BTitrBold" w:cs="B Koodak" w:hint="cs"/>
          <w:sz w:val="26"/>
          <w:szCs w:val="26"/>
          <w:rtl/>
        </w:rPr>
        <w:t xml:space="preserve">سیاست های تولید مواد ورسانه های یادگیری ، 7-12 ، 4-12  برنامه درسی ملی - </w:t>
      </w:r>
      <w:r w:rsidRPr="00B8374E">
        <w:rPr>
          <w:rFonts w:ascii="BTitrBold" w:cs="B Koodak" w:hint="cs"/>
          <w:sz w:val="26"/>
          <w:szCs w:val="26"/>
          <w:rtl/>
        </w:rPr>
        <w:t xml:space="preserve"> </w:t>
      </w:r>
      <w:r>
        <w:rPr>
          <w:rFonts w:ascii="BTitrBold" w:cs="B Koodak" w:hint="cs"/>
          <w:sz w:val="26"/>
          <w:szCs w:val="26"/>
          <w:rtl/>
        </w:rPr>
        <w:t>راهکار 1-17، 2-17 ، راهکار 3-9 سند تحول بنیادین آموزش و</w:t>
      </w:r>
      <w:r w:rsidR="007D4939">
        <w:rPr>
          <w:rFonts w:ascii="BTitrBold" w:cs="B Koodak" w:hint="cs"/>
          <w:sz w:val="26"/>
          <w:szCs w:val="26"/>
          <w:rtl/>
        </w:rPr>
        <w:t xml:space="preserve"> </w:t>
      </w:r>
      <w:r>
        <w:rPr>
          <w:rFonts w:ascii="BTitrBold" w:cs="B Koodak" w:hint="cs"/>
          <w:sz w:val="26"/>
          <w:szCs w:val="26"/>
          <w:rtl/>
        </w:rPr>
        <w:t xml:space="preserve">پرورش </w:t>
      </w:r>
      <w:r w:rsidRPr="00B8374E">
        <w:rPr>
          <w:rFonts w:ascii="BMitra" w:cs="B Koodak" w:hint="cs"/>
          <w:sz w:val="26"/>
          <w:szCs w:val="26"/>
          <w:rtl/>
        </w:rPr>
        <w:t xml:space="preserve"> و </w:t>
      </w:r>
      <w:r w:rsidRPr="00B8374E">
        <w:rPr>
          <w:rFonts w:ascii="BTitrBold" w:cs="B Koodak" w:hint="cs"/>
          <w:sz w:val="26"/>
          <w:szCs w:val="26"/>
          <w:rtl/>
        </w:rPr>
        <w:t>سند توسعه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فناوري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اطلاعات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و</w:t>
      </w:r>
      <w:r w:rsidRPr="00B8374E">
        <w:rPr>
          <w:rFonts w:ascii="BTitrBold" w:cs="B Koodak"/>
          <w:sz w:val="26"/>
          <w:szCs w:val="26"/>
        </w:rPr>
        <w:t xml:space="preserve"> </w:t>
      </w:r>
      <w:r w:rsidRPr="00B8374E">
        <w:rPr>
          <w:rFonts w:ascii="BTitrBold" w:cs="B Koodak" w:hint="cs"/>
          <w:sz w:val="26"/>
          <w:szCs w:val="26"/>
          <w:rtl/>
        </w:rPr>
        <w:t>ارتباطات</w:t>
      </w:r>
      <w:r w:rsidRPr="00B8374E">
        <w:rPr>
          <w:rFonts w:ascii="BTitrBold" w:cs="B Koodak"/>
          <w:sz w:val="26"/>
          <w:szCs w:val="26"/>
        </w:rPr>
        <w:t xml:space="preserve"> </w:t>
      </w:r>
      <w:r w:rsidR="007D4939">
        <w:rPr>
          <w:rFonts w:ascii="BTitrBold" w:cs="B Koodak" w:hint="cs"/>
          <w:sz w:val="26"/>
          <w:szCs w:val="26"/>
          <w:rtl/>
        </w:rPr>
        <w:t>آموزشي)  وهمچنين غنا</w:t>
      </w:r>
      <w:r w:rsidRPr="00B8374E">
        <w:rPr>
          <w:rFonts w:ascii="BTitrBold" w:cs="B Koodak" w:hint="cs"/>
          <w:sz w:val="26"/>
          <w:szCs w:val="26"/>
          <w:rtl/>
        </w:rPr>
        <w:t xml:space="preserve"> بخشي به محتواي شبكه ملي مدارس ايران </w:t>
      </w:r>
      <w:r w:rsidR="007D4939">
        <w:rPr>
          <w:rFonts w:ascii="BTitrBold" w:cs="B Koodak" w:hint="cs"/>
          <w:sz w:val="26"/>
          <w:szCs w:val="26"/>
          <w:rtl/>
        </w:rPr>
        <w:t>(</w:t>
      </w:r>
      <w:r w:rsidRPr="00B8374E">
        <w:rPr>
          <w:rFonts w:ascii="BTitrBold" w:cs="B Koodak" w:hint="cs"/>
          <w:sz w:val="26"/>
          <w:szCs w:val="26"/>
          <w:rtl/>
        </w:rPr>
        <w:t>رشد</w:t>
      </w:r>
      <w:r w:rsidR="007D4939">
        <w:rPr>
          <w:rFonts w:ascii="BTitrBold" w:cs="B Koodak" w:hint="cs"/>
          <w:sz w:val="26"/>
          <w:szCs w:val="26"/>
          <w:rtl/>
        </w:rPr>
        <w:t>)</w:t>
      </w:r>
      <w:r w:rsidRPr="00B8374E">
        <w:rPr>
          <w:rFonts w:ascii="BTitrBold" w:cs="B Koodak" w:hint="cs"/>
          <w:sz w:val="26"/>
          <w:szCs w:val="26"/>
          <w:rtl/>
        </w:rPr>
        <w:t xml:space="preserve"> بعنوان شبكه اصلي پشتيبان برنامه درسي</w:t>
      </w:r>
      <w:r w:rsidR="007D4939">
        <w:rPr>
          <w:rFonts w:ascii="BTitrBold" w:cs="B Koodak" w:hint="cs"/>
          <w:sz w:val="26"/>
          <w:szCs w:val="26"/>
          <w:rtl/>
        </w:rPr>
        <w:t>،</w:t>
      </w:r>
      <w:r w:rsidRPr="00B8374E">
        <w:rPr>
          <w:rFonts w:ascii="BMitra" w:cs="B Koodak" w:hint="cs"/>
          <w:sz w:val="26"/>
          <w:szCs w:val="26"/>
          <w:rtl/>
        </w:rPr>
        <w:t xml:space="preserve"> در نظر دارد </w:t>
      </w:r>
      <w:r w:rsidR="00437516" w:rsidRPr="007D4939">
        <w:rPr>
          <w:rFonts w:ascii="BMitra" w:cs="B Koodak" w:hint="cs"/>
          <w:b/>
          <w:bCs/>
          <w:sz w:val="26"/>
          <w:szCs w:val="26"/>
          <w:rtl/>
        </w:rPr>
        <w:t xml:space="preserve">دهمین </w:t>
      </w:r>
      <w:r w:rsidRPr="007D4939">
        <w:rPr>
          <w:rFonts w:ascii="BMitra" w:cs="B Koodak" w:hint="cs"/>
          <w:b/>
          <w:bCs/>
          <w:sz w:val="26"/>
          <w:szCs w:val="26"/>
          <w:rtl/>
        </w:rPr>
        <w:t xml:space="preserve">جشنوارۀ تولید </w:t>
      </w:r>
      <w:r w:rsidRPr="007D4939">
        <w:rPr>
          <w:rFonts w:ascii="BMitra" w:cs="B Koodak"/>
          <w:b/>
          <w:bCs/>
          <w:sz w:val="26"/>
          <w:szCs w:val="26"/>
        </w:rPr>
        <w:t xml:space="preserve"> </w:t>
      </w:r>
      <w:r w:rsidRPr="007D4939">
        <w:rPr>
          <w:rFonts w:ascii="BMitra" w:cs="B Koodak" w:hint="cs"/>
          <w:b/>
          <w:bCs/>
          <w:sz w:val="26"/>
          <w:szCs w:val="26"/>
          <w:rtl/>
        </w:rPr>
        <w:t xml:space="preserve">محتوای الکترونیکی </w:t>
      </w:r>
      <w:r w:rsidR="00D82D7B" w:rsidRPr="007D4939">
        <w:rPr>
          <w:rFonts w:ascii="BMitra" w:cs="B Koodak" w:hint="cs"/>
          <w:b/>
          <w:bCs/>
          <w:sz w:val="26"/>
          <w:szCs w:val="26"/>
          <w:rtl/>
        </w:rPr>
        <w:t xml:space="preserve">و </w:t>
      </w:r>
      <w:r w:rsidR="007D1B45" w:rsidRPr="007D4939">
        <w:rPr>
          <w:rFonts w:ascii="BTitrBold" w:cs="B Koodak" w:hint="cs"/>
          <w:b/>
          <w:bCs/>
          <w:sz w:val="26"/>
          <w:szCs w:val="26"/>
          <w:rtl/>
        </w:rPr>
        <w:t xml:space="preserve">رمزینه پاسخ سریع </w:t>
      </w:r>
      <w:r w:rsidR="00D233DA" w:rsidRPr="007D4939">
        <w:rPr>
          <w:rFonts w:asciiTheme="majorBidi" w:hAnsiTheme="majorBidi" w:cstheme="majorBidi"/>
          <w:b/>
          <w:bCs/>
          <w:sz w:val="26"/>
          <w:szCs w:val="26"/>
          <w:rtl/>
        </w:rPr>
        <w:t>(</w:t>
      </w:r>
      <w:r w:rsidR="00D233DA" w:rsidRPr="007D4939">
        <w:rPr>
          <w:rFonts w:asciiTheme="majorBidi" w:hAnsiTheme="majorBidi" w:cstheme="majorBidi"/>
          <w:b/>
          <w:bCs/>
          <w:sz w:val="26"/>
          <w:szCs w:val="26"/>
        </w:rPr>
        <w:t>QR Code</w:t>
      </w:r>
      <w:r w:rsidR="00D233DA" w:rsidRPr="007D4939">
        <w:rPr>
          <w:rFonts w:asciiTheme="majorBidi" w:hAnsiTheme="majorBidi" w:cstheme="majorBidi"/>
          <w:b/>
          <w:bCs/>
          <w:sz w:val="26"/>
          <w:szCs w:val="26"/>
          <w:rtl/>
        </w:rPr>
        <w:t>)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با</w:t>
      </w:r>
      <w:r w:rsidRPr="00B8374E">
        <w:rPr>
          <w:rFonts w:ascii="BMitra" w:cs="B Koodak"/>
          <w:sz w:val="26"/>
          <w:szCs w:val="26"/>
          <w:rtl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رویکرد های جدید آموزشی را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با</w:t>
      </w:r>
      <w:r w:rsidR="00D233DA">
        <w:rPr>
          <w:rFonts w:ascii="BMitra" w:cs="B Koodak" w:hint="cs"/>
          <w:sz w:val="26"/>
          <w:szCs w:val="26"/>
          <w:rtl/>
        </w:rPr>
        <w:t xml:space="preserve"> همكاري و مشاركت معاونت هاي آموزش ابتدايي، متوسطه(شاخه نظري، فني حرفه اي و كاردانش)</w:t>
      </w:r>
      <w:r w:rsidR="00D43D32">
        <w:rPr>
          <w:rFonts w:ascii="BMitra" w:cs="B Koodak" w:hint="cs"/>
          <w:sz w:val="26"/>
          <w:szCs w:val="26"/>
          <w:rtl/>
        </w:rPr>
        <w:t xml:space="preserve"> </w:t>
      </w:r>
      <w:r w:rsidR="00D233DA">
        <w:rPr>
          <w:rFonts w:ascii="BMitra" w:cs="B Koodak" w:hint="cs"/>
          <w:sz w:val="26"/>
          <w:szCs w:val="26"/>
          <w:rtl/>
        </w:rPr>
        <w:t xml:space="preserve">و مركز </w:t>
      </w:r>
      <w:r w:rsidR="00411E37">
        <w:rPr>
          <w:rFonts w:ascii="BMitra" w:cs="B Koodak" w:hint="cs"/>
          <w:sz w:val="26"/>
          <w:szCs w:val="26"/>
          <w:rtl/>
        </w:rPr>
        <w:t xml:space="preserve">روابط عمومی و اطلاع رسانی وزارت متبوع </w:t>
      </w:r>
      <w:r w:rsidR="00D233DA">
        <w:rPr>
          <w:rFonts w:ascii="BMitra" w:cs="B Koodak" w:hint="cs"/>
          <w:sz w:val="26"/>
          <w:szCs w:val="26"/>
          <w:rtl/>
        </w:rPr>
        <w:t>، براي تحقق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اهداف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ذیل</w:t>
      </w:r>
      <w:r w:rsidR="00D233DA">
        <w:rPr>
          <w:rFonts w:ascii="BMitra" w:cs="B Koodak" w:hint="cs"/>
          <w:sz w:val="26"/>
          <w:szCs w:val="26"/>
          <w:rtl/>
        </w:rPr>
        <w:t>،</w:t>
      </w:r>
      <w:r w:rsidRPr="00B8374E">
        <w:rPr>
          <w:rFonts w:ascii="BMitra" w:cs="B Koodak"/>
          <w:sz w:val="26"/>
          <w:szCs w:val="26"/>
        </w:rPr>
        <w:t xml:space="preserve"> </w:t>
      </w:r>
      <w:r w:rsidRPr="00B8374E">
        <w:rPr>
          <w:rFonts w:ascii="BMitra" w:cs="B Koodak" w:hint="cs"/>
          <w:sz w:val="26"/>
          <w:szCs w:val="26"/>
          <w:rtl/>
        </w:rPr>
        <w:t>برگزار نماید:</w:t>
      </w:r>
    </w:p>
    <w:p w14:paraId="6B8286A7" w14:textId="77777777" w:rsidR="00FC177E" w:rsidRPr="00DE7C38" w:rsidRDefault="00FC177E" w:rsidP="008C7B2E">
      <w:pPr>
        <w:autoSpaceDE w:val="0"/>
        <w:autoSpaceDN w:val="0"/>
        <w:adjustRightInd w:val="0"/>
        <w:spacing w:after="0" w:line="240" w:lineRule="auto"/>
        <w:jc w:val="both"/>
        <w:rPr>
          <w:rFonts w:cs="B Titr"/>
          <w:b/>
          <w:bCs/>
          <w:sz w:val="26"/>
          <w:szCs w:val="26"/>
          <w:rtl/>
        </w:rPr>
      </w:pPr>
      <w:r w:rsidRPr="00DE7C38">
        <w:rPr>
          <w:rFonts w:ascii="BMitra" w:cs="B Titr" w:hint="cs"/>
          <w:sz w:val="26"/>
          <w:szCs w:val="26"/>
          <w:rtl/>
        </w:rPr>
        <w:t xml:space="preserve">اهداف برگزاري جشنواره </w:t>
      </w:r>
    </w:p>
    <w:p w14:paraId="0974A956" w14:textId="60237810" w:rsidR="001A420F" w:rsidRPr="00DE7C38" w:rsidRDefault="001A420F" w:rsidP="00487FD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توسعه و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تعميق فرهنگ توليد محتوا</w:t>
      </w:r>
      <w:r w:rsidR="00704BC0"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 w:hint="cs"/>
          <w:sz w:val="26"/>
          <w:szCs w:val="26"/>
          <w:rtl/>
        </w:rPr>
        <w:t xml:space="preserve"> الكترونيكي</w:t>
      </w:r>
      <w:r w:rsidR="009C1784" w:rsidRPr="00DE7C38">
        <w:rPr>
          <w:rFonts w:ascii="BMitra" w:cs="B Koodak" w:hint="cs"/>
          <w:sz w:val="26"/>
          <w:szCs w:val="26"/>
          <w:rtl/>
        </w:rPr>
        <w:t xml:space="preserve"> درسی</w:t>
      </w:r>
      <w:r w:rsidRPr="00DE7C38">
        <w:rPr>
          <w:rFonts w:ascii="BMitra" w:cs="B Koodak" w:hint="cs"/>
          <w:sz w:val="26"/>
          <w:szCs w:val="26"/>
          <w:rtl/>
        </w:rPr>
        <w:t xml:space="preserve"> </w:t>
      </w:r>
      <w:r w:rsidR="00B82573" w:rsidRPr="00DE7C38">
        <w:rPr>
          <w:rFonts w:ascii="BMitra" w:cs="B Koodak" w:hint="cs"/>
          <w:sz w:val="26"/>
          <w:szCs w:val="26"/>
          <w:rtl/>
        </w:rPr>
        <w:t>و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="00B82573" w:rsidRPr="00DE7C38">
        <w:rPr>
          <w:rFonts w:ascii="BMitra" w:cs="B Koodak" w:hint="cs"/>
          <w:sz w:val="26"/>
          <w:szCs w:val="26"/>
          <w:rtl/>
        </w:rPr>
        <w:t>استفاده از فناوري اطلاعات و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="00B82573" w:rsidRPr="00DE7C38">
        <w:rPr>
          <w:rFonts w:ascii="BMitra" w:cs="B Koodak" w:hint="cs"/>
          <w:sz w:val="26"/>
          <w:szCs w:val="26"/>
          <w:rtl/>
        </w:rPr>
        <w:t>ارتباطات در فرآيند</w:t>
      </w:r>
      <w:r w:rsidR="009C1784" w:rsidRPr="00DE7C38">
        <w:rPr>
          <w:rFonts w:ascii="BMitra" w:cs="B Koodak" w:hint="cs"/>
          <w:sz w:val="26"/>
          <w:szCs w:val="26"/>
          <w:rtl/>
        </w:rPr>
        <w:t>های</w:t>
      </w:r>
      <w:r w:rsidR="00B82573" w:rsidRPr="00DE7C38">
        <w:rPr>
          <w:rFonts w:ascii="BMitra" w:cs="B Koodak" w:hint="cs"/>
          <w:sz w:val="26"/>
          <w:szCs w:val="26"/>
          <w:rtl/>
        </w:rPr>
        <w:t xml:space="preserve"> </w:t>
      </w:r>
      <w:r w:rsidR="00437516" w:rsidRPr="005965DD">
        <w:rPr>
          <w:rFonts w:ascii="BMitra" w:cs="B Koodak" w:hint="cs"/>
          <w:sz w:val="26"/>
          <w:szCs w:val="26"/>
          <w:rtl/>
        </w:rPr>
        <w:t>یاد</w:t>
      </w:r>
      <w:r w:rsidR="00401986" w:rsidRPr="005965DD">
        <w:rPr>
          <w:rFonts w:ascii="BMitra" w:cs="B Koodak" w:hint="cs"/>
          <w:sz w:val="26"/>
          <w:szCs w:val="26"/>
          <w:rtl/>
        </w:rPr>
        <w:t>د</w:t>
      </w:r>
      <w:r w:rsidR="00437516" w:rsidRPr="005965DD">
        <w:rPr>
          <w:rFonts w:ascii="BMitra" w:cs="B Koodak" w:hint="cs"/>
          <w:sz w:val="26"/>
          <w:szCs w:val="26"/>
          <w:rtl/>
        </w:rPr>
        <w:t>هی</w:t>
      </w:r>
      <w:r w:rsidR="00437516" w:rsidRPr="00401986">
        <w:rPr>
          <w:rFonts w:ascii="BMitra" w:cs="B Koodak" w:hint="cs"/>
          <w:color w:val="00B0F0"/>
          <w:sz w:val="26"/>
          <w:szCs w:val="26"/>
          <w:rtl/>
        </w:rPr>
        <w:t xml:space="preserve"> </w:t>
      </w:r>
      <w:r w:rsidR="00437516">
        <w:rPr>
          <w:rFonts w:ascii="BMitra" w:cs="B Koodak" w:hint="cs"/>
          <w:sz w:val="26"/>
          <w:szCs w:val="26"/>
          <w:rtl/>
        </w:rPr>
        <w:t xml:space="preserve">و </w:t>
      </w:r>
      <w:r w:rsidR="00B82573" w:rsidRPr="00DE7C38">
        <w:rPr>
          <w:rFonts w:ascii="BMitra" w:cs="B Koodak" w:hint="cs"/>
          <w:sz w:val="26"/>
          <w:szCs w:val="26"/>
          <w:rtl/>
        </w:rPr>
        <w:t>يادگيري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5B90F4AC" w14:textId="4F364C26" w:rsidR="00F02CBD" w:rsidRPr="00DE7C38" w:rsidRDefault="00F02CBD" w:rsidP="009C178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ايجاد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زمينه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مناسب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براي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شناسايي</w:t>
      </w:r>
      <w:r w:rsidRPr="00DE7C38">
        <w:rPr>
          <w:rFonts w:ascii="BMitra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و</w:t>
      </w:r>
      <w:r w:rsidR="009407E4">
        <w:rPr>
          <w:rFonts w:ascii="BMitra" w:cs="B Koodak" w:hint="cs"/>
          <w:b/>
          <w:bCs/>
          <w:sz w:val="26"/>
          <w:szCs w:val="26"/>
          <w:rtl/>
        </w:rPr>
        <w:t>ترغیب و</w:t>
      </w:r>
      <w:r w:rsidRPr="00DE7C38">
        <w:rPr>
          <w:rFonts w:ascii="BMitra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پرورش</w:t>
      </w:r>
      <w:r w:rsidR="00437516">
        <w:rPr>
          <w:rFonts w:ascii="BMitra" w:cs="B Koodak" w:hint="cs"/>
          <w:b/>
          <w:bCs/>
          <w:sz w:val="26"/>
          <w:szCs w:val="26"/>
          <w:rtl/>
        </w:rPr>
        <w:t xml:space="preserve"> وحمایت مالی و معنوی از </w:t>
      </w:r>
      <w:r w:rsidRPr="00DE7C38">
        <w:rPr>
          <w:rFonts w:ascii="BMitra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b/>
          <w:bCs/>
          <w:sz w:val="26"/>
          <w:szCs w:val="26"/>
          <w:rtl/>
        </w:rPr>
        <w:t>توانمندي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معلمان،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آموزان،</w:t>
      </w:r>
      <w:r w:rsidRPr="00DE7C38">
        <w:rPr>
          <w:rFonts w:ascii="BMitra" w:cs="B Koodak"/>
          <w:sz w:val="26"/>
          <w:szCs w:val="26"/>
        </w:rPr>
        <w:t xml:space="preserve"> </w:t>
      </w:r>
      <w:r w:rsidR="005433BE" w:rsidRPr="00DE7C38">
        <w:rPr>
          <w:rFonts w:ascii="BMitra" w:cs="B Koodak" w:hint="cs"/>
          <w:sz w:val="26"/>
          <w:szCs w:val="26"/>
          <w:rtl/>
        </w:rPr>
        <w:t>دانشجو</w:t>
      </w:r>
      <w:r w:rsidR="00487FD2" w:rsidRPr="00DE7C38">
        <w:rPr>
          <w:rFonts w:ascii="BMitra" w:cs="B Koodak" w:hint="cs"/>
          <w:sz w:val="26"/>
          <w:szCs w:val="26"/>
          <w:rtl/>
        </w:rPr>
        <w:t xml:space="preserve"> معلمان </w:t>
      </w:r>
      <w:r w:rsidR="005433BE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مدرسان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توليد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مواد و رسانه های یادگیری</w:t>
      </w:r>
      <w:r w:rsidR="009C1784" w:rsidRPr="00DE7C38">
        <w:rPr>
          <w:rFonts w:ascii="BMitra" w:cs="B Koodak" w:hint="cs"/>
          <w:sz w:val="26"/>
          <w:szCs w:val="26"/>
          <w:rtl/>
        </w:rPr>
        <w:t xml:space="preserve"> الکترونیکی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63075FAC" w14:textId="6049F5BA" w:rsidR="00F02CBD" w:rsidRPr="005965DD" w:rsidRDefault="00CF457E" w:rsidP="007D493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TitrBold" w:cs="B Koodak" w:hint="cs"/>
          <w:sz w:val="26"/>
          <w:szCs w:val="26"/>
          <w:rtl/>
        </w:rPr>
        <w:t>تولید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="005965DD">
        <w:rPr>
          <w:rFonts w:ascii="BTitrBold" w:cs="B Koodak" w:hint="cs"/>
          <w:sz w:val="26"/>
          <w:szCs w:val="26"/>
          <w:rtl/>
        </w:rPr>
        <w:t xml:space="preserve">و تامين </w:t>
      </w:r>
      <w:r w:rsidR="009C1784" w:rsidRPr="00DE7C38">
        <w:rPr>
          <w:rFonts w:ascii="BTitrBold" w:cs="B Koodak" w:hint="cs"/>
          <w:sz w:val="26"/>
          <w:szCs w:val="26"/>
          <w:rtl/>
        </w:rPr>
        <w:t>محتوای الکترونیکی چندرسانه ای</w:t>
      </w:r>
      <w:r w:rsidR="005965DD" w:rsidRPr="00D233DA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DD5008" w:rsidRPr="007B4993">
        <w:rPr>
          <w:rFonts w:asciiTheme="majorBidi" w:hAnsiTheme="majorBidi" w:cs="B Koodak" w:hint="cs"/>
          <w:sz w:val="26"/>
          <w:szCs w:val="26"/>
          <w:rtl/>
        </w:rPr>
        <w:t>و</w:t>
      </w:r>
      <w:r w:rsidR="00DD5008" w:rsidRPr="00DD5008">
        <w:rPr>
          <w:rFonts w:ascii="BTitrBold" w:cs="B Koodak" w:hint="cs"/>
          <w:sz w:val="26"/>
          <w:szCs w:val="26"/>
          <w:rtl/>
        </w:rPr>
        <w:t xml:space="preserve"> </w:t>
      </w:r>
      <w:r w:rsidR="007D1B45">
        <w:rPr>
          <w:rFonts w:ascii="BTitrBold" w:cs="B Koodak" w:hint="cs"/>
          <w:sz w:val="26"/>
          <w:szCs w:val="26"/>
          <w:rtl/>
        </w:rPr>
        <w:t xml:space="preserve">رمزینه پاسخ سریع </w:t>
      </w:r>
      <w:r w:rsidR="005965DD" w:rsidRPr="00D233DA">
        <w:rPr>
          <w:rFonts w:asciiTheme="majorBidi" w:hAnsiTheme="majorBidi" w:cstheme="majorBidi"/>
          <w:sz w:val="26"/>
          <w:szCs w:val="26"/>
          <w:rtl/>
        </w:rPr>
        <w:t>(</w:t>
      </w:r>
      <w:r w:rsidR="005965DD" w:rsidRPr="00D233DA">
        <w:rPr>
          <w:rFonts w:asciiTheme="majorBidi" w:hAnsiTheme="majorBidi" w:cstheme="majorBidi"/>
          <w:sz w:val="26"/>
          <w:szCs w:val="26"/>
        </w:rPr>
        <w:t>QR Code</w:t>
      </w:r>
      <w:r w:rsidR="005965DD" w:rsidRPr="00D233DA">
        <w:rPr>
          <w:rFonts w:asciiTheme="majorBidi" w:hAnsiTheme="majorBidi" w:cstheme="majorBidi"/>
          <w:sz w:val="26"/>
          <w:szCs w:val="26"/>
          <w:rtl/>
        </w:rPr>
        <w:t>)</w:t>
      </w:r>
      <w:r w:rsidR="007D4939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متناسب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با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نیاز</w:t>
      </w:r>
      <w:r w:rsidRPr="00DE7C38">
        <w:rPr>
          <w:rFonts w:ascii="BTitrBold" w:cs="B Koodak"/>
          <w:sz w:val="26"/>
          <w:szCs w:val="26"/>
          <w:rtl/>
        </w:rPr>
        <w:t xml:space="preserve"> </w:t>
      </w:r>
      <w:r w:rsidR="005965DD">
        <w:rPr>
          <w:rFonts w:ascii="BTitrBold" w:cs="B Koodak" w:hint="cs"/>
          <w:sz w:val="26"/>
          <w:szCs w:val="26"/>
          <w:rtl/>
        </w:rPr>
        <w:t xml:space="preserve">دانش آموزان و </w:t>
      </w:r>
      <w:r w:rsidRPr="005965DD">
        <w:rPr>
          <w:rFonts w:ascii="BTitrBold" w:cs="B Koodak" w:hint="cs"/>
          <w:b/>
          <w:bCs/>
          <w:sz w:val="26"/>
          <w:szCs w:val="26"/>
          <w:rtl/>
        </w:rPr>
        <w:t>معلمان</w:t>
      </w:r>
      <w:r w:rsidRPr="005965DD">
        <w:rPr>
          <w:rFonts w:ascii="BTitrBold" w:cs="B Koodak"/>
          <w:b/>
          <w:bCs/>
          <w:sz w:val="26"/>
          <w:szCs w:val="26"/>
          <w:rtl/>
        </w:rPr>
        <w:t xml:space="preserve"> </w:t>
      </w:r>
      <w:r w:rsidRPr="005965DD">
        <w:rPr>
          <w:rFonts w:ascii="BTitrBold" w:cs="B Koodak" w:hint="cs"/>
          <w:sz w:val="26"/>
          <w:szCs w:val="26"/>
          <w:rtl/>
        </w:rPr>
        <w:t xml:space="preserve">و </w:t>
      </w:r>
      <w:r w:rsidR="00DD5008">
        <w:rPr>
          <w:rFonts w:ascii="BTitrBold" w:cs="B Koodak" w:hint="cs"/>
          <w:sz w:val="26"/>
          <w:szCs w:val="26"/>
          <w:rtl/>
        </w:rPr>
        <w:t>بارگذ</w:t>
      </w:r>
      <w:r w:rsidR="00401986" w:rsidRPr="005965DD">
        <w:rPr>
          <w:rFonts w:ascii="BTitrBold" w:cs="B Koodak" w:hint="cs"/>
          <w:sz w:val="26"/>
          <w:szCs w:val="26"/>
          <w:rtl/>
        </w:rPr>
        <w:t>اری آثار</w:t>
      </w:r>
      <w:r w:rsidR="00437516" w:rsidRPr="005965DD">
        <w:rPr>
          <w:rFonts w:ascii="BMitra" w:cs="B Koodak" w:hint="cs"/>
          <w:sz w:val="26"/>
          <w:szCs w:val="26"/>
          <w:rtl/>
        </w:rPr>
        <w:t xml:space="preserve"> </w:t>
      </w:r>
      <w:r w:rsidR="007D4939">
        <w:rPr>
          <w:rFonts w:ascii="BMitra" w:cs="B Koodak" w:hint="cs"/>
          <w:sz w:val="26"/>
          <w:szCs w:val="26"/>
          <w:rtl/>
        </w:rPr>
        <w:t>واجد شرایط و استاندارد</w:t>
      </w:r>
      <w:r w:rsidR="00401986" w:rsidRPr="005965DD">
        <w:rPr>
          <w:rFonts w:ascii="BMitra" w:cs="B Koodak" w:hint="cs"/>
          <w:sz w:val="26"/>
          <w:szCs w:val="26"/>
          <w:rtl/>
        </w:rPr>
        <w:t xml:space="preserve"> در</w:t>
      </w:r>
      <w:r w:rsidR="00437516" w:rsidRPr="005965DD">
        <w:rPr>
          <w:rFonts w:ascii="BMitra" w:cs="B Koodak" w:hint="cs"/>
          <w:sz w:val="26"/>
          <w:szCs w:val="26"/>
          <w:rtl/>
        </w:rPr>
        <w:t xml:space="preserve"> شبکه ملی مدارس ایران (رشد)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2CEE269F" w14:textId="1B70BFB5" w:rsidR="004A19A9" w:rsidRPr="00DE7C38" w:rsidRDefault="00CF457E" w:rsidP="007D493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B Titr"/>
          <w:sz w:val="26"/>
          <w:szCs w:val="26"/>
        </w:rPr>
      </w:pPr>
      <w:r w:rsidRPr="00DE7C38">
        <w:rPr>
          <w:rFonts w:ascii="BTitrBold" w:cs="B Koodak" w:hint="cs"/>
          <w:b/>
          <w:bCs/>
          <w:sz w:val="26"/>
          <w:szCs w:val="26"/>
          <w:rtl/>
        </w:rPr>
        <w:t>توانمندسازی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مدرسه</w:t>
      </w:r>
      <w:r w:rsidR="00401986">
        <w:rPr>
          <w:rFonts w:ascii="BTitrBold" w:cs="B Koodak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برای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ایفای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نقش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اصلی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و</w:t>
      </w:r>
      <w:r w:rsidRPr="00DE7C38">
        <w:rPr>
          <w:rFonts w:ascii="BTitrBold" w:cs="B Koodak"/>
          <w:b/>
          <w:bCs/>
          <w:sz w:val="26"/>
          <w:szCs w:val="26"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محوری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در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نیل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به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وضع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مطلوب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در تولید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و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بهره برداری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از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مواد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و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رسانه های</w:t>
      </w:r>
      <w:r w:rsidRPr="00DE7C38">
        <w:rPr>
          <w:rFonts w:ascii="BTitrBold" w:cs="B Koodak"/>
          <w:sz w:val="26"/>
          <w:szCs w:val="26"/>
        </w:rPr>
        <w:t xml:space="preserve"> </w:t>
      </w:r>
      <w:r w:rsidRPr="00DE7C38">
        <w:rPr>
          <w:rFonts w:ascii="BTitrBold" w:cs="B Koodak" w:hint="cs"/>
          <w:sz w:val="26"/>
          <w:szCs w:val="26"/>
          <w:rtl/>
        </w:rPr>
        <w:t>یادگیری</w:t>
      </w:r>
      <w:r w:rsidR="0096110E" w:rsidRPr="00DE7C38">
        <w:rPr>
          <w:rFonts w:ascii="BTitrBold" w:cs="B Koodak" w:hint="cs"/>
          <w:sz w:val="26"/>
          <w:szCs w:val="26"/>
          <w:rtl/>
        </w:rPr>
        <w:t xml:space="preserve"> الکترونیکی</w:t>
      </w:r>
      <w:r w:rsidR="008873F9" w:rsidRPr="00DE7C38">
        <w:rPr>
          <w:rFonts w:ascii="BMitra" w:cs="B Koodak" w:hint="cs"/>
          <w:sz w:val="26"/>
          <w:szCs w:val="26"/>
          <w:rtl/>
        </w:rPr>
        <w:t>.</w:t>
      </w:r>
      <w:r w:rsidR="0096110E" w:rsidRPr="00DE7C38">
        <w:rPr>
          <w:rFonts w:ascii="BTitrBold" w:cs="B Titr"/>
          <w:sz w:val="26"/>
          <w:szCs w:val="26"/>
          <w:rtl/>
        </w:rPr>
        <w:t xml:space="preserve"> </w:t>
      </w:r>
    </w:p>
    <w:p w14:paraId="474C7322" w14:textId="77777777" w:rsidR="00487FD2" w:rsidRPr="00DE7C38" w:rsidRDefault="00B82573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sz w:val="26"/>
          <w:szCs w:val="26"/>
          <w:rtl/>
        </w:rPr>
      </w:pPr>
      <w:r w:rsidRPr="00DE7C38">
        <w:rPr>
          <w:rFonts w:ascii="BTitrBold" w:cs="B Titr" w:hint="cs"/>
          <w:sz w:val="26"/>
          <w:szCs w:val="26"/>
          <w:rtl/>
        </w:rPr>
        <w:t>شيوه اجراء:</w:t>
      </w:r>
    </w:p>
    <w:p w14:paraId="5AE9C33B" w14:textId="6B876699" w:rsidR="00B82573" w:rsidRPr="00F50E46" w:rsidRDefault="00B82573" w:rsidP="007D4939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Koodak"/>
          <w:sz w:val="26"/>
          <w:szCs w:val="26"/>
          <w:rtl/>
        </w:rPr>
      </w:pPr>
      <w:r w:rsidRPr="00F50E46">
        <w:rPr>
          <w:rFonts w:ascii="BTitrBold" w:cs="B Koodak" w:hint="cs"/>
          <w:sz w:val="26"/>
          <w:szCs w:val="26"/>
          <w:rtl/>
        </w:rPr>
        <w:t xml:space="preserve">اين جشنواره در </w:t>
      </w:r>
      <w:r w:rsidR="00401986" w:rsidRPr="00F50E46">
        <w:rPr>
          <w:rFonts w:ascii="BTitrBold" w:cs="B Koodak" w:hint="cs"/>
          <w:sz w:val="26"/>
          <w:szCs w:val="26"/>
          <w:rtl/>
        </w:rPr>
        <w:t>یک</w:t>
      </w:r>
      <w:r w:rsidRPr="00F50E46">
        <w:rPr>
          <w:rFonts w:ascii="BTitrBold" w:cs="B Koodak" w:hint="cs"/>
          <w:sz w:val="26"/>
          <w:szCs w:val="26"/>
          <w:rtl/>
        </w:rPr>
        <w:t xml:space="preserve"> مرحله بصورت كشوري از ميان محصولات برگزيده شده</w:t>
      </w:r>
      <w:r w:rsidR="0043686A" w:rsidRPr="00F50E46">
        <w:rPr>
          <w:rFonts w:ascii="BTitrBold" w:cs="B Koodak" w:hint="cs"/>
          <w:sz w:val="26"/>
          <w:szCs w:val="26"/>
          <w:rtl/>
        </w:rPr>
        <w:t xml:space="preserve"> توسط </w:t>
      </w:r>
      <w:r w:rsidR="00401986" w:rsidRPr="00F50E46">
        <w:rPr>
          <w:rFonts w:ascii="BTitrBold" w:cs="B Koodak" w:hint="cs"/>
          <w:sz w:val="26"/>
          <w:szCs w:val="26"/>
          <w:rtl/>
        </w:rPr>
        <w:t xml:space="preserve">هیات انتخاب </w:t>
      </w:r>
      <w:r w:rsidR="0043686A" w:rsidRPr="00F50E46">
        <w:rPr>
          <w:rFonts w:ascii="BTitrBold" w:cs="B Koodak" w:hint="cs"/>
          <w:sz w:val="26"/>
          <w:szCs w:val="26"/>
          <w:rtl/>
        </w:rPr>
        <w:t xml:space="preserve">جشنواره </w:t>
      </w:r>
      <w:r w:rsidRPr="00F50E46">
        <w:rPr>
          <w:rFonts w:ascii="BTitrBold" w:cs="B Koodak" w:hint="cs"/>
          <w:sz w:val="26"/>
          <w:szCs w:val="26"/>
          <w:rtl/>
        </w:rPr>
        <w:t>برگزار خواهد شد.</w:t>
      </w:r>
    </w:p>
    <w:p w14:paraId="54F38D24" w14:textId="77777777" w:rsidR="001B4C18" w:rsidRPr="00DE7C38" w:rsidRDefault="001B4C18" w:rsidP="001B4C18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گروههاي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شركت كننده</w:t>
      </w:r>
      <w:r w:rsidRPr="00DE7C38">
        <w:rPr>
          <w:rFonts w:ascii="BTitrBold" w:cs="B Titr"/>
          <w:b/>
          <w:bCs/>
          <w:sz w:val="26"/>
          <w:szCs w:val="26"/>
        </w:rPr>
        <w:t>:</w:t>
      </w:r>
    </w:p>
    <w:p w14:paraId="2AF7011F" w14:textId="77777777" w:rsidR="001B4C18" w:rsidRPr="00DE7C38" w:rsidRDefault="001B4C18" w:rsidP="001B4C1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معلمان (مربیان)</w:t>
      </w:r>
      <w:r w:rsidRPr="00DE7C38">
        <w:rPr>
          <w:rStyle w:val="FootnoteReference"/>
          <w:rFonts w:ascii="BMitra" w:cs="B Koodak"/>
          <w:sz w:val="26"/>
          <w:szCs w:val="26"/>
          <w:rtl/>
        </w:rPr>
        <w:footnoteReference w:id="1"/>
      </w:r>
    </w:p>
    <w:p w14:paraId="60F2DD26" w14:textId="665C7181" w:rsidR="001B4C18" w:rsidRPr="00DE7C38" w:rsidRDefault="001B4C18" w:rsidP="007D493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آموزگاران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دبيران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دوره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ابتدائي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متوسطه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اول و دوم 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601AE14E" w14:textId="77777777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معلمان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مدارس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استثنايي</w:t>
      </w:r>
      <w:r w:rsidRPr="00DE7C38">
        <w:rPr>
          <w:rFonts w:ascii="BMitra" w:cs="B Koodak"/>
          <w:sz w:val="26"/>
          <w:szCs w:val="26"/>
        </w:rPr>
        <w:t xml:space="preserve"> </w:t>
      </w:r>
      <w:r w:rsidR="00704BC0" w:rsidRPr="00DE7C38">
        <w:rPr>
          <w:rFonts w:ascii="BMitra" w:cs="B Koodak" w:hint="cs"/>
          <w:sz w:val="26"/>
          <w:szCs w:val="26"/>
          <w:rtl/>
        </w:rPr>
        <w:t xml:space="preserve">، غير دولتي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استعدادهاي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درخشان؛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024259C3" w14:textId="77777777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lastRenderedPageBreak/>
        <w:t>هنرآموزان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هنرستانهاي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فني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حرفه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كاردانش؛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467A3AF2" w14:textId="6D45A00C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مدرسان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دانشگاه فرهنگیان</w:t>
      </w:r>
      <w:r w:rsidRPr="00DE7C38">
        <w:rPr>
          <w:rFonts w:ascii="BMitra" w:cs="B Koodak"/>
          <w:sz w:val="26"/>
          <w:szCs w:val="26"/>
        </w:rPr>
        <w:t xml:space="preserve"> </w:t>
      </w:r>
      <w:r w:rsidR="00101986">
        <w:rPr>
          <w:rFonts w:ascii="BMitra" w:cs="B Koodak" w:hint="cs"/>
          <w:sz w:val="26"/>
          <w:szCs w:val="26"/>
          <w:rtl/>
        </w:rPr>
        <w:t>و تربیت دبیری شهید رجایی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5A343D17" w14:textId="1625E788" w:rsidR="001B4C18" w:rsidRPr="00DE7C38" w:rsidRDefault="005965DD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 xml:space="preserve">كارشناسان و </w:t>
      </w:r>
      <w:r w:rsidR="001B4C18" w:rsidRPr="00DE7C38">
        <w:rPr>
          <w:rFonts w:ascii="BMitra" w:cs="B Koodak" w:hint="cs"/>
          <w:sz w:val="26"/>
          <w:szCs w:val="26"/>
          <w:rtl/>
        </w:rPr>
        <w:t>كاركنان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آموزشي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شاغل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در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ادارات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آموزش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و</w:t>
      </w:r>
      <w:r w:rsidR="001B4C18" w:rsidRPr="00DE7C38">
        <w:rPr>
          <w:rFonts w:ascii="BMitra" w:cs="B Koodak"/>
          <w:sz w:val="26"/>
          <w:szCs w:val="26"/>
        </w:rPr>
        <w:t xml:space="preserve"> </w:t>
      </w:r>
      <w:r w:rsidR="001B4C18" w:rsidRPr="00DE7C38">
        <w:rPr>
          <w:rFonts w:ascii="BMitra" w:cs="B Koodak" w:hint="cs"/>
          <w:sz w:val="26"/>
          <w:szCs w:val="26"/>
          <w:rtl/>
        </w:rPr>
        <w:t>پرورش؛</w:t>
      </w:r>
      <w:r w:rsidR="00F97ACC" w:rsidRPr="00DE7C38">
        <w:rPr>
          <w:rFonts w:ascii="BMitra" w:cs="B Koodak" w:hint="cs"/>
          <w:sz w:val="26"/>
          <w:szCs w:val="26"/>
          <w:rtl/>
        </w:rPr>
        <w:t xml:space="preserve"> كادر اداري مدارس </w:t>
      </w:r>
      <w:r w:rsidR="001B4C18" w:rsidRPr="00DE7C38">
        <w:rPr>
          <w:rFonts w:ascii="BMitra" w:cs="B Koodak"/>
          <w:sz w:val="26"/>
          <w:szCs w:val="26"/>
        </w:rPr>
        <w:t xml:space="preserve"> </w:t>
      </w:r>
    </w:p>
    <w:p w14:paraId="211890C5" w14:textId="77777777" w:rsidR="001B4C18" w:rsidRDefault="001B4C18" w:rsidP="001B4C1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دانشجويان</w:t>
      </w:r>
    </w:p>
    <w:p w14:paraId="4676A13E" w14:textId="77777777" w:rsidR="001B4C18" w:rsidRPr="00DE7C38" w:rsidRDefault="001B4C18" w:rsidP="001B4C1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دانشجو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دانشگاه فرهنگیان؛</w:t>
      </w:r>
      <w:r w:rsidRPr="00DE7C38">
        <w:rPr>
          <w:rFonts w:ascii="BMitra" w:cs="B Koodak"/>
          <w:sz w:val="26"/>
          <w:szCs w:val="26"/>
        </w:rPr>
        <w:t xml:space="preserve"> </w:t>
      </w:r>
    </w:p>
    <w:p w14:paraId="182A258F" w14:textId="000CE0E2" w:rsidR="007D1B45" w:rsidRPr="00594D48" w:rsidRDefault="00BE71E8" w:rsidP="00594D4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>دانشجو</w:t>
      </w:r>
      <w:r w:rsidR="005A3639">
        <w:rPr>
          <w:rFonts w:ascii="BMitra" w:cs="B Koodak" w:hint="cs"/>
          <w:sz w:val="26"/>
          <w:szCs w:val="26"/>
          <w:rtl/>
        </w:rPr>
        <w:t>ی</w:t>
      </w:r>
      <w:r w:rsidR="007D4939">
        <w:rPr>
          <w:rFonts w:ascii="BMitra" w:cs="B Koodak" w:hint="cs"/>
          <w:sz w:val="26"/>
          <w:szCs w:val="26"/>
          <w:rtl/>
        </w:rPr>
        <w:t>ان دانشگاه شهید رجایی و سایر دانشگاههای کشور.</w:t>
      </w:r>
    </w:p>
    <w:p w14:paraId="451FE032" w14:textId="77777777" w:rsidR="001B4C18" w:rsidRPr="00DE7C38" w:rsidRDefault="001B4C18" w:rsidP="00B8374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تبصره</w:t>
      </w:r>
      <w:r w:rsidRPr="00DE7C38">
        <w:rPr>
          <w:rFonts w:cs="B Koodak" w:hint="cs"/>
          <w:sz w:val="26"/>
          <w:szCs w:val="26"/>
          <w:rtl/>
        </w:rPr>
        <w:t>1</w:t>
      </w:r>
      <w:r w:rsidRPr="00DE7C38">
        <w:rPr>
          <w:rFonts w:ascii="BMitra" w:cs="B Koodak" w:hint="cs"/>
          <w:sz w:val="26"/>
          <w:szCs w:val="26"/>
          <w:rtl/>
        </w:rPr>
        <w:t xml:space="preserve"> :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 آموزان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دانشجويان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مي توانند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محصول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خود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صورت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 xml:space="preserve">اشتراكي </w:t>
      </w:r>
      <w:r w:rsidRPr="00DE7C38">
        <w:rPr>
          <w:rFonts w:ascii="BMitra" w:cs="B Koodak"/>
          <w:sz w:val="26"/>
          <w:szCs w:val="26"/>
        </w:rPr>
        <w:t xml:space="preserve"> )</w:t>
      </w:r>
      <w:r w:rsidRPr="00DE7C38">
        <w:rPr>
          <w:rFonts w:ascii="BMitra" w:cs="B Koodak" w:hint="cs"/>
          <w:sz w:val="26"/>
          <w:szCs w:val="26"/>
          <w:rtl/>
        </w:rPr>
        <w:t>دانش آموز،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معلم،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دانشجو،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مدرس</w:t>
      </w:r>
      <w:r w:rsidRPr="00DE7C38">
        <w:rPr>
          <w:rFonts w:ascii="BMitra" w:cs="B Koodak"/>
          <w:sz w:val="26"/>
          <w:szCs w:val="26"/>
        </w:rPr>
        <w:t xml:space="preserve"> ( </w:t>
      </w:r>
      <w:r w:rsidRPr="00DE7C38">
        <w:rPr>
          <w:rFonts w:ascii="BMitra" w:cs="B Koodak" w:hint="cs"/>
          <w:sz w:val="26"/>
          <w:szCs w:val="26"/>
          <w:rtl/>
        </w:rPr>
        <w:t>ارائه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نمايند</w:t>
      </w:r>
      <w:r w:rsidRPr="00DE7C38">
        <w:rPr>
          <w:rFonts w:ascii="BMitra" w:cs="B Koodak"/>
          <w:sz w:val="26"/>
          <w:szCs w:val="26"/>
        </w:rPr>
        <w:t>.</w:t>
      </w:r>
      <w:r w:rsidR="00F97ACC" w:rsidRPr="00DE7C38">
        <w:rPr>
          <w:rFonts w:ascii="BMitra" w:cs="B Koodak" w:hint="cs"/>
          <w:sz w:val="26"/>
          <w:szCs w:val="26"/>
          <w:rtl/>
        </w:rPr>
        <w:t>(حداكثر اعضاي گروه چهار نفر)</w:t>
      </w:r>
    </w:p>
    <w:p w14:paraId="72E8B24E" w14:textId="77777777" w:rsidR="004E20EA" w:rsidRDefault="001B4C18" w:rsidP="00B8374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TitrBold" w:cs="B Koodak"/>
          <w:sz w:val="26"/>
          <w:szCs w:val="26"/>
          <w:rtl/>
        </w:rPr>
      </w:pPr>
      <w:r w:rsidRPr="00DE7C38">
        <w:rPr>
          <w:rFonts w:ascii="BMitra" w:cs="B Koodak" w:hint="cs"/>
          <w:sz w:val="26"/>
          <w:szCs w:val="26"/>
          <w:rtl/>
        </w:rPr>
        <w:t>تبصره2</w:t>
      </w:r>
      <w:r w:rsidRPr="00DE7C38">
        <w:rPr>
          <w:rFonts w:cs="B Koodak"/>
          <w:sz w:val="26"/>
          <w:szCs w:val="26"/>
        </w:rPr>
        <w:t xml:space="preserve"> </w:t>
      </w:r>
      <w:r w:rsidRPr="00DE7C38">
        <w:rPr>
          <w:rFonts w:ascii="BMitra" w:cs="B Koodak"/>
          <w:sz w:val="26"/>
          <w:szCs w:val="26"/>
        </w:rPr>
        <w:t xml:space="preserve">: </w:t>
      </w:r>
      <w:r w:rsidRPr="00DE7C38">
        <w:rPr>
          <w:rFonts w:ascii="BTitrBold" w:cs="B Koodak" w:hint="cs"/>
          <w:sz w:val="26"/>
          <w:szCs w:val="26"/>
          <w:rtl/>
        </w:rPr>
        <w:t xml:space="preserve"> معلمان م</w:t>
      </w:r>
      <w:r w:rsidR="00704BC0" w:rsidRPr="00DE7C38">
        <w:rPr>
          <w:rFonts w:ascii="BTitrBold" w:cs="B Koodak" w:hint="cs"/>
          <w:sz w:val="26"/>
          <w:szCs w:val="26"/>
          <w:rtl/>
        </w:rPr>
        <w:t xml:space="preserve">دارس </w:t>
      </w:r>
      <w:r w:rsidRPr="00DE7C38">
        <w:rPr>
          <w:rFonts w:ascii="BTitrBold" w:cs="B Koodak" w:hint="cs"/>
          <w:sz w:val="26"/>
          <w:szCs w:val="26"/>
          <w:rtl/>
        </w:rPr>
        <w:t>غيردولتي  پس</w:t>
      </w:r>
      <w:r w:rsidR="0066362D" w:rsidRPr="00DE7C38">
        <w:rPr>
          <w:rFonts w:ascii="BTitrBold" w:cs="B Koodak" w:hint="cs"/>
          <w:sz w:val="26"/>
          <w:szCs w:val="26"/>
          <w:rtl/>
        </w:rPr>
        <w:t xml:space="preserve"> از</w:t>
      </w:r>
      <w:r w:rsidRPr="00DE7C38">
        <w:rPr>
          <w:rFonts w:ascii="BTitrBold" w:cs="B Koodak" w:hint="cs"/>
          <w:sz w:val="26"/>
          <w:szCs w:val="26"/>
          <w:rtl/>
        </w:rPr>
        <w:t xml:space="preserve"> دريافت تائيد</w:t>
      </w:r>
      <w:r w:rsidR="00704BC0" w:rsidRPr="00DE7C38">
        <w:rPr>
          <w:rFonts w:ascii="BTitrBold" w:cs="B Koodak" w:hint="cs"/>
          <w:sz w:val="26"/>
          <w:szCs w:val="26"/>
          <w:rtl/>
        </w:rPr>
        <w:t xml:space="preserve">يه </w:t>
      </w:r>
      <w:r w:rsidRPr="00DE7C38">
        <w:rPr>
          <w:rFonts w:ascii="BTitrBold" w:cs="B Koodak" w:hint="cs"/>
          <w:sz w:val="26"/>
          <w:szCs w:val="26"/>
          <w:rtl/>
        </w:rPr>
        <w:t xml:space="preserve"> از </w:t>
      </w:r>
      <w:r w:rsidR="00704BC0" w:rsidRPr="00DE7C38">
        <w:rPr>
          <w:rFonts w:ascii="BTitrBold" w:cs="B Koodak" w:hint="cs"/>
          <w:sz w:val="26"/>
          <w:szCs w:val="26"/>
          <w:rtl/>
        </w:rPr>
        <w:t>مدرسه م</w:t>
      </w:r>
      <w:r w:rsidRPr="00DE7C38">
        <w:rPr>
          <w:rFonts w:ascii="BTitrBold" w:cs="B Koodak" w:hint="cs"/>
          <w:sz w:val="26"/>
          <w:szCs w:val="26"/>
          <w:rtl/>
        </w:rPr>
        <w:t xml:space="preserve">حل خدمت مي توانند </w:t>
      </w:r>
      <w:r w:rsidR="0066362D" w:rsidRPr="00DE7C38">
        <w:rPr>
          <w:rFonts w:ascii="BTitrBold" w:cs="B Koodak" w:hint="cs"/>
          <w:sz w:val="26"/>
          <w:szCs w:val="26"/>
          <w:rtl/>
        </w:rPr>
        <w:t xml:space="preserve">از طريق مدرسه محصول خود را </w:t>
      </w:r>
      <w:r w:rsidRPr="00DE7C38">
        <w:rPr>
          <w:rFonts w:ascii="BTitrBold" w:cs="B Koodak" w:hint="cs"/>
          <w:sz w:val="26"/>
          <w:szCs w:val="26"/>
          <w:rtl/>
        </w:rPr>
        <w:t xml:space="preserve">در جشنواره شركت </w:t>
      </w:r>
      <w:r w:rsidR="0066362D" w:rsidRPr="00DE7C38">
        <w:rPr>
          <w:rFonts w:ascii="BTitrBold" w:cs="B Koodak" w:hint="cs"/>
          <w:sz w:val="26"/>
          <w:szCs w:val="26"/>
          <w:rtl/>
        </w:rPr>
        <w:t>ده</w:t>
      </w:r>
      <w:r w:rsidRPr="00DE7C38">
        <w:rPr>
          <w:rFonts w:ascii="BTitrBold" w:cs="B Koodak" w:hint="cs"/>
          <w:sz w:val="26"/>
          <w:szCs w:val="26"/>
          <w:rtl/>
        </w:rPr>
        <w:t>ند.</w:t>
      </w:r>
    </w:p>
    <w:p w14:paraId="136DFD4B" w14:textId="77777777" w:rsidR="003F2C69" w:rsidRPr="00DE7C38" w:rsidRDefault="003F2C69" w:rsidP="003F2C6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 آموزان</w:t>
      </w:r>
      <w:r>
        <w:rPr>
          <w:rStyle w:val="FootnoteReference"/>
          <w:rFonts w:ascii="BMitra" w:cs="B Koodak"/>
          <w:sz w:val="26"/>
          <w:szCs w:val="26"/>
          <w:rtl/>
        </w:rPr>
        <w:footnoteReference w:id="2"/>
      </w:r>
      <w:r w:rsidRPr="00DE7C38">
        <w:rPr>
          <w:rFonts w:ascii="BMitra" w:cs="B Koodak"/>
          <w:sz w:val="26"/>
          <w:szCs w:val="26"/>
        </w:rPr>
        <w:t>:</w:t>
      </w:r>
    </w:p>
    <w:p w14:paraId="7D9AEE53" w14:textId="6311AAEA" w:rsidR="003F2C69" w:rsidRPr="00DE7C38" w:rsidRDefault="007D4939" w:rsidP="007D493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  <w:rtl/>
        </w:rPr>
      </w:pPr>
      <w:r>
        <w:rPr>
          <w:rFonts w:ascii="BMitra" w:cs="B Koodak" w:hint="cs"/>
          <w:sz w:val="26"/>
          <w:szCs w:val="26"/>
          <w:rtl/>
        </w:rPr>
        <w:t>دانش آموزان پایه ششم</w:t>
      </w:r>
      <w:r w:rsidR="003F2C69" w:rsidRPr="00DE7C38">
        <w:rPr>
          <w:rFonts w:ascii="BMitra" w:cs="B Koodak"/>
          <w:sz w:val="26"/>
          <w:szCs w:val="26"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دوره</w:t>
      </w:r>
      <w:r w:rsidR="003F2C69" w:rsidRPr="00DE7C38">
        <w:rPr>
          <w:rFonts w:ascii="BMitra" w:cs="B Koodak"/>
          <w:sz w:val="26"/>
          <w:szCs w:val="26"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ي</w:t>
      </w:r>
      <w:r w:rsidR="003F2C69" w:rsidRPr="00DE7C38">
        <w:rPr>
          <w:rFonts w:ascii="BMitra" w:cs="B Koodak"/>
          <w:sz w:val="26"/>
          <w:szCs w:val="26"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ابتدائي</w:t>
      </w:r>
      <w:r w:rsidRPr="00DE7C38">
        <w:rPr>
          <w:rFonts w:ascii="BMitra" w:cs="B Koodak" w:hint="cs"/>
          <w:sz w:val="26"/>
          <w:szCs w:val="26"/>
          <w:rtl/>
        </w:rPr>
        <w:t>؛</w:t>
      </w:r>
    </w:p>
    <w:p w14:paraId="3BB5DC51" w14:textId="2BC72E0A" w:rsidR="003F2C69" w:rsidRPr="00DE7C38" w:rsidRDefault="003F2C69" w:rsidP="003F2C6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دانش آموزان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دوره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متوسطه</w:t>
      </w:r>
      <w:r w:rsidRPr="00DE7C38">
        <w:rPr>
          <w:rFonts w:cs="B Koodak" w:hint="cs"/>
          <w:sz w:val="26"/>
          <w:szCs w:val="26"/>
          <w:rtl/>
        </w:rPr>
        <w:t xml:space="preserve"> اول و دوم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4AD1D422" w14:textId="2BF7D241" w:rsidR="003F2C69" w:rsidRPr="00DE7C38" w:rsidRDefault="003F2C69" w:rsidP="003F2C6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  <w:rtl/>
        </w:rPr>
      </w:pPr>
      <w:r w:rsidRPr="00DE7C38">
        <w:rPr>
          <w:rFonts w:ascii="BMitra" w:cs="B Koodak" w:hint="cs"/>
          <w:sz w:val="26"/>
          <w:szCs w:val="26"/>
          <w:rtl/>
        </w:rPr>
        <w:t>هنرجويان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هنرستان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فني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حرفه 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كاردانش</w:t>
      </w:r>
      <w:r w:rsidRPr="00DE7C38">
        <w:rPr>
          <w:rFonts w:ascii="BMitra" w:cs="B Koodak"/>
          <w:sz w:val="26"/>
          <w:szCs w:val="26"/>
        </w:rPr>
        <w:t xml:space="preserve">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2BCA558A" w14:textId="0CD1999E" w:rsidR="00BE71E8" w:rsidRPr="00594D48" w:rsidRDefault="00C67E69" w:rsidP="00594D4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TitrBold" w:cs="B Koodak"/>
          <w:color w:val="00B0F0"/>
          <w:sz w:val="26"/>
          <w:szCs w:val="26"/>
          <w:rtl/>
        </w:rPr>
      </w:pPr>
      <w:r w:rsidRPr="00D74C71">
        <w:rPr>
          <w:rFonts w:ascii="BTitrBold" w:cs="B Koodak" w:hint="cs"/>
          <w:sz w:val="26"/>
          <w:szCs w:val="26"/>
          <w:rtl/>
        </w:rPr>
        <w:t>شرکتها و موسسات علمی و آموزشی</w:t>
      </w:r>
      <w:r w:rsidR="005965DD" w:rsidRPr="00D74C71">
        <w:rPr>
          <w:rFonts w:ascii="BTitrBold" w:cs="B Koodak" w:hint="cs"/>
          <w:sz w:val="26"/>
          <w:szCs w:val="26"/>
          <w:rtl/>
        </w:rPr>
        <w:t xml:space="preserve">، </w:t>
      </w:r>
      <w:r w:rsidRPr="00D74C71">
        <w:rPr>
          <w:rFonts w:ascii="BTitrBold" w:cs="B Koodak" w:hint="cs"/>
          <w:sz w:val="26"/>
          <w:szCs w:val="26"/>
          <w:rtl/>
        </w:rPr>
        <w:t xml:space="preserve"> فعال در امر تولید محتوای الکترونیکی </w:t>
      </w:r>
      <w:r w:rsidR="0043686A" w:rsidRPr="00D74C71">
        <w:rPr>
          <w:rFonts w:ascii="BTitrBold" w:cs="B Koodak" w:hint="cs"/>
          <w:sz w:val="26"/>
          <w:szCs w:val="26"/>
          <w:rtl/>
        </w:rPr>
        <w:t xml:space="preserve">دولتی و غیر دولتی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</w:p>
    <w:p w14:paraId="1B7F90D3" w14:textId="77777777" w:rsidR="003F2C69" w:rsidRDefault="003F2C69" w:rsidP="009407E4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</w:p>
    <w:p w14:paraId="27D575BD" w14:textId="0E6045D3" w:rsidR="009407E4" w:rsidRPr="00DE7C38" w:rsidRDefault="009407E4" w:rsidP="009407E4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9407E4">
        <w:rPr>
          <w:rFonts w:ascii="BTitrBold" w:cs="B Titr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نحوۀ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شركت</w:t>
      </w:r>
      <w:r w:rsidRPr="00DE7C38">
        <w:rPr>
          <w:rFonts w:ascii="BTitrBold" w:cs="B Titr"/>
          <w:b/>
          <w:bCs/>
          <w:sz w:val="26"/>
          <w:szCs w:val="26"/>
        </w:rPr>
        <w:t>:</w:t>
      </w:r>
    </w:p>
    <w:p w14:paraId="43129440" w14:textId="33436F72" w:rsidR="009407E4" w:rsidRPr="00DE7C38" w:rsidRDefault="009407E4" w:rsidP="009407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مراجعه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بخش ثبت نام 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ج</w:t>
      </w:r>
      <w:r w:rsidR="007D4939">
        <w:rPr>
          <w:rFonts w:ascii="BMitra" w:cs="B Koodak" w:hint="cs"/>
          <w:sz w:val="26"/>
          <w:szCs w:val="26"/>
          <w:rtl/>
        </w:rPr>
        <w:t xml:space="preserve">شنوارۀ توليد محتواي الكترونيكي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="007D4939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 xml:space="preserve">شبکه ملی مدارس ایران رشد به نشانی  </w:t>
      </w:r>
      <w:hyperlink r:id="rId8" w:history="1">
        <w:r w:rsidRPr="00DE7C38">
          <w:rPr>
            <w:rStyle w:val="Hyperlink"/>
            <w:rFonts w:ascii="BMitra" w:cs="B Koodak"/>
            <w:color w:val="auto"/>
            <w:sz w:val="26"/>
            <w:szCs w:val="26"/>
          </w:rPr>
          <w:t>Roshd.ir</w:t>
        </w:r>
      </w:hyperlink>
      <w:r w:rsidRPr="00DE7C38">
        <w:rPr>
          <w:rFonts w:ascii="BMitra" w:cs="B Koodak" w:hint="cs"/>
          <w:sz w:val="26"/>
          <w:szCs w:val="26"/>
          <w:rtl/>
        </w:rPr>
        <w:t xml:space="preserve"> </w:t>
      </w:r>
      <w:r w:rsidR="007D4939" w:rsidRPr="00DE7C38">
        <w:rPr>
          <w:rFonts w:ascii="BMitra" w:cs="B Koodak" w:hint="cs"/>
          <w:sz w:val="26"/>
          <w:szCs w:val="26"/>
          <w:rtl/>
        </w:rPr>
        <w:t>؛</w:t>
      </w:r>
      <w:r w:rsidRPr="00DE7C38">
        <w:rPr>
          <w:rFonts w:ascii="BMitra" w:cs="B Koodak" w:hint="cs"/>
          <w:sz w:val="26"/>
          <w:szCs w:val="26"/>
          <w:rtl/>
        </w:rPr>
        <w:t xml:space="preserve">  </w:t>
      </w:r>
    </w:p>
    <w:p w14:paraId="3ACE24C1" w14:textId="77777777" w:rsidR="009407E4" w:rsidRPr="00DE7C38" w:rsidRDefault="009407E4" w:rsidP="009407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مطالعۀ راهنما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تكميل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شركت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جشنواره (ثبت نام)</w:t>
      </w:r>
      <w:r w:rsidRPr="00DE7C38">
        <w:rPr>
          <w:rFonts w:cs="B Koodak" w:hint="cs"/>
          <w:sz w:val="26"/>
          <w:szCs w:val="26"/>
          <w:rtl/>
        </w:rPr>
        <w:t>؛</w:t>
      </w:r>
    </w:p>
    <w:p w14:paraId="1164E139" w14:textId="77777777" w:rsidR="009407E4" w:rsidRPr="00DE7C38" w:rsidRDefault="009407E4" w:rsidP="009407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دريافت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رهگيري</w:t>
      </w:r>
      <w:r w:rsidRPr="00DE7C38">
        <w:rPr>
          <w:rFonts w:cs="B Koodak" w:hint="cs"/>
          <w:sz w:val="26"/>
          <w:szCs w:val="26"/>
          <w:rtl/>
        </w:rPr>
        <w:t>؛</w:t>
      </w:r>
    </w:p>
    <w:p w14:paraId="6A854F4C" w14:textId="4E85FC2A" w:rsidR="004A2D8F" w:rsidRPr="00F50E46" w:rsidRDefault="00DD5008" w:rsidP="007D493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>
        <w:rPr>
          <w:rFonts w:ascii="BMitra" w:cs="B Koodak" w:hint="cs"/>
          <w:sz w:val="26"/>
          <w:szCs w:val="26"/>
          <w:rtl/>
        </w:rPr>
        <w:t>بارگذ</w:t>
      </w:r>
      <w:r w:rsidR="009407E4" w:rsidRPr="00F50E46">
        <w:rPr>
          <w:rFonts w:ascii="BMitra" w:cs="B Koodak" w:hint="cs"/>
          <w:sz w:val="26"/>
          <w:szCs w:val="26"/>
          <w:rtl/>
        </w:rPr>
        <w:t xml:space="preserve">اری محصول در </w:t>
      </w:r>
      <w:r w:rsidR="007D4939">
        <w:rPr>
          <w:rFonts w:ascii="BMitra" w:cs="B Koodak" w:hint="cs"/>
          <w:sz w:val="26"/>
          <w:szCs w:val="26"/>
          <w:rtl/>
        </w:rPr>
        <w:t>بخش</w:t>
      </w:r>
      <w:r w:rsidR="009407E4" w:rsidRPr="00F50E46">
        <w:rPr>
          <w:rFonts w:ascii="BMitra" w:cs="B Koodak" w:hint="cs"/>
          <w:sz w:val="26"/>
          <w:szCs w:val="26"/>
          <w:rtl/>
        </w:rPr>
        <w:t xml:space="preserve"> جشنواره تولید محتوا توسط دانش آموزان ،</w:t>
      </w:r>
      <w:r w:rsidR="007D4939">
        <w:rPr>
          <w:rFonts w:ascii="BMitra" w:cs="B Koodak" w:hint="cs"/>
          <w:sz w:val="26"/>
          <w:szCs w:val="26"/>
          <w:rtl/>
        </w:rPr>
        <w:t xml:space="preserve">دانشجویان، </w:t>
      </w:r>
      <w:r w:rsidR="009407E4" w:rsidRPr="00F50E46">
        <w:rPr>
          <w:rFonts w:ascii="BMitra" w:cs="B Koodak" w:hint="cs"/>
          <w:sz w:val="26"/>
          <w:szCs w:val="26"/>
          <w:rtl/>
        </w:rPr>
        <w:t>فرهنگیان (معلمان ؛ هنرآموزان ؛</w:t>
      </w:r>
      <w:r w:rsidR="00F50E46" w:rsidRPr="00F50E46">
        <w:rPr>
          <w:rFonts w:ascii="BMitra" w:cs="B Koodak" w:hint="cs"/>
          <w:sz w:val="26"/>
          <w:szCs w:val="26"/>
          <w:rtl/>
        </w:rPr>
        <w:t xml:space="preserve">كارشناسان و </w:t>
      </w:r>
      <w:r w:rsidR="009407E4" w:rsidRPr="00F50E46">
        <w:rPr>
          <w:rFonts w:ascii="BMitra" w:cs="B Koodak" w:hint="cs"/>
          <w:sz w:val="26"/>
          <w:szCs w:val="26"/>
          <w:rtl/>
        </w:rPr>
        <w:t xml:space="preserve">کارکنان آموزشی شاغل در ادارات ) و </w:t>
      </w:r>
      <w:r w:rsidR="00F50E46" w:rsidRPr="00F50E46">
        <w:rPr>
          <w:rFonts w:ascii="BMitra" w:cs="B Koodak" w:hint="cs"/>
          <w:sz w:val="26"/>
          <w:szCs w:val="26"/>
          <w:rtl/>
        </w:rPr>
        <w:t xml:space="preserve">شركت ها و موسسات علمي آموزشي </w:t>
      </w:r>
      <w:r w:rsidR="007D4939">
        <w:rPr>
          <w:rFonts w:ascii="BMitra" w:cs="B Koodak" w:hint="cs"/>
          <w:sz w:val="26"/>
          <w:szCs w:val="26"/>
          <w:rtl/>
        </w:rPr>
        <w:t>.</w:t>
      </w:r>
    </w:p>
    <w:p w14:paraId="2769128C" w14:textId="77777777" w:rsidR="004A2D8F" w:rsidRPr="00DE7C38" w:rsidRDefault="004A2D8F" w:rsidP="004A2D8F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شرايط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عمومي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آثار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توليدي</w:t>
      </w:r>
      <w:r w:rsidRPr="00DE7C38">
        <w:rPr>
          <w:rFonts w:ascii="BTitrBold" w:cs="B Titr"/>
          <w:b/>
          <w:bCs/>
          <w:sz w:val="26"/>
          <w:szCs w:val="26"/>
        </w:rPr>
        <w:t xml:space="preserve"> :</w:t>
      </w:r>
    </w:p>
    <w:p w14:paraId="07E3BD1B" w14:textId="75AB671D" w:rsidR="003F2C69" w:rsidRDefault="00133410" w:rsidP="007D493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>با عنایت به ضرورت قرار گرفتن آثار متنخب در رمزینه پاسخ سریع (</w:t>
      </w:r>
      <w:r>
        <w:rPr>
          <w:rFonts w:asciiTheme="minorHAnsi" w:hAnsiTheme="minorHAnsi" w:cs="B Koodak"/>
          <w:sz w:val="26"/>
          <w:szCs w:val="26"/>
        </w:rPr>
        <w:t>QR-CODE</w:t>
      </w:r>
      <w:r>
        <w:rPr>
          <w:rFonts w:asciiTheme="minorHAnsi" w:hAnsiTheme="minorHAnsi" w:cs="B Koodak" w:hint="cs"/>
          <w:sz w:val="26"/>
          <w:szCs w:val="26"/>
          <w:rtl/>
        </w:rPr>
        <w:t xml:space="preserve">) ضروری است </w:t>
      </w:r>
      <w:r>
        <w:rPr>
          <w:rFonts w:ascii="BMitra" w:cs="B Koodak" w:hint="cs"/>
          <w:sz w:val="26"/>
          <w:szCs w:val="26"/>
          <w:rtl/>
        </w:rPr>
        <w:t>كليه آثار ارائه شده به تفكيك پايه، كتاب، درس و موضوع</w:t>
      </w:r>
      <w:r w:rsidR="003F2C69">
        <w:rPr>
          <w:rFonts w:ascii="BMitra" w:cs="B Koodak" w:hint="cs"/>
          <w:sz w:val="26"/>
          <w:szCs w:val="26"/>
          <w:rtl/>
        </w:rPr>
        <w:t xml:space="preserve"> </w:t>
      </w:r>
      <w:r>
        <w:rPr>
          <w:rFonts w:ascii="BMitra" w:cs="B Koodak" w:hint="cs"/>
          <w:sz w:val="26"/>
          <w:szCs w:val="26"/>
          <w:rtl/>
        </w:rPr>
        <w:t xml:space="preserve">در </w:t>
      </w:r>
      <w:r w:rsidR="003F2C69">
        <w:rPr>
          <w:rFonts w:ascii="BMitra" w:cs="B Koodak" w:hint="cs"/>
          <w:sz w:val="26"/>
          <w:szCs w:val="26"/>
          <w:rtl/>
        </w:rPr>
        <w:t>دوره ابتدايي، متوسطه اول، متوسطه دوم</w:t>
      </w:r>
      <w:r w:rsidR="00594D48">
        <w:rPr>
          <w:rStyle w:val="FootnoteReference"/>
          <w:rFonts w:ascii="BMitra" w:cs="B Koodak"/>
          <w:sz w:val="26"/>
          <w:szCs w:val="26"/>
          <w:rtl/>
        </w:rPr>
        <w:footnoteReference w:id="3"/>
      </w:r>
      <w:r w:rsidR="003F2C69">
        <w:rPr>
          <w:rFonts w:ascii="BMitra" w:cs="B Koodak" w:hint="cs"/>
          <w:sz w:val="26"/>
          <w:szCs w:val="26"/>
          <w:rtl/>
        </w:rPr>
        <w:t>( شاخه نظري، فني حرفه اي و كاردانش</w:t>
      </w:r>
      <w:r w:rsidR="00D82D7B">
        <w:rPr>
          <w:rStyle w:val="FootnoteReference"/>
          <w:rFonts w:ascii="BMitra" w:cs="B Koodak"/>
          <w:sz w:val="26"/>
          <w:szCs w:val="26"/>
          <w:rtl/>
        </w:rPr>
        <w:footnoteReference w:id="4"/>
      </w:r>
      <w:r w:rsidR="003F2C69">
        <w:rPr>
          <w:rFonts w:ascii="BMitra" w:cs="B Koodak" w:hint="cs"/>
          <w:sz w:val="26"/>
          <w:szCs w:val="26"/>
          <w:rtl/>
        </w:rPr>
        <w:t>) تولي</w:t>
      </w:r>
      <w:r w:rsidR="00DD5008">
        <w:rPr>
          <w:rFonts w:ascii="BMitra" w:cs="B Koodak" w:hint="cs"/>
          <w:sz w:val="26"/>
          <w:szCs w:val="26"/>
          <w:rtl/>
        </w:rPr>
        <w:t>د و در</w:t>
      </w:r>
      <w:r w:rsidR="007D4939">
        <w:rPr>
          <w:rFonts w:ascii="BMitra" w:cs="B Koodak" w:hint="cs"/>
          <w:sz w:val="26"/>
          <w:szCs w:val="26"/>
          <w:rtl/>
        </w:rPr>
        <w:t xml:space="preserve">بخش جشنواره </w:t>
      </w:r>
      <w:r w:rsidR="00DD5008">
        <w:rPr>
          <w:rFonts w:ascii="BMitra" w:cs="B Koodak" w:hint="cs"/>
          <w:sz w:val="26"/>
          <w:szCs w:val="26"/>
          <w:rtl/>
        </w:rPr>
        <w:t>سامانه شبكه ملي رشد بارگذ</w:t>
      </w:r>
      <w:r w:rsidR="003F2C69">
        <w:rPr>
          <w:rFonts w:ascii="BMitra" w:cs="B Koodak" w:hint="cs"/>
          <w:sz w:val="26"/>
          <w:szCs w:val="26"/>
          <w:rtl/>
        </w:rPr>
        <w:t>اري شود</w:t>
      </w:r>
      <w:r w:rsidR="00F50E46">
        <w:rPr>
          <w:rStyle w:val="FootnoteReference"/>
          <w:rFonts w:ascii="BMitra" w:cs="B Koodak"/>
          <w:sz w:val="26"/>
          <w:szCs w:val="26"/>
          <w:rtl/>
        </w:rPr>
        <w:footnoteReference w:id="5"/>
      </w:r>
      <w:r w:rsidR="003F2C69">
        <w:rPr>
          <w:rFonts w:ascii="BMitra" w:cs="B Koodak" w:hint="cs"/>
          <w:sz w:val="26"/>
          <w:szCs w:val="26"/>
          <w:rtl/>
        </w:rPr>
        <w:t>.</w:t>
      </w:r>
    </w:p>
    <w:p w14:paraId="18DC2503" w14:textId="4D911CE1" w:rsidR="00623E1A" w:rsidRDefault="008E78B4" w:rsidP="003F2C6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lastRenderedPageBreak/>
        <w:t xml:space="preserve">آثار </w:t>
      </w:r>
      <w:r w:rsidR="00623E1A" w:rsidRPr="00DE7C38">
        <w:rPr>
          <w:rFonts w:ascii="BMitra" w:cs="B Koodak" w:hint="cs"/>
          <w:sz w:val="26"/>
          <w:szCs w:val="26"/>
          <w:rtl/>
        </w:rPr>
        <w:t>توليدي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بايد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محصول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فعاليت</w:t>
      </w:r>
      <w:r w:rsidR="00BB73A6" w:rsidRPr="00DE7C38">
        <w:rPr>
          <w:rFonts w:ascii="BMitra" w:cs="B Koodak" w:hint="cs"/>
          <w:sz w:val="26"/>
          <w:szCs w:val="26"/>
          <w:rtl/>
        </w:rPr>
        <w:t xml:space="preserve"> خلاقانه 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فردي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و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يا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گروهي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،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معلمان،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دانشجويان</w:t>
      </w:r>
      <w:r w:rsidR="003F2C69">
        <w:rPr>
          <w:rFonts w:ascii="BMitra" w:cs="B Koodak" w:hint="cs"/>
          <w:sz w:val="26"/>
          <w:szCs w:val="26"/>
          <w:rtl/>
        </w:rPr>
        <w:t>،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مدرسان</w:t>
      </w:r>
      <w:r w:rsidR="00DD5008">
        <w:rPr>
          <w:rFonts w:ascii="BMitra" w:cs="B Koodak" w:hint="cs"/>
          <w:sz w:val="26"/>
          <w:szCs w:val="26"/>
          <w:rtl/>
        </w:rPr>
        <w:t>،</w:t>
      </w:r>
      <w:r w:rsidR="003F2C69" w:rsidRPr="003F2C69">
        <w:rPr>
          <w:rFonts w:ascii="BMitra" w:cs="B Koodak" w:hint="cs"/>
          <w:sz w:val="26"/>
          <w:szCs w:val="26"/>
          <w:rtl/>
        </w:rPr>
        <w:t xml:space="preserve"> </w:t>
      </w:r>
      <w:r w:rsidR="003F2C69" w:rsidRPr="00DE7C38">
        <w:rPr>
          <w:rFonts w:ascii="BMitra" w:cs="B Koodak" w:hint="cs"/>
          <w:sz w:val="26"/>
          <w:szCs w:val="26"/>
          <w:rtl/>
        </w:rPr>
        <w:t>دانش آموزان</w:t>
      </w:r>
      <w:r w:rsidR="00DD5008">
        <w:rPr>
          <w:rFonts w:ascii="BMitra" w:cs="B Koodak" w:hint="cs"/>
          <w:sz w:val="26"/>
          <w:szCs w:val="26"/>
          <w:rtl/>
        </w:rPr>
        <w:t xml:space="preserve"> وموسسات و شرکتهای علمی و آموزشی 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3F2C69">
        <w:rPr>
          <w:rFonts w:ascii="BMitra" w:cs="B Koodak" w:hint="cs"/>
          <w:sz w:val="26"/>
          <w:szCs w:val="26"/>
          <w:rtl/>
        </w:rPr>
        <w:t>باشد.</w:t>
      </w:r>
    </w:p>
    <w:p w14:paraId="5084B1F1" w14:textId="2EE1ABD2" w:rsidR="005A3639" w:rsidRPr="005A3639" w:rsidRDefault="005A3639" w:rsidP="003F2C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Mitra" w:cs="B Koodak"/>
          <w:sz w:val="26"/>
          <w:szCs w:val="26"/>
        </w:rPr>
      </w:pPr>
      <w:r w:rsidRPr="005A3639">
        <w:rPr>
          <w:rFonts w:ascii="BMitra" w:cs="B Titr" w:hint="cs"/>
          <w:sz w:val="24"/>
          <w:szCs w:val="24"/>
          <w:rtl/>
        </w:rPr>
        <w:t>تبصره  :</w:t>
      </w:r>
      <w:r w:rsidRPr="005A3639">
        <w:rPr>
          <w:rFonts w:ascii="BMitra" w:cs="B Koodak" w:hint="cs"/>
          <w:sz w:val="26"/>
          <w:szCs w:val="26"/>
          <w:rtl/>
        </w:rPr>
        <w:t xml:space="preserve"> تولید کننده</w:t>
      </w:r>
      <w:r>
        <w:rPr>
          <w:rFonts w:ascii="BMitra" w:cs="B Koodak" w:hint="cs"/>
          <w:sz w:val="26"/>
          <w:szCs w:val="26"/>
          <w:rtl/>
        </w:rPr>
        <w:t xml:space="preserve"> (تولید کنندگان ) </w:t>
      </w:r>
      <w:r w:rsidRPr="005A3639">
        <w:rPr>
          <w:rFonts w:ascii="BMitra" w:cs="B Koodak" w:hint="cs"/>
          <w:sz w:val="26"/>
          <w:szCs w:val="26"/>
          <w:rtl/>
        </w:rPr>
        <w:t xml:space="preserve"> متعهد </w:t>
      </w:r>
      <w:r w:rsidR="003F2C69">
        <w:rPr>
          <w:rFonts w:ascii="BMitra" w:cs="B Koodak" w:hint="cs"/>
          <w:sz w:val="26"/>
          <w:szCs w:val="26"/>
          <w:rtl/>
        </w:rPr>
        <w:t>است</w:t>
      </w:r>
      <w:r w:rsidRPr="005A3639">
        <w:rPr>
          <w:rFonts w:ascii="BMitra" w:cs="B Koodak" w:hint="cs"/>
          <w:sz w:val="26"/>
          <w:szCs w:val="26"/>
          <w:rtl/>
        </w:rPr>
        <w:t xml:space="preserve"> در اثر تولیدی خود</w:t>
      </w:r>
      <w:r w:rsidR="007D4939">
        <w:rPr>
          <w:rFonts w:ascii="BMitra" w:cs="B Koodak" w:hint="cs"/>
          <w:sz w:val="26"/>
          <w:szCs w:val="26"/>
          <w:rtl/>
        </w:rPr>
        <w:t xml:space="preserve"> ، </w:t>
      </w:r>
      <w:r w:rsidRPr="005A3639">
        <w:rPr>
          <w:rFonts w:ascii="BMitra" w:cs="B Koodak" w:hint="cs"/>
          <w:b/>
          <w:bCs/>
          <w:sz w:val="26"/>
          <w:szCs w:val="26"/>
          <w:rtl/>
        </w:rPr>
        <w:t>حق مالکیت فکری و</w:t>
      </w:r>
      <w:r w:rsidR="007D4939">
        <w:rPr>
          <w:rFonts w:ascii="BMitra" w:cs="B Koodak" w:hint="cs"/>
          <w:b/>
          <w:bCs/>
          <w:sz w:val="26"/>
          <w:szCs w:val="26"/>
          <w:rtl/>
        </w:rPr>
        <w:t xml:space="preserve"> </w:t>
      </w:r>
      <w:r w:rsidRPr="005A3639">
        <w:rPr>
          <w:rFonts w:ascii="BMitra" w:cs="B Koodak" w:hint="cs"/>
          <w:b/>
          <w:bCs/>
          <w:sz w:val="26"/>
          <w:szCs w:val="26"/>
          <w:rtl/>
        </w:rPr>
        <w:t xml:space="preserve">معنوی </w:t>
      </w:r>
      <w:r w:rsidRPr="005A3639">
        <w:rPr>
          <w:rFonts w:ascii="BMitra" w:cs="B Koodak" w:hint="cs"/>
          <w:sz w:val="26"/>
          <w:szCs w:val="26"/>
          <w:rtl/>
        </w:rPr>
        <w:t xml:space="preserve">را رعایت </w:t>
      </w:r>
      <w:r w:rsidR="003F2C69">
        <w:rPr>
          <w:rFonts w:ascii="BMitra" w:cs="B Koodak" w:hint="cs"/>
          <w:sz w:val="26"/>
          <w:szCs w:val="26"/>
          <w:rtl/>
        </w:rPr>
        <w:t>نمايد.</w:t>
      </w:r>
    </w:p>
    <w:p w14:paraId="0DAB39D4" w14:textId="77777777" w:rsidR="00BF5B29" w:rsidRPr="00DE7C38" w:rsidRDefault="00BF5B29" w:rsidP="00F80AC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 xml:space="preserve">محتوای ارائه شده </w:t>
      </w:r>
      <w:r w:rsidRPr="00DE7C38">
        <w:rPr>
          <w:rFonts w:ascii="BMitra" w:cs="B Koodak" w:hint="cs"/>
          <w:b/>
          <w:bCs/>
          <w:sz w:val="26"/>
          <w:szCs w:val="26"/>
          <w:u w:val="single"/>
          <w:rtl/>
        </w:rPr>
        <w:t xml:space="preserve"> نباید</w:t>
      </w:r>
      <w:r w:rsidRPr="00DE7C38">
        <w:rPr>
          <w:rFonts w:ascii="BMitra" w:cs="B Koodak" w:hint="cs"/>
          <w:sz w:val="26"/>
          <w:szCs w:val="26"/>
          <w:rtl/>
        </w:rPr>
        <w:t xml:space="preserve"> ترجمه یک محتوای غیر </w:t>
      </w:r>
      <w:r w:rsidR="00F80AC0" w:rsidRPr="00DE7C38">
        <w:rPr>
          <w:rFonts w:ascii="BMitra" w:cs="B Koodak" w:hint="cs"/>
          <w:sz w:val="26"/>
          <w:szCs w:val="26"/>
          <w:rtl/>
        </w:rPr>
        <w:t xml:space="preserve">فارسی </w:t>
      </w:r>
      <w:r w:rsidRPr="00DE7C38">
        <w:rPr>
          <w:rFonts w:ascii="BMitra" w:cs="B Koodak" w:hint="cs"/>
          <w:sz w:val="26"/>
          <w:szCs w:val="26"/>
          <w:rtl/>
        </w:rPr>
        <w:t xml:space="preserve"> باشد.</w:t>
      </w:r>
    </w:p>
    <w:p w14:paraId="7CD6343B" w14:textId="515ACBE7" w:rsidR="00623E1A" w:rsidRPr="00DE7C38" w:rsidRDefault="00623E1A" w:rsidP="003F2C6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موضوع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ارائه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شده</w:t>
      </w:r>
      <w:r w:rsidRPr="00DE7C38">
        <w:rPr>
          <w:rFonts w:ascii="BMitra" w:cs="B Koodak"/>
          <w:sz w:val="26"/>
          <w:szCs w:val="26"/>
        </w:rPr>
        <w:t xml:space="preserve"> </w:t>
      </w:r>
      <w:r w:rsidR="00BB73A6" w:rsidRPr="00DE7C38">
        <w:rPr>
          <w:rFonts w:ascii="BMitra" w:cs="B Koodak" w:hint="cs"/>
          <w:sz w:val="26"/>
          <w:szCs w:val="26"/>
          <w:rtl/>
        </w:rPr>
        <w:t xml:space="preserve">از طریق آثار 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پوشش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دهنده</w:t>
      </w:r>
      <w:r w:rsidR="00DD500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/>
          <w:sz w:val="26"/>
          <w:szCs w:val="26"/>
        </w:rPr>
        <w:t xml:space="preserve"> </w:t>
      </w:r>
      <w:r w:rsidR="003F2C69">
        <w:rPr>
          <w:rFonts w:ascii="BMitra" w:cs="B Koodak" w:hint="cs"/>
          <w:sz w:val="26"/>
          <w:szCs w:val="26"/>
          <w:rtl/>
        </w:rPr>
        <w:t>بخش</w:t>
      </w:r>
      <w:r w:rsidRPr="00DE7C38">
        <w:rPr>
          <w:rFonts w:ascii="BMitra" w:cs="B Koodak"/>
          <w:sz w:val="26"/>
          <w:szCs w:val="26"/>
        </w:rPr>
        <w:t xml:space="preserve"> </w:t>
      </w:r>
      <w:r w:rsidR="006E64BB" w:rsidRPr="00DE7C38">
        <w:rPr>
          <w:rFonts w:ascii="BMitra" w:cs="B Koodak" w:hint="cs"/>
          <w:sz w:val="26"/>
          <w:szCs w:val="26"/>
          <w:rtl/>
        </w:rPr>
        <w:t xml:space="preserve">مورد نظر </w:t>
      </w:r>
      <w:r w:rsidRPr="00DE7C38">
        <w:rPr>
          <w:rFonts w:ascii="BMitra" w:cs="B Koodak" w:hint="cs"/>
          <w:sz w:val="26"/>
          <w:szCs w:val="26"/>
          <w:rtl/>
        </w:rPr>
        <w:t>از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كتاب</w:t>
      </w:r>
      <w:r w:rsidR="0066362D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="00102680" w:rsidRPr="00DE7C38">
        <w:rPr>
          <w:rFonts w:ascii="BMitra" w:cs="B Koodak" w:hint="cs"/>
          <w:sz w:val="26"/>
          <w:szCs w:val="26"/>
          <w:rtl/>
        </w:rPr>
        <w:t>درسی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باشد</w:t>
      </w:r>
      <w:r w:rsidR="00DC3D5B" w:rsidRPr="00DE7C38">
        <w:rPr>
          <w:rFonts w:ascii="BMitra" w:cs="B Koodak" w:hint="cs"/>
          <w:sz w:val="26"/>
          <w:szCs w:val="26"/>
          <w:rtl/>
        </w:rPr>
        <w:t>(حداقل یک موضوع وحداکثر پنج موضوع)</w:t>
      </w:r>
      <w:r w:rsidR="003F2C69">
        <w:rPr>
          <w:rFonts w:ascii="BMitra" w:cs="B Koodak" w:hint="cs"/>
          <w:sz w:val="26"/>
          <w:szCs w:val="26"/>
          <w:rtl/>
        </w:rPr>
        <w:t>.</w:t>
      </w:r>
    </w:p>
    <w:p w14:paraId="409EC0CE" w14:textId="63F73A94" w:rsidR="00623E1A" w:rsidRPr="00DE7C38" w:rsidRDefault="00623E1A" w:rsidP="003F2C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Titr" w:hint="cs"/>
          <w:sz w:val="26"/>
          <w:szCs w:val="26"/>
          <w:rtl/>
        </w:rPr>
        <w:t>تبصره</w:t>
      </w:r>
      <w:r w:rsidRPr="00DE7C38">
        <w:rPr>
          <w:rFonts w:ascii="BMitra" w:cs="B Titr"/>
          <w:sz w:val="26"/>
          <w:szCs w:val="26"/>
        </w:rPr>
        <w:t xml:space="preserve"> </w:t>
      </w:r>
      <w:r w:rsidRPr="00DE7C38">
        <w:rPr>
          <w:rFonts w:ascii="BMitra" w:cs="B Koodak"/>
          <w:sz w:val="26"/>
          <w:szCs w:val="26"/>
        </w:rPr>
        <w:t xml:space="preserve">: </w:t>
      </w:r>
      <w:r w:rsidRPr="00DE7C38">
        <w:rPr>
          <w:rFonts w:ascii="BMitra" w:cs="B Koodak" w:hint="cs"/>
          <w:sz w:val="26"/>
          <w:szCs w:val="26"/>
          <w:rtl/>
        </w:rPr>
        <w:t>چنانچه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محتواي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ارائه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شده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صورت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بازي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سرگرمي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توليد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شده</w:t>
      </w:r>
      <w:r w:rsidRPr="00DE7C38">
        <w:rPr>
          <w:rFonts w:ascii="BMitra" w:cs="B Koodak"/>
          <w:sz w:val="26"/>
          <w:szCs w:val="26"/>
        </w:rPr>
        <w:t xml:space="preserve"> </w:t>
      </w:r>
      <w:r w:rsidR="003F2C69">
        <w:rPr>
          <w:rFonts w:ascii="BMitra" w:cs="B Koodak" w:hint="cs"/>
          <w:sz w:val="26"/>
          <w:szCs w:val="26"/>
          <w:rtl/>
        </w:rPr>
        <w:t>باشد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ضمن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هدفمند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بودن</w:t>
      </w:r>
      <w:r w:rsidR="003F2C69">
        <w:rPr>
          <w:rFonts w:ascii="BMitra" w:cs="B Koodak" w:hint="cs"/>
          <w:sz w:val="26"/>
          <w:szCs w:val="26"/>
          <w:rtl/>
        </w:rPr>
        <w:t>،</w:t>
      </w:r>
      <w:r w:rsidRPr="00DE7C38">
        <w:rPr>
          <w:rFonts w:ascii="BMitra" w:cs="B Koodak"/>
          <w:sz w:val="26"/>
          <w:szCs w:val="26"/>
        </w:rPr>
        <w:t xml:space="preserve"> </w:t>
      </w:r>
      <w:r w:rsidR="00C94030" w:rsidRPr="00DE7C38">
        <w:rPr>
          <w:rFonts w:ascii="BMitra" w:cs="B Koodak" w:hint="cs"/>
          <w:sz w:val="26"/>
          <w:szCs w:val="26"/>
          <w:rtl/>
        </w:rPr>
        <w:t xml:space="preserve">همسو با </w:t>
      </w:r>
      <w:r w:rsidR="003F2C69">
        <w:rPr>
          <w:rFonts w:ascii="BMitra" w:cs="B Koodak" w:hint="cs"/>
          <w:sz w:val="26"/>
          <w:szCs w:val="26"/>
          <w:rtl/>
        </w:rPr>
        <w:t>موضوعات</w:t>
      </w:r>
      <w:r w:rsidR="00C94030" w:rsidRPr="00DE7C38">
        <w:rPr>
          <w:rFonts w:ascii="BMitra" w:cs="B Koodak" w:hint="cs"/>
          <w:sz w:val="26"/>
          <w:szCs w:val="26"/>
          <w:rtl/>
        </w:rPr>
        <w:t xml:space="preserve"> کتاب های درسی باشد</w:t>
      </w:r>
      <w:r w:rsidRPr="00DE7C38">
        <w:rPr>
          <w:rFonts w:ascii="BMitra" w:cs="B Koodak"/>
          <w:sz w:val="26"/>
          <w:szCs w:val="26"/>
        </w:rPr>
        <w:t>.</w:t>
      </w:r>
    </w:p>
    <w:p w14:paraId="255784F7" w14:textId="77777777" w:rsidR="00BF5B29" w:rsidRPr="00DE7C38" w:rsidRDefault="00623E1A" w:rsidP="00BF5B29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امتياز</w:t>
      </w:r>
      <w:r w:rsidRPr="00DE7C38">
        <w:rPr>
          <w:rFonts w:ascii="BMitra" w:cs="B Koodak"/>
          <w:sz w:val="26"/>
          <w:szCs w:val="26"/>
        </w:rPr>
        <w:t xml:space="preserve"> </w:t>
      </w:r>
      <w:r w:rsidR="008E78B4" w:rsidRPr="00DE7C38">
        <w:rPr>
          <w:rFonts w:ascii="BMitra" w:cs="B Koodak" w:hint="cs"/>
          <w:sz w:val="26"/>
          <w:szCs w:val="26"/>
          <w:rtl/>
        </w:rPr>
        <w:t>اثر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توليدي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قبلا</w:t>
      </w:r>
      <w:r w:rsidR="008E78B4" w:rsidRPr="00DE7C38">
        <w:rPr>
          <w:rFonts w:ascii="BMitra" w:cs="B Koodak" w:hint="cs"/>
          <w:sz w:val="26"/>
          <w:szCs w:val="26"/>
          <w:rtl/>
        </w:rPr>
        <w:t>ً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هيچ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ارگان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دولتي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خصوصي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u w:val="single"/>
          <w:rtl/>
        </w:rPr>
        <w:t>واگذار</w:t>
      </w:r>
      <w:r w:rsidRPr="00DE7C38">
        <w:rPr>
          <w:rFonts w:ascii="BMitra" w:cs="B Koodak"/>
          <w:sz w:val="26"/>
          <w:szCs w:val="26"/>
          <w:u w:val="single"/>
        </w:rPr>
        <w:t xml:space="preserve"> </w:t>
      </w:r>
      <w:r w:rsidRPr="00DE7C38">
        <w:rPr>
          <w:rFonts w:ascii="BMitra" w:cs="B Koodak" w:hint="cs"/>
          <w:sz w:val="26"/>
          <w:szCs w:val="26"/>
          <w:u w:val="single"/>
          <w:rtl/>
        </w:rPr>
        <w:t>نگرديده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باشد</w:t>
      </w:r>
      <w:r w:rsidRPr="00DE7C38">
        <w:rPr>
          <w:rFonts w:ascii="BMitra" w:cs="B Koodak"/>
          <w:sz w:val="26"/>
          <w:szCs w:val="26"/>
        </w:rPr>
        <w:t>.</w:t>
      </w:r>
    </w:p>
    <w:p w14:paraId="2994C150" w14:textId="7C9EC0B4" w:rsidR="00623E1A" w:rsidRPr="00DE7C38" w:rsidRDefault="00623E1A" w:rsidP="0002696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كليه</w:t>
      </w:r>
      <w:r w:rsidRPr="00DE7C38">
        <w:rPr>
          <w:rFonts w:ascii="BMitra" w:cs="B Koodak"/>
          <w:sz w:val="26"/>
          <w:szCs w:val="26"/>
        </w:rPr>
        <w:t xml:space="preserve"> </w:t>
      </w:r>
      <w:r w:rsidR="009B02D5" w:rsidRPr="00DE7C38">
        <w:rPr>
          <w:rFonts w:ascii="BMitra" w:cs="B Koodak" w:hint="cs"/>
          <w:sz w:val="26"/>
          <w:szCs w:val="26"/>
          <w:rtl/>
        </w:rPr>
        <w:t>آثار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ارسالي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بايد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امكانات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چندرسانه اي</w:t>
      </w:r>
      <w:r w:rsidR="00DD5008">
        <w:rPr>
          <w:rFonts w:ascii="BMitra" w:cs="B Koodak" w:hint="cs"/>
          <w:sz w:val="26"/>
          <w:szCs w:val="26"/>
          <w:rtl/>
        </w:rPr>
        <w:t xml:space="preserve"> نظیر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فيلم</w:t>
      </w:r>
      <w:r w:rsidR="00026965">
        <w:rPr>
          <w:rFonts w:ascii="BMitra" w:cs="B Koodak" w:hint="cs"/>
          <w:sz w:val="26"/>
          <w:szCs w:val="26"/>
          <w:rtl/>
        </w:rPr>
        <w:t xml:space="preserve">، 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انيميشن</w:t>
      </w:r>
      <w:r w:rsidR="00026965">
        <w:rPr>
          <w:rFonts w:ascii="BMitra" w:cs="B Koodak" w:hint="cs"/>
          <w:sz w:val="26"/>
          <w:szCs w:val="26"/>
          <w:rtl/>
        </w:rPr>
        <w:t>، موشن، اينفوگراف</w:t>
      </w:r>
      <w:r w:rsidR="00DD5008">
        <w:rPr>
          <w:rFonts w:ascii="BMitra" w:cs="B Koodak" w:hint="cs"/>
          <w:sz w:val="26"/>
          <w:szCs w:val="26"/>
          <w:rtl/>
        </w:rPr>
        <w:t>ی</w:t>
      </w:r>
      <w:r w:rsidR="00026965">
        <w:rPr>
          <w:rFonts w:ascii="BMitra" w:cs="B Koodak" w:hint="cs"/>
          <w:sz w:val="26"/>
          <w:szCs w:val="26"/>
          <w:rtl/>
        </w:rPr>
        <w:t>، بازي تعاملي، تصوير سه بعدي، پادكست</w:t>
      </w:r>
      <w:r w:rsidR="00DD5008">
        <w:rPr>
          <w:rFonts w:ascii="BMitra" w:cs="B Koodak" w:hint="cs"/>
          <w:sz w:val="26"/>
          <w:szCs w:val="26"/>
          <w:rtl/>
        </w:rPr>
        <w:t xml:space="preserve"> ،صوت وگرافیک</w:t>
      </w:r>
      <w:r w:rsidRPr="00DE7C38">
        <w:rPr>
          <w:rFonts w:ascii="BMitra" w:cs="B Koodak"/>
          <w:sz w:val="26"/>
          <w:szCs w:val="26"/>
        </w:rPr>
        <w:t xml:space="preserve"> </w:t>
      </w:r>
      <w:r w:rsidR="00026965">
        <w:rPr>
          <w:rFonts w:ascii="BMitra" w:cs="B Koodak" w:hint="cs"/>
          <w:sz w:val="26"/>
          <w:szCs w:val="26"/>
          <w:rtl/>
        </w:rPr>
        <w:t>برخوردار و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م</w:t>
      </w:r>
      <w:r w:rsidR="00DD5008">
        <w:rPr>
          <w:rFonts w:ascii="BMitra" w:cs="B Koodak" w:hint="cs"/>
          <w:sz w:val="26"/>
          <w:szCs w:val="26"/>
          <w:rtl/>
        </w:rPr>
        <w:t>ت</w:t>
      </w:r>
      <w:r w:rsidR="00AB3DF0" w:rsidRPr="00DE7C38">
        <w:rPr>
          <w:rFonts w:ascii="BMitra" w:cs="B Koodak" w:hint="cs"/>
          <w:sz w:val="26"/>
          <w:szCs w:val="26"/>
          <w:rtl/>
        </w:rPr>
        <w:t>ناسب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با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موضوع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محتواي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توليد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="00AB3DF0" w:rsidRPr="00DE7C38">
        <w:rPr>
          <w:rFonts w:ascii="BMitra" w:cs="B Koodak" w:hint="cs"/>
          <w:sz w:val="26"/>
          <w:szCs w:val="26"/>
          <w:rtl/>
        </w:rPr>
        <w:t>شده</w:t>
      </w:r>
      <w:r w:rsidR="00AB3DF0"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باشد</w:t>
      </w:r>
      <w:r w:rsidRPr="00DE7C38">
        <w:rPr>
          <w:rFonts w:ascii="BMitra" w:cs="B Koodak"/>
          <w:sz w:val="26"/>
          <w:szCs w:val="26"/>
        </w:rPr>
        <w:t xml:space="preserve">. </w:t>
      </w:r>
    </w:p>
    <w:p w14:paraId="16A4203C" w14:textId="77777777" w:rsidR="00623E1A" w:rsidRPr="00DE7C38" w:rsidRDefault="00623E1A" w:rsidP="00487FD2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براي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سرعت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بخشيدن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روند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ارزيابي،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محصولات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ارسالي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Bold" w:cs="B Koodak" w:hint="cs"/>
          <w:b/>
          <w:bCs/>
          <w:sz w:val="26"/>
          <w:szCs w:val="26"/>
          <w:rtl/>
        </w:rPr>
        <w:t>نبايد</w:t>
      </w:r>
      <w:r w:rsidRPr="00DE7C38">
        <w:rPr>
          <w:rFonts w:ascii="BMitraBold" w:cs="B Koodak"/>
          <w:b/>
          <w:bCs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داراي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قفل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سخت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كلمه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عبور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باشند</w:t>
      </w:r>
      <w:r w:rsidRPr="00DE7C38">
        <w:rPr>
          <w:rFonts w:ascii="BMitra" w:cs="B Koodak"/>
          <w:sz w:val="26"/>
          <w:szCs w:val="26"/>
        </w:rPr>
        <w:t xml:space="preserve">. </w:t>
      </w:r>
    </w:p>
    <w:p w14:paraId="31756774" w14:textId="77777777" w:rsidR="00623E1A" w:rsidRPr="00DE7C38" w:rsidRDefault="00623E1A" w:rsidP="00487FD2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حتي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الامكان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افزارها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صورت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خودكار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بدون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نياز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نصب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برروي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سيستم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و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يا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نصب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خاصي</w:t>
      </w:r>
      <w:r w:rsidR="00C94030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قابل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اجرا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باشند</w:t>
      </w:r>
      <w:r w:rsidRPr="00DE7C38">
        <w:rPr>
          <w:rFonts w:ascii="BMitra" w:cs="B Koodak"/>
          <w:sz w:val="26"/>
          <w:szCs w:val="26"/>
        </w:rPr>
        <w:t xml:space="preserve">. </w:t>
      </w:r>
    </w:p>
    <w:p w14:paraId="000E95D3" w14:textId="77777777" w:rsidR="00623E1A" w:rsidRPr="00DE7C38" w:rsidRDefault="00623E1A" w:rsidP="00487FD2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B Koodak"/>
          <w:sz w:val="26"/>
          <w:szCs w:val="26"/>
        </w:rPr>
      </w:pPr>
      <w:r w:rsidRPr="00DE7C38">
        <w:rPr>
          <w:rFonts w:ascii="BMitra" w:cs="B Koodak" w:hint="cs"/>
          <w:sz w:val="26"/>
          <w:szCs w:val="26"/>
          <w:rtl/>
        </w:rPr>
        <w:t>نرم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افزارها</w:t>
      </w:r>
      <w:r w:rsidR="00AB3DF0" w:rsidRPr="00DE7C38">
        <w:rPr>
          <w:rFonts w:ascii="BMitra" w:cs="B Koodak" w:hint="cs"/>
          <w:sz w:val="26"/>
          <w:szCs w:val="26"/>
          <w:rtl/>
        </w:rPr>
        <w:t>ی تحت ویندوز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امكانات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موجود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در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رايانه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هاي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مدارس</w:t>
      </w:r>
      <w:r w:rsidRPr="00DE7C38">
        <w:rPr>
          <w:rFonts w:ascii="BMitra" w:cs="B Koodak"/>
          <w:sz w:val="26"/>
          <w:szCs w:val="26"/>
        </w:rPr>
        <w:t xml:space="preserve"> </w:t>
      </w:r>
      <w:r w:rsidR="00E360B0" w:rsidRPr="00DE7C38">
        <w:rPr>
          <w:rFonts w:ascii="BMitra" w:cs="B Koodak" w:hint="cs"/>
          <w:sz w:val="26"/>
          <w:szCs w:val="26"/>
          <w:rtl/>
        </w:rPr>
        <w:t>(</w:t>
      </w:r>
      <w:r w:rsidRPr="00DE7C38">
        <w:rPr>
          <w:rFonts w:ascii="BMitra" w:cs="B Koodak" w:hint="cs"/>
          <w:sz w:val="26"/>
          <w:szCs w:val="26"/>
          <w:rtl/>
        </w:rPr>
        <w:t>به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لحاظ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سخت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افزاري</w:t>
      </w:r>
      <w:r w:rsidR="00E360B0" w:rsidRPr="00DE7C38">
        <w:rPr>
          <w:rFonts w:ascii="BMitra" w:cs="B Koodak" w:hint="cs"/>
          <w:sz w:val="26"/>
          <w:szCs w:val="26"/>
          <w:rtl/>
        </w:rPr>
        <w:t>)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قابل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اجرا</w:t>
      </w:r>
      <w:r w:rsidRPr="00DE7C38">
        <w:rPr>
          <w:rFonts w:ascii="BMitra" w:cs="B Koodak"/>
          <w:sz w:val="26"/>
          <w:szCs w:val="26"/>
        </w:rPr>
        <w:t xml:space="preserve"> </w:t>
      </w:r>
      <w:r w:rsidRPr="00DE7C38">
        <w:rPr>
          <w:rFonts w:ascii="BMitra" w:cs="B Koodak" w:hint="cs"/>
          <w:sz w:val="26"/>
          <w:szCs w:val="26"/>
          <w:rtl/>
        </w:rPr>
        <w:t>باشند</w:t>
      </w:r>
      <w:r w:rsidR="00AB3DF0" w:rsidRPr="00DE7C38">
        <w:rPr>
          <w:rFonts w:ascii="BMitra" w:cs="B Koodak" w:hint="cs"/>
          <w:sz w:val="26"/>
          <w:szCs w:val="26"/>
          <w:rtl/>
        </w:rPr>
        <w:t xml:space="preserve">. همچنین نرم افزارهای تولید شده برای بخش یادگیری سیار ، قابلیت اجرا تحت سیستم عامل اندروید نسخه 4 و بالاتر را داشته باشند. </w:t>
      </w:r>
    </w:p>
    <w:p w14:paraId="4A967A79" w14:textId="77777777" w:rsidR="009B02D5" w:rsidRDefault="009B02D5" w:rsidP="006D0D0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Mitra" w:cs="B Koodak"/>
          <w:sz w:val="26"/>
          <w:szCs w:val="26"/>
          <w:rtl/>
        </w:rPr>
      </w:pPr>
    </w:p>
    <w:p w14:paraId="3A87E5B5" w14:textId="57B02F7A" w:rsidR="00B50A4A" w:rsidRPr="00BB7BA9" w:rsidRDefault="00B50A4A" w:rsidP="00BB7B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Mitra" w:cs="B Koodak"/>
          <w:sz w:val="26"/>
          <w:szCs w:val="26"/>
          <w:rtl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شرايط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فنی و اختصاصی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آثار</w:t>
      </w:r>
      <w:r w:rsidRPr="00DE7C38">
        <w:rPr>
          <w:rFonts w:ascii="BTitrBold" w:cs="B Titr"/>
          <w:b/>
          <w:bCs/>
          <w:sz w:val="26"/>
          <w:szCs w:val="26"/>
        </w:rPr>
        <w:t xml:space="preserve"> </w:t>
      </w:r>
      <w:r w:rsidRPr="00DE7C38">
        <w:rPr>
          <w:rFonts w:ascii="BTitrBold" w:cs="B Titr" w:hint="cs"/>
          <w:b/>
          <w:bCs/>
          <w:sz w:val="26"/>
          <w:szCs w:val="26"/>
          <w:rtl/>
        </w:rPr>
        <w:t>توليدي</w:t>
      </w:r>
      <w:r w:rsidRPr="00DE7C38">
        <w:rPr>
          <w:rFonts w:ascii="BTitrBold" w:cs="B Titr"/>
          <w:b/>
          <w:bCs/>
          <w:sz w:val="26"/>
          <w:szCs w:val="26"/>
        </w:rPr>
        <w:t xml:space="preserve"> :</w:t>
      </w:r>
    </w:p>
    <w:p w14:paraId="0A841F95" w14:textId="217F0A3B" w:rsidR="00B50A4A" w:rsidRDefault="006E64BB" w:rsidP="007D1B45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  <w:rtl/>
        </w:rPr>
      </w:pP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با توجه به اینکه مقرر گردیده است محتواهای تولید </w:t>
      </w:r>
      <w:r w:rsidR="00300602" w:rsidRPr="00DE7C38">
        <w:rPr>
          <w:rFonts w:ascii="BTitrBold" w:cs="B Koodak" w:hint="cs"/>
          <w:b/>
          <w:bCs/>
          <w:sz w:val="26"/>
          <w:szCs w:val="26"/>
          <w:rtl/>
        </w:rPr>
        <w:t xml:space="preserve">شده </w:t>
      </w:r>
      <w:r w:rsidR="00132D14">
        <w:rPr>
          <w:rFonts w:ascii="BTitrBold" w:cs="B Koodak" w:hint="cs"/>
          <w:b/>
          <w:bCs/>
          <w:sz w:val="26"/>
          <w:szCs w:val="26"/>
          <w:rtl/>
        </w:rPr>
        <w:t>به سبب رعایت حق مالکیت</w:t>
      </w:r>
      <w:r w:rsidR="0077048F">
        <w:rPr>
          <w:rFonts w:ascii="BTitrBold" w:cs="B Koodak" w:hint="cs"/>
          <w:b/>
          <w:bCs/>
          <w:sz w:val="26"/>
          <w:szCs w:val="26"/>
          <w:rtl/>
        </w:rPr>
        <w:t xml:space="preserve"> فکری ,</w:t>
      </w:r>
      <w:r w:rsidR="00132D14">
        <w:rPr>
          <w:rFonts w:ascii="BTitrBold" w:cs="B Koodak" w:hint="cs"/>
          <w:b/>
          <w:bCs/>
          <w:sz w:val="26"/>
          <w:szCs w:val="26"/>
          <w:rtl/>
        </w:rPr>
        <w:t xml:space="preserve"> مادی ومعنوی</w:t>
      </w:r>
      <w:r w:rsidR="0077048F">
        <w:rPr>
          <w:rFonts w:ascii="BTitrBold" w:cs="B Koodak" w:hint="cs"/>
          <w:b/>
          <w:bCs/>
          <w:sz w:val="26"/>
          <w:szCs w:val="26"/>
          <w:rtl/>
        </w:rPr>
        <w:t xml:space="preserve"> صاحبان</w:t>
      </w:r>
      <w:r w:rsidR="00132D14">
        <w:rPr>
          <w:rFonts w:ascii="BTitrBold" w:cs="B Koodak" w:hint="cs"/>
          <w:b/>
          <w:bCs/>
          <w:sz w:val="26"/>
          <w:szCs w:val="26"/>
          <w:rtl/>
        </w:rPr>
        <w:t xml:space="preserve"> آثار </w:t>
      </w:r>
      <w:r w:rsidR="00300602" w:rsidRPr="00DE7C38">
        <w:rPr>
          <w:rFonts w:ascii="BTitrBold" w:cs="B Koodak" w:hint="cs"/>
          <w:b/>
          <w:bCs/>
          <w:sz w:val="26"/>
          <w:szCs w:val="26"/>
          <w:rtl/>
        </w:rPr>
        <w:t>پس از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دریافت مجوز از تولید کنندگان به نام خودشان در شبکه ملی مدارس ایران</w:t>
      </w:r>
      <w:r w:rsidR="00F50E46">
        <w:rPr>
          <w:rFonts w:ascii="BTitrBold" w:cs="B Koodak" w:hint="cs"/>
          <w:b/>
          <w:bCs/>
          <w:sz w:val="26"/>
          <w:szCs w:val="26"/>
          <w:rtl/>
        </w:rPr>
        <w:t>(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</w:t>
      </w:r>
      <w:r w:rsidR="001458E4" w:rsidRPr="00DE7C38">
        <w:rPr>
          <w:rFonts w:ascii="BTitrBold" w:cs="B Koodak" w:hint="cs"/>
          <w:b/>
          <w:bCs/>
          <w:sz w:val="26"/>
          <w:szCs w:val="26"/>
          <w:rtl/>
        </w:rPr>
        <w:t>رشد</w:t>
      </w:r>
      <w:r w:rsidR="00F50E46">
        <w:rPr>
          <w:rFonts w:ascii="BTitrBold" w:cs="B Koodak" w:hint="cs"/>
          <w:b/>
          <w:bCs/>
          <w:sz w:val="26"/>
          <w:szCs w:val="26"/>
          <w:rtl/>
        </w:rPr>
        <w:t>)</w:t>
      </w:r>
      <w:r w:rsidR="001458E4" w:rsidRPr="00DE7C38">
        <w:rPr>
          <w:rFonts w:ascii="BTitrBold" w:cs="B Koodak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جهت استفاده دانش آموزان وفرهنگیان بار گ</w:t>
      </w:r>
      <w:r w:rsidR="00B8374E" w:rsidRPr="00DE7C38">
        <w:rPr>
          <w:rFonts w:ascii="BTitrBold" w:cs="B Koodak" w:hint="cs"/>
          <w:b/>
          <w:bCs/>
          <w:sz w:val="26"/>
          <w:szCs w:val="26"/>
          <w:rtl/>
        </w:rPr>
        <w:t>ذ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اری شود</w:t>
      </w:r>
      <w:r w:rsidR="007D4939">
        <w:rPr>
          <w:rFonts w:ascii="BTitrBold" w:cs="B Koodak" w:hint="cs"/>
          <w:b/>
          <w:bCs/>
          <w:sz w:val="26"/>
          <w:szCs w:val="26"/>
          <w:rtl/>
        </w:rPr>
        <w:t>،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باید محتوای تولید شده قابل</w:t>
      </w:r>
      <w:r w:rsidR="00300602" w:rsidRPr="00DE7C38">
        <w:rPr>
          <w:rFonts w:ascii="BTitrBold" w:cs="B Koodak" w:hint="cs"/>
          <w:b/>
          <w:bCs/>
          <w:sz w:val="26"/>
          <w:szCs w:val="26"/>
          <w:rtl/>
        </w:rPr>
        <w:t>ی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>ت انتشار در محیط وب را داشته و</w:t>
      </w:r>
      <w:r w:rsidR="00B8374E" w:rsidRPr="00DE7C38">
        <w:rPr>
          <w:rFonts w:ascii="BTitrBold" w:cs="B Koodak" w:hint="cs"/>
          <w:b/>
          <w:bCs/>
          <w:sz w:val="26"/>
          <w:szCs w:val="26"/>
          <w:rtl/>
        </w:rPr>
        <w:t xml:space="preserve">تلاش شود تا حجم فایل ها </w:t>
      </w:r>
      <w:r w:rsidRPr="00DE7C38">
        <w:rPr>
          <w:rFonts w:ascii="BTitrBold" w:cs="B Koodak" w:hint="cs"/>
          <w:b/>
          <w:bCs/>
          <w:sz w:val="26"/>
          <w:szCs w:val="26"/>
          <w:rtl/>
        </w:rPr>
        <w:t xml:space="preserve"> بیشتر از </w:t>
      </w:r>
      <w:r w:rsidR="007D1B45">
        <w:rPr>
          <w:rFonts w:asciiTheme="minorHAnsi" w:hAnsiTheme="minorHAnsi" w:cs="B Koodak"/>
          <w:b/>
          <w:bCs/>
          <w:sz w:val="26"/>
          <w:szCs w:val="26"/>
        </w:rPr>
        <w:t>100</w:t>
      </w:r>
      <w:r w:rsidR="0043686A" w:rsidRPr="00F50E46">
        <w:rPr>
          <w:rFonts w:asciiTheme="minorHAnsi" w:hAnsiTheme="minorHAnsi" w:cs="B Koodak"/>
          <w:b/>
          <w:bCs/>
          <w:sz w:val="26"/>
          <w:szCs w:val="26"/>
        </w:rPr>
        <w:t>MB</w:t>
      </w:r>
      <w:r w:rsidRPr="006D0D0E">
        <w:rPr>
          <w:rFonts w:asciiTheme="minorHAnsi" w:hAnsiTheme="minorHAnsi" w:cs="B Koodak"/>
          <w:b/>
          <w:bCs/>
          <w:color w:val="00B0F0"/>
          <w:sz w:val="26"/>
          <w:szCs w:val="26"/>
        </w:rPr>
        <w:t xml:space="preserve"> </w:t>
      </w:r>
      <w:r w:rsidRPr="006D0D0E">
        <w:rPr>
          <w:rFonts w:asciiTheme="minorHAnsi" w:hAnsiTheme="minorHAnsi" w:cs="B Koodak" w:hint="cs"/>
          <w:b/>
          <w:bCs/>
          <w:color w:val="00B0F0"/>
          <w:sz w:val="26"/>
          <w:szCs w:val="26"/>
          <w:rtl/>
        </w:rPr>
        <w:t xml:space="preserve"> </w:t>
      </w:r>
      <w:r w:rsidRPr="00DE7C38">
        <w:rPr>
          <w:rFonts w:asciiTheme="minorHAnsi" w:hAnsiTheme="minorHAnsi" w:cs="B Koodak" w:hint="cs"/>
          <w:b/>
          <w:bCs/>
          <w:sz w:val="26"/>
          <w:szCs w:val="26"/>
          <w:rtl/>
        </w:rPr>
        <w:t xml:space="preserve"> نباش</w:t>
      </w:r>
      <w:r w:rsidR="00300602" w:rsidRPr="00DE7C38">
        <w:rPr>
          <w:rFonts w:asciiTheme="minorHAnsi" w:hAnsiTheme="minorHAnsi" w:cs="B Koodak" w:hint="cs"/>
          <w:b/>
          <w:bCs/>
          <w:sz w:val="26"/>
          <w:szCs w:val="26"/>
          <w:rtl/>
        </w:rPr>
        <w:t>د.</w:t>
      </w:r>
      <w:r w:rsidRPr="00DE7C38">
        <w:rPr>
          <w:rFonts w:asciiTheme="minorHAnsi" w:hAnsiTheme="minorHAnsi" w:cs="B Koodak" w:hint="cs"/>
          <w:b/>
          <w:bCs/>
          <w:sz w:val="26"/>
          <w:szCs w:val="26"/>
          <w:rtl/>
        </w:rPr>
        <w:t xml:space="preserve"> سایر </w:t>
      </w:r>
      <w:r w:rsidR="00B50A4A" w:rsidRPr="00DE7C38">
        <w:rPr>
          <w:rFonts w:ascii="BMitra" w:cs="B Koodak" w:hint="cs"/>
          <w:sz w:val="26"/>
          <w:szCs w:val="26"/>
          <w:rtl/>
        </w:rPr>
        <w:t xml:space="preserve">شرایط فنی و اختصاصی و </w:t>
      </w:r>
      <w:r w:rsidR="00623E1A" w:rsidRPr="00DE7C38">
        <w:rPr>
          <w:rFonts w:ascii="BMitra" w:cs="B Koodak" w:hint="cs"/>
          <w:sz w:val="26"/>
          <w:szCs w:val="26"/>
          <w:rtl/>
        </w:rPr>
        <w:t>توضيحات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كامل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تر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در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خصوص</w:t>
      </w:r>
      <w:r w:rsidR="004D2C43" w:rsidRPr="00DE7C38">
        <w:rPr>
          <w:rFonts w:ascii="BMitra" w:cs="B Koodak" w:hint="cs"/>
          <w:sz w:val="26"/>
          <w:szCs w:val="26"/>
          <w:rtl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معيارهاي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ارزيابي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B50A4A" w:rsidRPr="00DE7C38">
        <w:rPr>
          <w:rFonts w:ascii="BMitra" w:cs="B Koodak" w:hint="cs"/>
          <w:sz w:val="26"/>
          <w:szCs w:val="26"/>
          <w:rtl/>
        </w:rPr>
        <w:t>آثار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و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بخشهاي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مختلف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623E1A" w:rsidRPr="00DE7C38">
        <w:rPr>
          <w:rFonts w:ascii="BMitra" w:cs="B Koodak" w:hint="cs"/>
          <w:sz w:val="26"/>
          <w:szCs w:val="26"/>
          <w:rtl/>
        </w:rPr>
        <w:t>جشنواره</w:t>
      </w:r>
      <w:r w:rsidR="00623E1A" w:rsidRPr="00DE7C38">
        <w:rPr>
          <w:rFonts w:ascii="BMitra" w:cs="B Koodak"/>
          <w:sz w:val="26"/>
          <w:szCs w:val="26"/>
        </w:rPr>
        <w:t xml:space="preserve"> </w:t>
      </w:r>
      <w:r w:rsidR="00B50A4A" w:rsidRPr="00DE7C38">
        <w:rPr>
          <w:rFonts w:ascii="Tahoma" w:hAnsi="Tahoma" w:cs="B Koodak" w:hint="cs"/>
          <w:sz w:val="26"/>
          <w:szCs w:val="26"/>
          <w:rtl/>
        </w:rPr>
        <w:t xml:space="preserve">از طریق </w:t>
      </w:r>
      <w:r w:rsidR="00201987" w:rsidRPr="00DE7C38">
        <w:rPr>
          <w:rFonts w:ascii="Tahoma" w:hAnsi="Tahoma" w:cs="B Koodak" w:hint="cs"/>
          <w:sz w:val="26"/>
          <w:szCs w:val="26"/>
          <w:rtl/>
        </w:rPr>
        <w:t xml:space="preserve">شبكه رشد </w:t>
      </w:r>
      <w:r w:rsidR="00B50A4A" w:rsidRPr="00DE7C38">
        <w:rPr>
          <w:rFonts w:ascii="BMitra" w:cs="B Koodak" w:hint="cs"/>
          <w:sz w:val="26"/>
          <w:szCs w:val="26"/>
          <w:rtl/>
        </w:rPr>
        <w:t xml:space="preserve"> به </w:t>
      </w:r>
      <w:r w:rsidR="00201987" w:rsidRPr="00DE7C38">
        <w:rPr>
          <w:rFonts w:ascii="BMitra" w:cs="B Koodak" w:hint="cs"/>
          <w:sz w:val="26"/>
          <w:szCs w:val="26"/>
          <w:rtl/>
        </w:rPr>
        <w:t xml:space="preserve">نشاني </w:t>
      </w:r>
      <w:r w:rsidR="00B50A4A" w:rsidRPr="00DE7C38">
        <w:rPr>
          <w:rFonts w:ascii="BMitra" w:cs="B Koodak" w:hint="cs"/>
          <w:sz w:val="26"/>
          <w:szCs w:val="26"/>
          <w:rtl/>
        </w:rPr>
        <w:t xml:space="preserve"> </w:t>
      </w:r>
      <w:hyperlink r:id="rId9" w:history="1">
        <w:r w:rsidR="00201987" w:rsidRPr="00F50E46">
          <w:rPr>
            <w:rStyle w:val="Hyperlink"/>
            <w:rFonts w:asciiTheme="majorBidi" w:hAnsiTheme="majorBidi" w:cstheme="majorBidi"/>
            <w:color w:val="auto"/>
            <w:sz w:val="26"/>
            <w:szCs w:val="26"/>
          </w:rPr>
          <w:t>R</w:t>
        </w:r>
        <w:r w:rsidR="00820793" w:rsidRPr="00F50E46">
          <w:rPr>
            <w:rStyle w:val="Hyperlink"/>
            <w:rFonts w:asciiTheme="majorBidi" w:hAnsiTheme="majorBidi" w:cstheme="majorBidi"/>
            <w:color w:val="auto"/>
            <w:sz w:val="26"/>
            <w:szCs w:val="26"/>
          </w:rPr>
          <w:t>oshd.ir</w:t>
        </w:r>
      </w:hyperlink>
      <w:r w:rsidR="007D1B45">
        <w:rPr>
          <w:rFonts w:ascii="BMitra" w:cs="B Koodak" w:hint="cs"/>
          <w:sz w:val="26"/>
          <w:szCs w:val="26"/>
          <w:rtl/>
        </w:rPr>
        <w:t xml:space="preserve">  </w:t>
      </w:r>
      <w:r w:rsidR="00B50A4A" w:rsidRPr="00DE7C38">
        <w:rPr>
          <w:rFonts w:ascii="BMitra" w:cs="B Koodak" w:hint="cs"/>
          <w:sz w:val="26"/>
          <w:szCs w:val="26"/>
          <w:rtl/>
        </w:rPr>
        <w:t>اطلاع رسانی خواهد شد</w:t>
      </w:r>
      <w:r w:rsidR="00BB73A6" w:rsidRPr="00DE7C38">
        <w:rPr>
          <w:rFonts w:ascii="BMitra" w:cs="B Koodak" w:hint="cs"/>
          <w:sz w:val="26"/>
          <w:szCs w:val="26"/>
          <w:rtl/>
        </w:rPr>
        <w:t>.</w:t>
      </w:r>
    </w:p>
    <w:p w14:paraId="09BC4DE8" w14:textId="292183ED" w:rsidR="006D0D0E" w:rsidRPr="006D0D0E" w:rsidRDefault="006D0D0E" w:rsidP="00F50E4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B Koodak"/>
          <w:sz w:val="26"/>
          <w:szCs w:val="26"/>
        </w:rPr>
      </w:pPr>
      <w:r>
        <w:rPr>
          <w:rFonts w:ascii="BMitra" w:cs="B Koodak" w:hint="cs"/>
          <w:sz w:val="26"/>
          <w:szCs w:val="26"/>
          <w:rtl/>
        </w:rPr>
        <w:t xml:space="preserve">تبصره ؛کلیه محصولات بایستی </w:t>
      </w:r>
      <w:r w:rsidR="00094D10">
        <w:rPr>
          <w:rFonts w:ascii="BMitra" w:cs="B Koodak" w:hint="cs"/>
          <w:sz w:val="26"/>
          <w:szCs w:val="26"/>
          <w:rtl/>
        </w:rPr>
        <w:t>قابلیت اجرا در بستر وب را داشته باشند(</w:t>
      </w:r>
      <w:r w:rsidR="00094D10" w:rsidRPr="00F50E46">
        <w:rPr>
          <w:rFonts w:ascii="BMitra" w:cs="B Koodak" w:hint="cs"/>
          <w:sz w:val="26"/>
          <w:szCs w:val="26"/>
          <w:rtl/>
        </w:rPr>
        <w:t xml:space="preserve">بشرح </w:t>
      </w:r>
      <w:r w:rsidR="00CE18E8" w:rsidRPr="00F50E46">
        <w:rPr>
          <w:rFonts w:ascii="BMitra" w:cs="B Koodak" w:hint="cs"/>
          <w:sz w:val="26"/>
          <w:szCs w:val="26"/>
          <w:rtl/>
        </w:rPr>
        <w:t xml:space="preserve">فایل </w:t>
      </w:r>
      <w:r w:rsidR="00094D10" w:rsidRPr="00F50E46">
        <w:rPr>
          <w:rFonts w:ascii="BMitra" w:cs="B Koodak" w:hint="cs"/>
          <w:sz w:val="26"/>
          <w:szCs w:val="26"/>
          <w:rtl/>
        </w:rPr>
        <w:t>استانداردهای انتشار</w:t>
      </w:r>
      <w:r w:rsidR="007D1B45">
        <w:rPr>
          <w:rFonts w:ascii="BMitra" w:cs="B Koodak" w:hint="cs"/>
          <w:sz w:val="26"/>
          <w:szCs w:val="26"/>
          <w:rtl/>
        </w:rPr>
        <w:t xml:space="preserve"> مندرج </w:t>
      </w:r>
      <w:r w:rsidR="00094D10" w:rsidRPr="00F50E46">
        <w:rPr>
          <w:rFonts w:ascii="BMitra" w:cs="B Koodak" w:hint="cs"/>
          <w:sz w:val="26"/>
          <w:szCs w:val="26"/>
          <w:rtl/>
        </w:rPr>
        <w:t xml:space="preserve"> </w:t>
      </w:r>
      <w:r w:rsidR="00F50E46" w:rsidRPr="00F50E46">
        <w:rPr>
          <w:rFonts w:ascii="BMitra" w:cs="B Koodak" w:hint="cs"/>
          <w:sz w:val="26"/>
          <w:szCs w:val="26"/>
          <w:rtl/>
        </w:rPr>
        <w:t>در شبكه رشد</w:t>
      </w:r>
      <w:r w:rsidR="00094D10" w:rsidRPr="00F50E46">
        <w:rPr>
          <w:rFonts w:ascii="BMitra" w:cs="B Koodak" w:hint="cs"/>
          <w:sz w:val="26"/>
          <w:szCs w:val="26"/>
          <w:rtl/>
        </w:rPr>
        <w:t xml:space="preserve"> )</w:t>
      </w:r>
    </w:p>
    <w:p w14:paraId="1805684B" w14:textId="77777777" w:rsidR="00300602" w:rsidRDefault="00F16AC8" w:rsidP="00B8374E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sz w:val="26"/>
          <w:szCs w:val="26"/>
          <w:rtl/>
        </w:rPr>
      </w:pPr>
      <w:r w:rsidRPr="00DE7C38">
        <w:rPr>
          <w:rFonts w:ascii="BMitra" w:cs="B Koodak" w:hint="cs"/>
          <w:sz w:val="26"/>
          <w:szCs w:val="26"/>
          <w:rtl/>
        </w:rPr>
        <w:t xml:space="preserve">نکته : در این دوره از جشنواره علاوه بر کیفیت فنی و قالب گرافیک مناسب ، به طراحی </w:t>
      </w:r>
      <w:r w:rsidR="00B8374E" w:rsidRPr="00DE7C38">
        <w:rPr>
          <w:rFonts w:ascii="BMitra" w:cs="B Koodak" w:hint="cs"/>
          <w:sz w:val="26"/>
          <w:szCs w:val="26"/>
          <w:rtl/>
        </w:rPr>
        <w:t>آ</w:t>
      </w:r>
      <w:r w:rsidRPr="00DE7C38">
        <w:rPr>
          <w:rFonts w:ascii="BMitra" w:cs="B Koodak" w:hint="cs"/>
          <w:sz w:val="26"/>
          <w:szCs w:val="26"/>
          <w:rtl/>
        </w:rPr>
        <w:t xml:space="preserve">موزشی ،خلاقیت ونوآوری وکاربردی بودن محصول تولیدی توجه ویژه خواهد شد. </w:t>
      </w:r>
    </w:p>
    <w:p w14:paraId="555424A0" w14:textId="77777777" w:rsidR="00D74C71" w:rsidRDefault="00D74C71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color w:val="FF0000"/>
          <w:sz w:val="26"/>
          <w:szCs w:val="26"/>
          <w:rtl/>
        </w:rPr>
      </w:pPr>
    </w:p>
    <w:p w14:paraId="227EC2C4" w14:textId="77777777" w:rsidR="007E7904" w:rsidRPr="00DE7C38" w:rsidRDefault="007E7904" w:rsidP="00487FD2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sz w:val="26"/>
          <w:szCs w:val="26"/>
          <w:rtl/>
        </w:rPr>
      </w:pPr>
      <w:r w:rsidRPr="00DE7C38">
        <w:rPr>
          <w:rFonts w:ascii="BTitrBold" w:cs="B Titr" w:hint="cs"/>
          <w:b/>
          <w:bCs/>
          <w:sz w:val="26"/>
          <w:szCs w:val="26"/>
          <w:rtl/>
        </w:rPr>
        <w:t>سیاست های تشویقی:</w:t>
      </w:r>
    </w:p>
    <w:p w14:paraId="7402918C" w14:textId="159F25EC" w:rsidR="00FC1F08" w:rsidRDefault="0083683E" w:rsidP="00BE71E8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cs="B Koodak"/>
          <w:sz w:val="26"/>
          <w:szCs w:val="26"/>
        </w:rPr>
      </w:pPr>
      <w:r>
        <w:rPr>
          <w:rFonts w:cs="B Koodak" w:hint="cs"/>
          <w:sz w:val="26"/>
          <w:szCs w:val="26"/>
          <w:rtl/>
        </w:rPr>
        <w:t>بارگذ</w:t>
      </w:r>
      <w:r w:rsidR="00FC1F08">
        <w:rPr>
          <w:rFonts w:cs="B Koodak" w:hint="cs"/>
          <w:sz w:val="26"/>
          <w:szCs w:val="26"/>
          <w:rtl/>
        </w:rPr>
        <w:t xml:space="preserve">اری کلیه محصولات </w:t>
      </w:r>
      <w:r w:rsidR="00BE71E8">
        <w:rPr>
          <w:rFonts w:cs="B Koodak" w:hint="cs"/>
          <w:sz w:val="26"/>
          <w:szCs w:val="26"/>
          <w:rtl/>
        </w:rPr>
        <w:t>استاندارد دارای امتیازات لازم</w:t>
      </w:r>
      <w:r w:rsidR="00FC1F08">
        <w:rPr>
          <w:rFonts w:cs="B Koodak" w:hint="cs"/>
          <w:sz w:val="26"/>
          <w:szCs w:val="26"/>
          <w:rtl/>
        </w:rPr>
        <w:t xml:space="preserve"> در سامانه شبکه ملی مدارس ایران </w:t>
      </w:r>
      <w:r w:rsidR="0043686A">
        <w:rPr>
          <w:rFonts w:cs="B Koodak" w:hint="cs"/>
          <w:sz w:val="26"/>
          <w:szCs w:val="26"/>
          <w:rtl/>
        </w:rPr>
        <w:t xml:space="preserve">در دوره های تحصیلی </w:t>
      </w:r>
    </w:p>
    <w:p w14:paraId="332586FB" w14:textId="5AE0159F" w:rsidR="006E1B37" w:rsidRPr="006E1B37" w:rsidRDefault="007E7904" w:rsidP="006E1B37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cs="B Koodak"/>
          <w:sz w:val="26"/>
          <w:szCs w:val="26"/>
        </w:rPr>
      </w:pPr>
      <w:r w:rsidRPr="00DE7C38">
        <w:rPr>
          <w:rFonts w:cs="B Koodak" w:hint="cs"/>
          <w:sz w:val="26"/>
          <w:szCs w:val="26"/>
          <w:rtl/>
        </w:rPr>
        <w:lastRenderedPageBreak/>
        <w:t>صدور تقدیر نامه کتبی</w:t>
      </w:r>
      <w:r w:rsidR="00FC1F08">
        <w:rPr>
          <w:rFonts w:cs="B Koodak" w:hint="cs"/>
          <w:sz w:val="26"/>
          <w:szCs w:val="26"/>
          <w:rtl/>
        </w:rPr>
        <w:t xml:space="preserve"> </w:t>
      </w:r>
      <w:r w:rsidR="00964D54">
        <w:rPr>
          <w:rFonts w:cs="B Koodak" w:hint="cs"/>
          <w:sz w:val="26"/>
          <w:szCs w:val="26"/>
          <w:rtl/>
        </w:rPr>
        <w:t xml:space="preserve">از سوی عالی ترین مقام مجاز </w:t>
      </w:r>
      <w:r w:rsidRPr="00DE7C38">
        <w:rPr>
          <w:rFonts w:cs="B Koodak" w:hint="cs"/>
          <w:sz w:val="26"/>
          <w:szCs w:val="26"/>
          <w:rtl/>
        </w:rPr>
        <w:t xml:space="preserve"> برای آثار</w:t>
      </w:r>
      <w:r w:rsidR="00300602" w:rsidRPr="00DE7C38">
        <w:rPr>
          <w:rFonts w:cs="B Koodak" w:hint="cs"/>
          <w:sz w:val="26"/>
          <w:szCs w:val="26"/>
          <w:rtl/>
        </w:rPr>
        <w:t xml:space="preserve">منتخب کشوری </w:t>
      </w:r>
      <w:r w:rsidRPr="00DE7C38">
        <w:rPr>
          <w:rFonts w:cs="B Koodak" w:hint="cs"/>
          <w:sz w:val="26"/>
          <w:szCs w:val="26"/>
          <w:rtl/>
        </w:rPr>
        <w:t>؛</w:t>
      </w:r>
    </w:p>
    <w:p w14:paraId="3C891F25" w14:textId="3BAF9B21" w:rsidR="006E1B37" w:rsidRPr="006E1B37" w:rsidRDefault="003D4B32" w:rsidP="0013341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2A7044">
        <w:rPr>
          <w:rFonts w:cs="B Koodak" w:hint="cs"/>
          <w:sz w:val="26"/>
          <w:szCs w:val="26"/>
          <w:rtl/>
        </w:rPr>
        <w:t xml:space="preserve">حمایت </w:t>
      </w:r>
      <w:r w:rsidR="00133410">
        <w:rPr>
          <w:rFonts w:cs="B Koodak" w:hint="cs"/>
          <w:sz w:val="26"/>
          <w:szCs w:val="26"/>
          <w:rtl/>
        </w:rPr>
        <w:t>مادی</w:t>
      </w:r>
      <w:r w:rsidRPr="002A7044">
        <w:rPr>
          <w:rFonts w:cs="B Koodak" w:hint="cs"/>
          <w:sz w:val="26"/>
          <w:szCs w:val="26"/>
          <w:rtl/>
        </w:rPr>
        <w:t xml:space="preserve"> و </w:t>
      </w:r>
      <w:r w:rsidR="00964D54" w:rsidRPr="002A7044">
        <w:rPr>
          <w:rFonts w:cs="B Koodak" w:hint="cs"/>
          <w:sz w:val="26"/>
          <w:szCs w:val="26"/>
          <w:rtl/>
        </w:rPr>
        <w:t xml:space="preserve">تخصیص جوایز بشرح </w:t>
      </w:r>
      <w:r w:rsidR="0043686A" w:rsidRPr="002A7044">
        <w:rPr>
          <w:rFonts w:cs="B Koodak" w:hint="cs"/>
          <w:sz w:val="26"/>
          <w:szCs w:val="26"/>
          <w:rtl/>
        </w:rPr>
        <w:t>ذیل</w:t>
      </w:r>
      <w:r w:rsidR="000F1753" w:rsidRPr="002A7044">
        <w:rPr>
          <w:rFonts w:cs="B Koodak" w:hint="cs"/>
          <w:sz w:val="26"/>
          <w:szCs w:val="26"/>
          <w:rtl/>
        </w:rPr>
        <w:t xml:space="preserve"> </w:t>
      </w:r>
      <w:r w:rsidR="00964D54" w:rsidRPr="002A7044">
        <w:rPr>
          <w:rFonts w:cs="B Koodak" w:hint="cs"/>
          <w:sz w:val="26"/>
          <w:szCs w:val="26"/>
          <w:rtl/>
        </w:rPr>
        <w:t xml:space="preserve">به </w:t>
      </w:r>
      <w:r w:rsidR="000F1753" w:rsidRPr="002A7044">
        <w:rPr>
          <w:rFonts w:cs="B Koodak" w:hint="cs"/>
          <w:sz w:val="26"/>
          <w:szCs w:val="26"/>
          <w:rtl/>
        </w:rPr>
        <w:t>صاحب</w:t>
      </w:r>
      <w:r w:rsidRPr="002A7044">
        <w:rPr>
          <w:rFonts w:cs="B Koodak" w:hint="cs"/>
          <w:sz w:val="26"/>
          <w:szCs w:val="26"/>
          <w:rtl/>
        </w:rPr>
        <w:t>ان آثار برتر (رتبه های اول تا ده</w:t>
      </w:r>
      <w:r w:rsidR="000F1753" w:rsidRPr="002A7044">
        <w:rPr>
          <w:rFonts w:cs="B Koodak" w:hint="cs"/>
          <w:sz w:val="26"/>
          <w:szCs w:val="26"/>
          <w:rtl/>
        </w:rPr>
        <w:t xml:space="preserve">م) در مراسم اختتامیه </w:t>
      </w:r>
      <w:r w:rsidR="00300602" w:rsidRPr="002A7044">
        <w:rPr>
          <w:rFonts w:cs="B Koodak" w:hint="cs"/>
          <w:sz w:val="26"/>
          <w:szCs w:val="26"/>
          <w:rtl/>
        </w:rPr>
        <w:t>( استانی یا کشوری)</w:t>
      </w:r>
      <w:r w:rsidR="000F1753" w:rsidRPr="002A7044">
        <w:rPr>
          <w:rFonts w:cs="B Koodak" w:hint="cs"/>
          <w:sz w:val="26"/>
          <w:szCs w:val="26"/>
          <w:rtl/>
        </w:rPr>
        <w:t xml:space="preserve"> </w:t>
      </w:r>
      <w:r w:rsidR="00964D54" w:rsidRPr="002A7044">
        <w:rPr>
          <w:rFonts w:cs="B Koodak" w:hint="cs"/>
          <w:sz w:val="26"/>
          <w:szCs w:val="26"/>
          <w:rtl/>
        </w:rPr>
        <w:t>بشرح ذیل</w:t>
      </w:r>
      <w:r w:rsidR="007D4939">
        <w:rPr>
          <w:rFonts w:cs="B Koodak" w:hint="cs"/>
          <w:sz w:val="26"/>
          <w:szCs w:val="26"/>
          <w:rtl/>
        </w:rPr>
        <w:t>:</w:t>
      </w:r>
    </w:p>
    <w:tbl>
      <w:tblPr>
        <w:tblStyle w:val="TableGrid"/>
        <w:tblpPr w:leftFromText="180" w:rightFromText="180" w:vertAnchor="page" w:horzAnchor="margin" w:tblpXSpec="center" w:tblpY="2871"/>
        <w:tblW w:w="10169" w:type="dxa"/>
        <w:tblLook w:val="04A0" w:firstRow="1" w:lastRow="0" w:firstColumn="1" w:lastColumn="0" w:noHBand="0" w:noVBand="1"/>
      </w:tblPr>
      <w:tblGrid>
        <w:gridCol w:w="782"/>
        <w:gridCol w:w="894"/>
        <w:gridCol w:w="894"/>
        <w:gridCol w:w="894"/>
        <w:gridCol w:w="670"/>
        <w:gridCol w:w="894"/>
        <w:gridCol w:w="719"/>
        <w:gridCol w:w="670"/>
        <w:gridCol w:w="894"/>
        <w:gridCol w:w="670"/>
        <w:gridCol w:w="1487"/>
        <w:gridCol w:w="701"/>
      </w:tblGrid>
      <w:tr w:rsidR="006E1B37" w:rsidRPr="002A7044" w14:paraId="28799DC5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534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دهم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39E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نهم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DAAF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هشتم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402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هفتم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809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ششم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0C3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پنجم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CBF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چهارم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32A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سوم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FBA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دوم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C88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رتبه اول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E09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شركت كننده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F7F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رديف</w:t>
            </w:r>
          </w:p>
        </w:tc>
      </w:tr>
      <w:tr w:rsidR="006E1B37" w:rsidRPr="002A7044" w14:paraId="1B0F4931" w14:textId="77777777" w:rsidTr="00133410">
        <w:trPr>
          <w:trHeight w:val="3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67E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5ميليون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C105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10ميليون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694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15ميليون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545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20ميليون ريال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3FC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25 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FCE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30ميليون ريال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D97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35 ميليون ريال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9E0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  <w:rtl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40 ميليون ريال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0B7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45ميليون ريال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A72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50 ميليون ريال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462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دانش‌آموزان انفرادي و گروهي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54E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0"/>
                <w:szCs w:val="20"/>
              </w:rPr>
            </w:pPr>
            <w:r w:rsidRPr="002A7044">
              <w:rPr>
                <w:rFonts w:ascii="IranNastaliq" w:hAnsi="IranNastaliq" w:cs="B Koodak"/>
                <w:sz w:val="20"/>
                <w:szCs w:val="20"/>
                <w:rtl/>
              </w:rPr>
              <w:t>1</w:t>
            </w:r>
          </w:p>
        </w:tc>
      </w:tr>
      <w:tr w:rsidR="006E1B37" w:rsidRPr="002A7044" w14:paraId="41686B1E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93B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FF8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469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EE5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5CA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B06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564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FEB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B3C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AD3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DB3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معلمان 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9F4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</w:t>
            </w:r>
          </w:p>
        </w:tc>
      </w:tr>
      <w:tr w:rsidR="006E1B37" w:rsidRPr="002A7044" w14:paraId="6D369380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2F3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6E1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B1B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432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F2E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8FA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781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11A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55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B5C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EBA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هنرجو(انفرادي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627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</w:t>
            </w:r>
          </w:p>
        </w:tc>
      </w:tr>
      <w:tr w:rsidR="006E1B37" w:rsidRPr="002A7044" w14:paraId="3F13888E" w14:textId="77777777" w:rsidTr="00133410">
        <w:trPr>
          <w:trHeight w:val="3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8EF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37C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A0E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BFFC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8BA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0E7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9BD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F64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C4C0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C8E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0C0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هنرآموز(انفرادي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031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</w:t>
            </w:r>
          </w:p>
        </w:tc>
      </w:tr>
      <w:tr w:rsidR="006E1B37" w:rsidRPr="002A7044" w14:paraId="65628DCB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03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5C2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0BF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69B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2B1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DB0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848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CE3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032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E45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2E1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دانشجو معلمان(انفرادي و گروهي)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6F2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</w:t>
            </w:r>
          </w:p>
        </w:tc>
      </w:tr>
      <w:tr w:rsidR="006E1B37" w:rsidRPr="002A7044" w14:paraId="16ED39BF" w14:textId="77777777" w:rsidTr="00133410">
        <w:trPr>
          <w:trHeight w:val="827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9D2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DD6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720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B75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1F9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5997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D41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49B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712E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D60B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1FC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كليه شركت كنندگان (اندرويد)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6047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</w:t>
            </w:r>
          </w:p>
        </w:tc>
      </w:tr>
      <w:tr w:rsidR="006E1B37" w:rsidRPr="002A7044" w14:paraId="07F0636B" w14:textId="77777777" w:rsidTr="00133410">
        <w:trPr>
          <w:trHeight w:val="113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FF7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897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8EA3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55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F43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6BCC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65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431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4B87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5E26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A50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85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EE5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90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5AC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</w:rPr>
            </w:pPr>
            <w:r w:rsidRPr="002A7044">
              <w:rPr>
                <w:rFonts w:ascii="IranNastaliq" w:hAnsi="IranNastaliq" w:cs="B Koodak"/>
                <w:rtl/>
              </w:rPr>
              <w:t>شركتها و موسسات توليد نرم‌افزار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F9C2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7</w:t>
            </w:r>
          </w:p>
        </w:tc>
      </w:tr>
      <w:tr w:rsidR="006E1B37" w:rsidRPr="002A7044" w14:paraId="4C0C22D7" w14:textId="77777777" w:rsidTr="00133410">
        <w:trPr>
          <w:trHeight w:val="34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AE7A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5769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170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2FDD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205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E72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DA5F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275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5DA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D1A4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345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467C" w14:textId="77777777" w:rsidR="006E1B37" w:rsidRPr="002A7044" w:rsidRDefault="006E1B37" w:rsidP="00133410">
            <w:pPr>
              <w:tabs>
                <w:tab w:val="left" w:pos="329"/>
                <w:tab w:val="center" w:pos="511"/>
              </w:tabs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  <w:rtl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385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EEF1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415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82F8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450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41D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rtl/>
              </w:rPr>
            </w:pPr>
            <w:r w:rsidRPr="002A7044">
              <w:rPr>
                <w:rFonts w:ascii="IranNastaliq" w:hAnsi="IranNastaliq" w:cs="B Koodak" w:hint="cs"/>
                <w:rtl/>
              </w:rPr>
              <w:t>جمع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44C5" w14:textId="77777777" w:rsidR="006E1B37" w:rsidRPr="002A7044" w:rsidRDefault="006E1B37" w:rsidP="00133410">
            <w:pPr>
              <w:spacing w:after="0" w:line="240" w:lineRule="auto"/>
              <w:jc w:val="center"/>
              <w:rPr>
                <w:rFonts w:ascii="IranNastaliq" w:hAnsi="IranNastaliq" w:cs="B Koodak"/>
                <w:sz w:val="24"/>
                <w:szCs w:val="24"/>
              </w:rPr>
            </w:pPr>
            <w:r w:rsidRPr="002A7044">
              <w:rPr>
                <w:rFonts w:ascii="IranNastaliq" w:hAnsi="IranNastaliq" w:cs="B Koodak"/>
                <w:sz w:val="24"/>
                <w:szCs w:val="24"/>
                <w:rtl/>
              </w:rPr>
              <w:t>8</w:t>
            </w:r>
          </w:p>
        </w:tc>
      </w:tr>
    </w:tbl>
    <w:p w14:paraId="7E5E7433" w14:textId="75143044" w:rsidR="009557B5" w:rsidRDefault="009557B5" w:rsidP="007B4993">
      <w:pPr>
        <w:pStyle w:val="ListParagraph"/>
        <w:numPr>
          <w:ilvl w:val="0"/>
          <w:numId w:val="29"/>
        </w:numPr>
        <w:rPr>
          <w:rFonts w:ascii="IranNastaliq" w:hAnsi="IranNastaliq" w:cs="B Koodak"/>
          <w:sz w:val="26"/>
          <w:szCs w:val="26"/>
        </w:rPr>
      </w:pPr>
      <w:r w:rsidRPr="007B4993">
        <w:rPr>
          <w:rFonts w:ascii="IranNastaliq" w:hAnsi="IranNastaliq" w:cs="B Koodak" w:hint="cs"/>
          <w:sz w:val="26"/>
          <w:szCs w:val="26"/>
          <w:rtl/>
        </w:rPr>
        <w:t>بابت محتوا</w:t>
      </w:r>
      <w:r w:rsidR="007D1B45" w:rsidRPr="007B4993">
        <w:rPr>
          <w:rFonts w:ascii="IranNastaliq" w:hAnsi="IranNastaliq" w:cs="B Koodak" w:hint="cs"/>
          <w:sz w:val="26"/>
          <w:szCs w:val="26"/>
          <w:rtl/>
        </w:rPr>
        <w:t>ها</w:t>
      </w:r>
      <w:r w:rsidRPr="007B4993">
        <w:rPr>
          <w:rFonts w:ascii="IranNastaliq" w:hAnsi="IranNastaliq" w:cs="B Koodak" w:hint="cs"/>
          <w:sz w:val="26"/>
          <w:szCs w:val="26"/>
          <w:rtl/>
        </w:rPr>
        <w:t>ی استاندارد</w:t>
      </w:r>
      <w:r w:rsidR="007D1B45" w:rsidRPr="007B4993">
        <w:rPr>
          <w:rFonts w:ascii="IranNastaliq" w:hAnsi="IranNastaliq" w:cs="B Koodak" w:hint="cs"/>
          <w:sz w:val="26"/>
          <w:szCs w:val="26"/>
          <w:rtl/>
        </w:rPr>
        <w:t xml:space="preserve"> </w:t>
      </w:r>
      <w:r w:rsidR="00294FBD">
        <w:rPr>
          <w:rFonts w:ascii="IranNastaliq" w:hAnsi="IranNastaliq" w:cs="B Koodak" w:hint="cs"/>
          <w:sz w:val="26"/>
          <w:szCs w:val="26"/>
          <w:rtl/>
        </w:rPr>
        <w:t xml:space="preserve">دارای امتیازات لازم جهت  اتصال </w:t>
      </w:r>
      <w:r w:rsidRPr="007B4993">
        <w:rPr>
          <w:rFonts w:ascii="IranNastaliq" w:hAnsi="IranNastaliq" w:cs="B Koodak" w:hint="cs"/>
          <w:sz w:val="26"/>
          <w:szCs w:val="26"/>
          <w:rtl/>
        </w:rPr>
        <w:t>رمزینه پاسخ سریع</w:t>
      </w:r>
      <w:r w:rsidR="007B4993">
        <w:rPr>
          <w:rFonts w:ascii="IranNastaliq" w:hAnsi="IranNastaliq" w:cs="B Koodak" w:hint="cs"/>
          <w:sz w:val="26"/>
          <w:szCs w:val="26"/>
          <w:rtl/>
        </w:rPr>
        <w:t>(</w:t>
      </w:r>
      <w:r w:rsidR="007B4993" w:rsidRPr="00D233DA">
        <w:rPr>
          <w:rFonts w:asciiTheme="majorBidi" w:hAnsiTheme="majorBidi" w:cstheme="majorBidi"/>
          <w:sz w:val="26"/>
          <w:szCs w:val="26"/>
        </w:rPr>
        <w:t>QR Code</w:t>
      </w:r>
      <w:r w:rsidR="007B4993">
        <w:rPr>
          <w:rFonts w:ascii="IranNastaliq" w:hAnsi="IranNastaliq" w:cs="B Koodak" w:hint="cs"/>
          <w:sz w:val="26"/>
          <w:szCs w:val="26"/>
          <w:rtl/>
        </w:rPr>
        <w:t>)</w:t>
      </w:r>
      <w:r w:rsidRPr="007B4993">
        <w:rPr>
          <w:rFonts w:ascii="IranNastaliq" w:hAnsi="IranNastaliq" w:cs="B Koodak" w:hint="cs"/>
          <w:sz w:val="26"/>
          <w:szCs w:val="26"/>
          <w:rtl/>
        </w:rPr>
        <w:t xml:space="preserve"> کمک هزینه تولید برابر تعرفه های سازمان پرداخت خواهد شد.</w:t>
      </w:r>
    </w:p>
    <w:p w14:paraId="27F07BCB" w14:textId="087D9428" w:rsidR="00133410" w:rsidRPr="00133410" w:rsidRDefault="00133410" w:rsidP="00133410">
      <w:pPr>
        <w:pStyle w:val="ListParagraph"/>
        <w:numPr>
          <w:ilvl w:val="0"/>
          <w:numId w:val="29"/>
        </w:numPr>
        <w:rPr>
          <w:rFonts w:ascii="IranNastaliq" w:hAnsi="IranNastaliq" w:cs="B Koodak"/>
          <w:sz w:val="26"/>
          <w:szCs w:val="26"/>
          <w:rtl/>
        </w:rPr>
      </w:pPr>
      <w:r>
        <w:rPr>
          <w:rFonts w:ascii="IranNastaliq" w:hAnsi="IranNastaliq" w:cs="B Koodak" w:hint="cs"/>
          <w:sz w:val="26"/>
          <w:szCs w:val="26"/>
          <w:rtl/>
        </w:rPr>
        <w:t>آثار منتخب پس از ارزیابی توسط هیات داوران در رمزینه پاسخ سریع (</w:t>
      </w:r>
      <w:r>
        <w:rPr>
          <w:rFonts w:ascii="IranNastaliq" w:hAnsi="IranNastaliq" w:cs="B Koodak"/>
          <w:sz w:val="26"/>
          <w:szCs w:val="26"/>
        </w:rPr>
        <w:t>QR-CODE</w:t>
      </w:r>
      <w:r>
        <w:rPr>
          <w:rFonts w:ascii="IranNastaliq" w:hAnsi="IranNastaliq" w:cs="B Koodak" w:hint="cs"/>
          <w:sz w:val="26"/>
          <w:szCs w:val="26"/>
          <w:rtl/>
        </w:rPr>
        <w:t>) کتابهای درسی مورد استفاده قرار خواهندگرفت.</w:t>
      </w:r>
    </w:p>
    <w:p w14:paraId="13D2805A" w14:textId="04CE6DFF" w:rsidR="009557B5" w:rsidRPr="007D1B45" w:rsidRDefault="009557B5" w:rsidP="009557B5">
      <w:pPr>
        <w:tabs>
          <w:tab w:val="left" w:pos="3840"/>
        </w:tabs>
        <w:bidi w:val="0"/>
        <w:spacing w:after="0" w:line="240" w:lineRule="auto"/>
        <w:rPr>
          <w:rFonts w:ascii="Tahoma" w:eastAsia="Times New Roman" w:hAnsi="Tahoma" w:cs="B Koodak"/>
          <w:sz w:val="26"/>
          <w:szCs w:val="26"/>
          <w:rtl/>
        </w:rPr>
      </w:pPr>
    </w:p>
    <w:p w14:paraId="51B0C04F" w14:textId="47621DDC" w:rsidR="004A2D8F" w:rsidRDefault="00005616" w:rsidP="0096106A">
      <w:pPr>
        <w:spacing w:after="0" w:line="240" w:lineRule="auto"/>
        <w:jc w:val="center"/>
        <w:rPr>
          <w:rFonts w:ascii="Tahoma" w:eastAsia="Times New Roman" w:hAnsi="Tahoma" w:cs="B Koodak"/>
          <w:b/>
          <w:bCs/>
          <w:color w:val="00B0F0"/>
          <w:sz w:val="26"/>
          <w:szCs w:val="26"/>
          <w:rtl/>
        </w:rPr>
      </w:pPr>
      <w:r w:rsidRPr="009557B5">
        <w:rPr>
          <w:rFonts w:ascii="Tahoma" w:eastAsia="Times New Roman" w:hAnsi="Tahoma" w:cs="B Titr"/>
          <w:sz w:val="26"/>
          <w:szCs w:val="26"/>
          <w:rtl/>
        </w:rPr>
        <w:br w:type="page"/>
      </w:r>
      <w:r w:rsidR="00F44BC9">
        <w:rPr>
          <w:rFonts w:ascii="Tahoma" w:eastAsia="Times New Roman" w:hAnsi="Tahoma" w:cs="B Titr" w:hint="cs"/>
          <w:b/>
          <w:bCs/>
          <w:sz w:val="26"/>
          <w:szCs w:val="26"/>
          <w:rtl/>
        </w:rPr>
        <w:lastRenderedPageBreak/>
        <w:t>ت</w:t>
      </w:r>
      <w:r w:rsidR="00201987" w:rsidRPr="00DE7C38">
        <w:rPr>
          <w:rFonts w:ascii="Tahoma" w:eastAsia="Times New Roman" w:hAnsi="Tahoma" w:cs="B Titr" w:hint="cs"/>
          <w:b/>
          <w:bCs/>
          <w:sz w:val="26"/>
          <w:szCs w:val="26"/>
          <w:rtl/>
        </w:rPr>
        <w:t xml:space="preserve">شكيلات اجرايي جشنواره </w:t>
      </w:r>
      <w:r w:rsidR="004A2D8F">
        <w:rPr>
          <w:rFonts w:ascii="Tahoma" w:eastAsia="Times New Roman" w:hAnsi="Tahoma" w:cs="B Titr" w:hint="cs"/>
          <w:b/>
          <w:bCs/>
          <w:sz w:val="26"/>
          <w:szCs w:val="26"/>
          <w:rtl/>
        </w:rPr>
        <w:t>بخش استاني</w:t>
      </w:r>
    </w:p>
    <w:p w14:paraId="7A5B8B2F" w14:textId="418C2708" w:rsidR="0096106A" w:rsidRPr="0096106A" w:rsidRDefault="004A2D8F" w:rsidP="0096106A">
      <w:pPr>
        <w:bidi w:val="0"/>
        <w:spacing w:after="0" w:line="240" w:lineRule="auto"/>
        <w:jc w:val="right"/>
        <w:rPr>
          <w:rFonts w:ascii="Tahoma" w:eastAsia="Times New Roman" w:hAnsi="Tahoma" w:cs="B Koodak"/>
          <w:b/>
          <w:bCs/>
          <w:color w:val="00B0F0"/>
          <w:sz w:val="26"/>
          <w:szCs w:val="26"/>
        </w:rPr>
      </w:pP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تذکر : استانهایی که تمایل به اجرا</w:t>
      </w:r>
      <w:r w:rsid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ي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83683E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مراسم تجلیل از برگزیدگان استانی </w:t>
      </w:r>
      <w:r w:rsidR="005253A0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دارند ، بر اساس تشکیلات  اجرایی 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استان</w:t>
      </w:r>
      <w:r w:rsidR="005253A0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ی </w:t>
      </w:r>
      <w:r w:rsidR="000543F4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ذیل </w:t>
      </w:r>
      <w:r w:rsidR="005253A0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می توانند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نسبت  به برگزاری </w:t>
      </w:r>
      <w:r w:rsidR="0054161B">
        <w:rPr>
          <w:rFonts w:ascii="Tahoma" w:eastAsia="Times New Roman" w:hAnsi="Tahoma" w:cs="B Koodak" w:hint="cs"/>
          <w:b/>
          <w:bCs/>
          <w:sz w:val="26"/>
          <w:szCs w:val="26"/>
          <w:rtl/>
        </w:rPr>
        <w:t>مراسم</w:t>
      </w: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اقدام نمایند.</w:t>
      </w:r>
    </w:p>
    <w:p w14:paraId="51A63660" w14:textId="41AB1D3C" w:rsidR="0096106A" w:rsidRDefault="004A2D8F" w:rsidP="0096106A">
      <w:pPr>
        <w:spacing w:after="0" w:line="240" w:lineRule="auto"/>
        <w:rPr>
          <w:rFonts w:ascii="Tahoma" w:eastAsia="Times New Roman" w:hAnsi="Tahoma" w:cs="B Koodak"/>
          <w:b/>
          <w:bCs/>
          <w:sz w:val="26"/>
          <w:szCs w:val="26"/>
          <w:rtl/>
        </w:rPr>
      </w:pPr>
      <w:r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ک</w:t>
      </w:r>
      <w:r w:rsid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ارگروه توسعه مدیریت استان</w:t>
      </w:r>
    </w:p>
    <w:p w14:paraId="4FF58B18" w14:textId="18099305" w:rsidR="00201987" w:rsidRPr="002A7044" w:rsidRDefault="00201987" w:rsidP="0096106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مديركل استان ( رئيس </w:t>
      </w:r>
      <w:r w:rsidR="0096106A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ک</w:t>
      </w:r>
      <w:r w:rsid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ارگروه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)</w:t>
      </w:r>
    </w:p>
    <w:p w14:paraId="19E5F322" w14:textId="276B1EBE" w:rsidR="00201987" w:rsidRPr="002A7044" w:rsidRDefault="00201987" w:rsidP="00A97BE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معاون پژوهش </w:t>
      </w:r>
      <w:r w:rsidR="00A97BE4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برنامه ریزی </w:t>
      </w:r>
      <w:r w:rsidR="007D4939">
        <w:rPr>
          <w:rFonts w:ascii="Tahoma" w:eastAsia="Times New Roman" w:hAnsi="Tahoma" w:cs="B Koodak" w:hint="cs"/>
          <w:sz w:val="26"/>
          <w:szCs w:val="26"/>
          <w:rtl/>
        </w:rPr>
        <w:t xml:space="preserve">و </w:t>
      </w:r>
      <w:r w:rsidR="00A97BE4" w:rsidRPr="002A7044">
        <w:rPr>
          <w:rFonts w:ascii="Tahoma" w:eastAsia="Times New Roman" w:hAnsi="Tahoma" w:cs="B Koodak" w:hint="cs"/>
          <w:sz w:val="26"/>
          <w:szCs w:val="26"/>
          <w:rtl/>
        </w:rPr>
        <w:t>توسعه منابع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انساني </w:t>
      </w:r>
      <w:r w:rsidR="008C7B2E" w:rsidRPr="002A7044">
        <w:rPr>
          <w:rFonts w:ascii="Tahoma" w:eastAsia="Times New Roman" w:hAnsi="Tahoma" w:cs="B Koodak" w:hint="cs"/>
          <w:sz w:val="26"/>
          <w:szCs w:val="26"/>
          <w:rtl/>
        </w:rPr>
        <w:t>( دبير</w:t>
      </w:r>
      <w:r w:rsidR="0096106A" w:rsidRP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96106A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ک</w:t>
      </w:r>
      <w:r w:rsidR="0096106A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ارگروه</w:t>
      </w:r>
      <w:r w:rsidR="008C7B2E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)</w:t>
      </w:r>
    </w:p>
    <w:p w14:paraId="25AD29E8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معاون آموزش ابتدائي</w:t>
      </w:r>
    </w:p>
    <w:p w14:paraId="7F2D78DA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معاون آموزش متوسطه </w:t>
      </w:r>
    </w:p>
    <w:p w14:paraId="0E823FA8" w14:textId="77777777" w:rsidR="006F544D" w:rsidRPr="002A7044" w:rsidRDefault="006F544D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ساير معاونين اداره كل به صلاحديد مديركل محترم </w:t>
      </w:r>
    </w:p>
    <w:p w14:paraId="35D0B845" w14:textId="77777777" w:rsidR="00005616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تحليل محتوا</w:t>
      </w:r>
      <w:r w:rsidR="005A3639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ی آموزشی وپرورشی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</w:t>
      </w:r>
    </w:p>
    <w:p w14:paraId="2339F74D" w14:textId="501DC5E8" w:rsidR="00201987" w:rsidRPr="002A7044" w:rsidRDefault="006F544D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فناوري اطلاعات و</w:t>
      </w:r>
      <w:r w:rsidR="001612FA">
        <w:rPr>
          <w:rFonts w:ascii="Tahoma" w:eastAsia="Times New Roman" w:hAnsi="Tahoma" w:cs="B Koodak" w:hint="cs"/>
          <w:sz w:val="26"/>
          <w:szCs w:val="26"/>
          <w:rtl/>
        </w:rPr>
        <w:t xml:space="preserve"> 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ارتباطات </w:t>
      </w:r>
    </w:p>
    <w:p w14:paraId="01D0FC59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آموزش ابتدايي</w:t>
      </w:r>
    </w:p>
    <w:p w14:paraId="496D9EB9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رئيس گروه آموزش متوسطه اول </w:t>
      </w:r>
    </w:p>
    <w:p w14:paraId="0D6F087D" w14:textId="77777777" w:rsidR="00201987" w:rsidRPr="002A7044" w:rsidRDefault="00201987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رئيس گروه آموزش متوسطه دوم </w:t>
      </w:r>
    </w:p>
    <w:p w14:paraId="77A54F64" w14:textId="77777777" w:rsidR="00201987" w:rsidRPr="002A7044" w:rsidRDefault="00B71096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رئيس گروه فني وحرفه اي وكاردانش</w:t>
      </w:r>
    </w:p>
    <w:p w14:paraId="1BE3A112" w14:textId="77777777" w:rsidR="008C7B2E" w:rsidRPr="002A7044" w:rsidRDefault="008C7B2E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رئيس گروه </w:t>
      </w:r>
      <w:r w:rsidR="006F544D" w:rsidRPr="002A7044">
        <w:rPr>
          <w:rFonts w:ascii="Tahoma" w:eastAsia="Times New Roman" w:hAnsi="Tahoma" w:cs="B Koodak" w:hint="cs"/>
          <w:sz w:val="26"/>
          <w:szCs w:val="26"/>
          <w:rtl/>
        </w:rPr>
        <w:t>(رئيس اداره )</w:t>
      </w:r>
      <w:r w:rsidRPr="002A7044">
        <w:rPr>
          <w:rFonts w:ascii="Tahoma" w:eastAsia="Times New Roman" w:hAnsi="Tahoma" w:cs="B Koodak" w:hint="cs"/>
          <w:sz w:val="26"/>
          <w:szCs w:val="26"/>
          <w:rtl/>
        </w:rPr>
        <w:t>تكنولوژي وگروه هاي آموزشي</w:t>
      </w:r>
    </w:p>
    <w:p w14:paraId="06A6FF31" w14:textId="77777777" w:rsidR="00B71096" w:rsidRPr="002A7044" w:rsidRDefault="00B71096" w:rsidP="0020198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نماينده  دانشگاه هاي فر هنگيان استان </w:t>
      </w:r>
    </w:p>
    <w:p w14:paraId="738DCAB4" w14:textId="77777777" w:rsidR="002A7044" w:rsidRDefault="00B71096" w:rsidP="002A704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Titr"/>
          <w:b/>
          <w:bCs/>
          <w:sz w:val="26"/>
          <w:szCs w:val="26"/>
          <w:rtl/>
        </w:rPr>
      </w:pPr>
      <w:r w:rsidRPr="00DE7C38">
        <w:rPr>
          <w:rFonts w:ascii="Tahoma" w:eastAsia="Times New Roman" w:hAnsi="Tahoma" w:cs="B Titr" w:hint="cs"/>
          <w:b/>
          <w:bCs/>
          <w:sz w:val="26"/>
          <w:szCs w:val="26"/>
          <w:rtl/>
        </w:rPr>
        <w:t xml:space="preserve">شرح وظايف </w:t>
      </w:r>
      <w:r w:rsidR="002A7044">
        <w:rPr>
          <w:rFonts w:ascii="Tahoma" w:eastAsia="Times New Roman" w:hAnsi="Tahoma" w:cs="B Titr" w:hint="cs"/>
          <w:b/>
          <w:bCs/>
          <w:sz w:val="26"/>
          <w:szCs w:val="26"/>
          <w:rtl/>
        </w:rPr>
        <w:t>استان</w:t>
      </w:r>
    </w:p>
    <w:p w14:paraId="4F98B17F" w14:textId="058648FF" w:rsidR="00B71096" w:rsidRPr="002A7044" w:rsidRDefault="002A7044" w:rsidP="002A704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sz w:val="26"/>
          <w:szCs w:val="26"/>
          <w:rtl/>
        </w:rPr>
      </w:pPr>
      <w:r w:rsidRPr="002A7044">
        <w:rPr>
          <w:rFonts w:ascii="Tahoma" w:eastAsia="Times New Roman" w:hAnsi="Tahoma" w:cs="B Koodak" w:hint="cs"/>
          <w:sz w:val="26"/>
          <w:szCs w:val="26"/>
          <w:rtl/>
        </w:rPr>
        <w:t>كليه استان ها بايد براي اجراي اين دستورالعمل بشرح ذيل اقدام نمايند:</w:t>
      </w:r>
      <w:r w:rsidR="00B71096" w:rsidRPr="002A7044">
        <w:rPr>
          <w:rFonts w:ascii="Tahoma" w:eastAsia="Times New Roman" w:hAnsi="Tahoma" w:cs="B Koodak" w:hint="cs"/>
          <w:sz w:val="26"/>
          <w:szCs w:val="26"/>
          <w:rtl/>
        </w:rPr>
        <w:t xml:space="preserve"> </w:t>
      </w:r>
    </w:p>
    <w:p w14:paraId="2FDE45E8" w14:textId="43D93FEC" w:rsidR="00421C3E" w:rsidRPr="00DE7C38" w:rsidRDefault="00F80AC0" w:rsidP="00F80AC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آماده سازی و </w:t>
      </w:r>
      <w:r w:rsidR="00B71096"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ارسال شيوه نامه براي مناطق وآموزشگاههاي استان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B71096"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پرديس هاي دانشگاه فرهنگيان</w:t>
      </w:r>
      <w:r w:rsidR="0043686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با بهره گیری از شیوه های مرسوم و فضای مجازی </w:t>
      </w:r>
    </w:p>
    <w:p w14:paraId="7D2C96EA" w14:textId="670BD14B" w:rsidR="006F544D" w:rsidRPr="00DE7C38" w:rsidRDefault="006F544D" w:rsidP="00B7109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معرفي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رابط استان جهت هماهنگي با دبير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خانه جشنواره </w:t>
      </w:r>
    </w:p>
    <w:p w14:paraId="32A693B5" w14:textId="47F17A40" w:rsidR="00B71096" w:rsidRDefault="00B71096" w:rsidP="00B7109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اطلاع رساني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جلب مشاركت دانش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آموزان ، معلمان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>دانشجويان و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اس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>اتيد</w:t>
      </w:r>
      <w:r w:rsidR="001612FA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</w:t>
      </w:r>
      <w:r w:rsidR="00A97BE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به </w:t>
      </w:r>
      <w:r w:rsidR="00A97BE4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>شیوه های متنوع و در فضای مجازی (بارگزاری در سامانه شاد)</w:t>
      </w:r>
      <w:r w:rsidR="0043686A" w:rsidRPr="002A7044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 و سایر کانالهای ارتباطی</w:t>
      </w:r>
    </w:p>
    <w:p w14:paraId="15DCE3A1" w14:textId="77777777" w:rsidR="002A7044" w:rsidRPr="00DE7C38" w:rsidRDefault="002A7044" w:rsidP="002A704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همكاري در </w:t>
      </w:r>
      <w:r w:rsidRPr="00DE7C38">
        <w:rPr>
          <w:rFonts w:ascii="Tahoma" w:eastAsia="Times New Roman" w:hAnsi="Tahoma" w:cs="B Koodak" w:hint="cs"/>
          <w:b/>
          <w:bCs/>
          <w:sz w:val="26"/>
          <w:szCs w:val="26"/>
          <w:rtl/>
        </w:rPr>
        <w:t xml:space="preserve">ارزيابي محصولات </w:t>
      </w:r>
      <w:r>
        <w:rPr>
          <w:rFonts w:ascii="Tahoma" w:eastAsia="Times New Roman" w:hAnsi="Tahoma" w:cs="B Koodak" w:hint="cs"/>
          <w:b/>
          <w:bCs/>
          <w:sz w:val="26"/>
          <w:szCs w:val="26"/>
          <w:rtl/>
        </w:rPr>
        <w:t>با هماهنگی حوزه ستادی</w:t>
      </w:r>
    </w:p>
    <w:p w14:paraId="07E58C8A" w14:textId="0CAB7689" w:rsidR="002A7044" w:rsidRPr="002A7044" w:rsidRDefault="002A7044" w:rsidP="00B7109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B Koodak"/>
          <w:b/>
          <w:bCs/>
          <w:sz w:val="26"/>
          <w:szCs w:val="26"/>
        </w:rPr>
      </w:pPr>
      <w:r>
        <w:rPr>
          <w:rFonts w:ascii="Tahoma" w:eastAsia="Times New Roman" w:hAnsi="Tahoma" w:cs="B Koodak" w:hint="cs"/>
          <w:b/>
          <w:bCs/>
          <w:sz w:val="26"/>
          <w:szCs w:val="26"/>
          <w:rtl/>
        </w:rPr>
        <w:t>شناسايي و اطلاع رساني به شركت ها و موسسات علمي آموزشي فعال در امر توليد محتواي الكترونيكي</w:t>
      </w:r>
    </w:p>
    <w:p w14:paraId="38FB6DB6" w14:textId="29DE110E" w:rsidR="00F23A65" w:rsidRDefault="00F23A65" w:rsidP="001612FA">
      <w:pPr>
        <w:spacing w:line="120" w:lineRule="atLeast"/>
        <w:jc w:val="both"/>
        <w:rPr>
          <w:rFonts w:asciiTheme="majorHAnsi" w:eastAsia="Times New Roman" w:hAnsiTheme="majorHAnsi" w:cs="B Koodak"/>
          <w:sz w:val="26"/>
          <w:szCs w:val="26"/>
          <w:rtl/>
        </w:rPr>
      </w:pPr>
      <w:r w:rsidRPr="00DE7C38">
        <w:rPr>
          <w:rFonts w:asciiTheme="majorHAnsi" w:eastAsia="Times New Roman" w:hAnsiTheme="majorHAnsi" w:cs="B Titr"/>
          <w:sz w:val="26"/>
          <w:szCs w:val="26"/>
          <w:rtl/>
        </w:rPr>
        <w:t>تبصره :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</w:t>
      </w:r>
      <w:r w:rsidR="00034E67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کلیه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>هزينه</w:t>
      </w:r>
      <w:r w:rsidR="00034E67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ها شامل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ارزيابي </w:t>
      </w:r>
      <w:r w:rsidR="00BF1A1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آثار </w:t>
      </w:r>
      <w:r w:rsidR="0083683E">
        <w:rPr>
          <w:rFonts w:asciiTheme="majorHAnsi" w:eastAsia="Times New Roman" w:hAnsiTheme="majorHAnsi" w:cs="B Koodak" w:hint="cs"/>
          <w:sz w:val="26"/>
          <w:szCs w:val="26"/>
          <w:rtl/>
        </w:rPr>
        <w:t>بارگذ</w:t>
      </w:r>
      <w:r w:rsidR="0038775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اری شده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>در شبكه ملي مدارس ايران رشد و</w:t>
      </w:r>
      <w:r w:rsidR="00BF1A1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>آثار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="0038775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داوری شده </w:t>
      </w:r>
      <w:r w:rsidR="005309C6" w:rsidRPr="00DE7C38">
        <w:rPr>
          <w:rFonts w:asciiTheme="majorHAnsi" w:eastAsia="Times New Roman" w:hAnsiTheme="majorHAnsi" w:cs="B Koodak" w:hint="cs"/>
          <w:sz w:val="26"/>
          <w:szCs w:val="26"/>
          <w:rtl/>
        </w:rPr>
        <w:t>در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دبيرخانه هاي استاني </w:t>
      </w:r>
      <w:r w:rsidR="0077048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, جوایز و حمایتهای مالی 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توسط سازمان پژوهش وبرنامه ريزي آموزشي </w:t>
      </w:r>
      <w:r w:rsidR="00132D14">
        <w:rPr>
          <w:rFonts w:asciiTheme="majorHAnsi" w:eastAsia="Times New Roman" w:hAnsiTheme="majorHAnsi" w:cs="B Koodak" w:hint="cs"/>
          <w:sz w:val="26"/>
          <w:szCs w:val="26"/>
          <w:rtl/>
        </w:rPr>
        <w:t>تامین</w:t>
      </w:r>
      <w:r w:rsidR="0077048F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</w:t>
      </w:r>
      <w:r w:rsidR="00A97BE4">
        <w:rPr>
          <w:rFonts w:asciiTheme="majorHAnsi" w:eastAsia="Times New Roman" w:hAnsiTheme="majorHAnsi" w:cs="B Koodak" w:hint="cs"/>
          <w:sz w:val="26"/>
          <w:szCs w:val="26"/>
          <w:rtl/>
        </w:rPr>
        <w:t>پرداخت</w:t>
      </w:r>
      <w:r w:rsidRPr="00DE7C38">
        <w:rPr>
          <w:rFonts w:asciiTheme="majorHAnsi" w:eastAsia="Times New Roman" w:hAnsiTheme="majorHAnsi" w:cs="B Koodak"/>
          <w:sz w:val="26"/>
          <w:szCs w:val="26"/>
          <w:rtl/>
        </w:rPr>
        <w:t xml:space="preserve"> خواهد شد.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="00132D14">
        <w:rPr>
          <w:rFonts w:asciiTheme="majorHAnsi" w:eastAsia="Times New Roman" w:hAnsiTheme="majorHAnsi" w:cs="B Koodak" w:hint="cs"/>
          <w:sz w:val="26"/>
          <w:szCs w:val="26"/>
          <w:rtl/>
        </w:rPr>
        <w:t>استان ها و</w:t>
      </w:r>
      <w:r w:rsidR="001612FA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</w:t>
      </w:r>
      <w:r w:rsidR="00132D14">
        <w:rPr>
          <w:rFonts w:asciiTheme="majorHAnsi" w:eastAsia="Times New Roman" w:hAnsiTheme="majorHAnsi" w:cs="B Koodak" w:hint="cs"/>
          <w:sz w:val="26"/>
          <w:szCs w:val="26"/>
          <w:rtl/>
        </w:rPr>
        <w:t>مناطق هیچ گونه هزی</w:t>
      </w:r>
      <w:r w:rsidR="00BF1A1A">
        <w:rPr>
          <w:rFonts w:asciiTheme="majorHAnsi" w:eastAsia="Times New Roman" w:hAnsiTheme="majorHAnsi" w:cs="B Koodak" w:hint="cs"/>
          <w:sz w:val="26"/>
          <w:szCs w:val="26"/>
          <w:rtl/>
        </w:rPr>
        <w:t>نه ای را از شرکت کنندگان دریافت نمی نمایند.</w:t>
      </w:r>
      <w:r w:rsidR="00BF1A1A">
        <w:rPr>
          <w:rFonts w:asciiTheme="majorHAnsi" w:eastAsia="Times New Roman" w:hAnsiTheme="majorHAnsi" w:cs="B Koodak"/>
          <w:sz w:val="26"/>
          <w:szCs w:val="26"/>
          <w:rtl/>
        </w:rPr>
        <w:t xml:space="preserve"> </w:t>
      </w:r>
    </w:p>
    <w:p w14:paraId="20ACBE21" w14:textId="3288289B" w:rsidR="00132D14" w:rsidRPr="00DE7C38" w:rsidRDefault="00132D14" w:rsidP="00704BC0">
      <w:pPr>
        <w:spacing w:line="120" w:lineRule="atLeast"/>
        <w:jc w:val="both"/>
        <w:rPr>
          <w:rFonts w:asciiTheme="majorHAnsi" w:eastAsia="Times New Roman" w:hAnsiTheme="majorHAnsi" w:cs="B Koodak"/>
          <w:sz w:val="26"/>
          <w:szCs w:val="26"/>
          <w:rtl/>
        </w:rPr>
      </w:pPr>
      <w:r w:rsidRPr="00132D14">
        <w:rPr>
          <w:rFonts w:asciiTheme="majorHAnsi" w:eastAsia="Times New Roman" w:hAnsiTheme="majorHAnsi" w:cs="B Titr" w:hint="cs"/>
          <w:sz w:val="26"/>
          <w:szCs w:val="26"/>
          <w:rtl/>
        </w:rPr>
        <w:t>تبصره :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ملاک انتخاب</w:t>
      </w:r>
      <w:r w:rsidR="00002606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 تقدير از استان های برتر،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>کیفیت</w:t>
      </w:r>
      <w:r w:rsidR="00002606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 كميت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محصولات تولیدی است </w:t>
      </w:r>
      <w:r w:rsidR="0083683E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،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>لذا از استان ها انتظار می رود ضمن اطلاع رسانی لازم به شرکت کنندگان در جهت</w:t>
      </w:r>
      <w:r w:rsidR="00A97BE4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ب</w:t>
      </w:r>
      <w:r w:rsidR="0083683E">
        <w:rPr>
          <w:rFonts w:asciiTheme="majorHAnsi" w:eastAsia="Times New Roman" w:hAnsiTheme="majorHAnsi" w:cs="B Koodak" w:hint="cs"/>
          <w:sz w:val="26"/>
          <w:szCs w:val="26"/>
          <w:rtl/>
        </w:rPr>
        <w:t>ه روز رسانی</w:t>
      </w:r>
      <w:r w:rsidR="00A97BE4"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و </w:t>
      </w:r>
      <w:r>
        <w:rPr>
          <w:rFonts w:asciiTheme="majorHAnsi" w:eastAsia="Times New Roman" w:hAnsiTheme="majorHAnsi" w:cs="B Koodak" w:hint="cs"/>
          <w:sz w:val="26"/>
          <w:szCs w:val="26"/>
          <w:rtl/>
        </w:rPr>
        <w:t xml:space="preserve"> کیفی سازی محصولات برنامه ریزی لازم را بعمل آورند. </w:t>
      </w:r>
    </w:p>
    <w:p w14:paraId="1E06B7C1" w14:textId="77777777" w:rsidR="00F80AC0" w:rsidRPr="00DE7C38" w:rsidRDefault="00F80AC0" w:rsidP="00704BC0">
      <w:pPr>
        <w:spacing w:line="120" w:lineRule="atLeast"/>
        <w:jc w:val="both"/>
        <w:rPr>
          <w:rFonts w:asciiTheme="majorHAnsi" w:eastAsia="Times New Roman" w:hAnsiTheme="majorHAnsi" w:cs="B Koodak"/>
          <w:sz w:val="28"/>
          <w:szCs w:val="28"/>
          <w:rtl/>
        </w:rPr>
      </w:pPr>
    </w:p>
    <w:p w14:paraId="642D3B5E" w14:textId="04947134" w:rsidR="00FA7234" w:rsidRPr="00DE7C38" w:rsidRDefault="00FA7234" w:rsidP="0083683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B Titr"/>
          <w:b/>
          <w:bCs/>
          <w:sz w:val="28"/>
          <w:szCs w:val="28"/>
          <w:rtl/>
        </w:rPr>
      </w:pPr>
      <w:r w:rsidRPr="00DE7C38">
        <w:rPr>
          <w:rFonts w:ascii="Tahoma" w:eastAsia="Times New Roman" w:hAnsi="Tahoma" w:cs="B Titr"/>
          <w:b/>
          <w:bCs/>
          <w:sz w:val="28"/>
          <w:szCs w:val="28"/>
          <w:rtl/>
        </w:rPr>
        <w:t xml:space="preserve">تقويم اجرايي </w:t>
      </w:r>
      <w:r w:rsidR="00DC35F9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دهمین </w:t>
      </w:r>
      <w:r w:rsidR="00B50A4A" w:rsidRPr="00DE7C38">
        <w:rPr>
          <w:rFonts w:ascii="Arial" w:hAnsi="Arial" w:cs="B Titr"/>
          <w:b/>
          <w:bCs/>
          <w:sz w:val="28"/>
          <w:szCs w:val="28"/>
          <w:rtl/>
        </w:rPr>
        <w:t>جشنوار</w:t>
      </w:r>
      <w:r w:rsidR="00807479" w:rsidRPr="00DE7C38">
        <w:rPr>
          <w:rFonts w:ascii="Arial" w:hAnsi="Arial" w:cs="B Titr" w:hint="cs"/>
          <w:b/>
          <w:bCs/>
          <w:sz w:val="28"/>
          <w:szCs w:val="28"/>
          <w:rtl/>
        </w:rPr>
        <w:t>ۀ</w:t>
      </w:r>
      <w:r w:rsidR="00B50A4A" w:rsidRPr="00DE7C38">
        <w:rPr>
          <w:rFonts w:ascii="Arial" w:hAnsi="Arial" w:cs="B Titr"/>
          <w:b/>
          <w:bCs/>
          <w:sz w:val="28"/>
          <w:szCs w:val="28"/>
        </w:rPr>
        <w:t xml:space="preserve"> </w:t>
      </w:r>
      <w:r w:rsidR="00481417" w:rsidRPr="00DE7C38">
        <w:rPr>
          <w:rFonts w:ascii="Arial" w:hAnsi="Arial" w:cs="B Titr" w:hint="cs"/>
          <w:b/>
          <w:bCs/>
          <w:sz w:val="28"/>
          <w:szCs w:val="28"/>
          <w:rtl/>
        </w:rPr>
        <w:t>تولید</w:t>
      </w:r>
      <w:r w:rsidR="00481DB8">
        <w:rPr>
          <w:rFonts w:ascii="Arial" w:hAnsi="Arial" w:cs="B Titr" w:hint="cs"/>
          <w:b/>
          <w:bCs/>
          <w:sz w:val="28"/>
          <w:szCs w:val="28"/>
          <w:rtl/>
        </w:rPr>
        <w:t xml:space="preserve"> </w:t>
      </w:r>
      <w:r w:rsidR="00807479" w:rsidRPr="00DE7C38">
        <w:rPr>
          <w:rFonts w:ascii="Arial" w:hAnsi="Arial" w:cs="B Titr" w:hint="cs"/>
          <w:b/>
          <w:bCs/>
          <w:sz w:val="28"/>
          <w:szCs w:val="28"/>
          <w:rtl/>
        </w:rPr>
        <w:t>محتوای</w:t>
      </w:r>
      <w:r w:rsidR="00481417" w:rsidRPr="00DE7C38">
        <w:rPr>
          <w:rFonts w:ascii="Arial" w:hAnsi="Arial" w:cs="B Titr" w:hint="cs"/>
          <w:b/>
          <w:bCs/>
          <w:sz w:val="28"/>
          <w:szCs w:val="28"/>
          <w:rtl/>
        </w:rPr>
        <w:t xml:space="preserve"> الکترونیکی </w:t>
      </w:r>
    </w:p>
    <w:tbl>
      <w:tblPr>
        <w:bidiVisual/>
        <w:tblW w:w="10028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4729"/>
        <w:gridCol w:w="1417"/>
        <w:gridCol w:w="1559"/>
        <w:gridCol w:w="1560"/>
      </w:tblGrid>
      <w:tr w:rsidR="00DE7C38" w:rsidRPr="00DE7C38" w14:paraId="18910813" w14:textId="77777777" w:rsidTr="00DC35F9">
        <w:trPr>
          <w:trHeight w:val="829"/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64B6B20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6598CA3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474ECCF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مسئول پيگيري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4AD7F65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تاريخ شروع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EFCF007" w14:textId="77777777" w:rsidR="00FA7234" w:rsidRPr="00DE7C38" w:rsidRDefault="00FA7234" w:rsidP="008C7B2E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تاريخ خاتمه</w:t>
            </w:r>
          </w:p>
        </w:tc>
      </w:tr>
      <w:tr w:rsidR="00DE7C38" w:rsidRPr="00DE7C38" w14:paraId="589C7A50" w14:textId="77777777" w:rsidTr="00DC35F9">
        <w:trPr>
          <w:trHeight w:val="544"/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0EEF77FA" w14:textId="77777777" w:rsidR="00CA0C38" w:rsidRPr="00DE7C38" w:rsidRDefault="00CA0C38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13DA78B5" w14:textId="77777777" w:rsidR="00CA0C38" w:rsidRPr="00DE7C38" w:rsidRDefault="00CA0C38" w:rsidP="00487FD2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تدوین دستورالعمل و ارسال بخشنامه</w:t>
            </w:r>
            <w:r w:rsidR="007C7540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به استان ها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F5564C9" w14:textId="77777777" w:rsidR="00CA0C38" w:rsidRPr="00DE7C38" w:rsidRDefault="007C7540" w:rsidP="00487FD2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4"/>
                <w:szCs w:val="24"/>
                <w:rtl/>
              </w:rPr>
            </w:pPr>
            <w:r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 xml:space="preserve">دبيرخانه </w:t>
            </w:r>
            <w:r w:rsidR="00300602"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 xml:space="preserve">کشوری </w:t>
            </w:r>
            <w:r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A08533A" w14:textId="77777777" w:rsidR="00CA0C38" w:rsidRPr="002F0FA0" w:rsidRDefault="008F269A" w:rsidP="00300602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16/12/99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C6DBA9A" w14:textId="00DA13E4" w:rsidR="00CA0C38" w:rsidRPr="002F0FA0" w:rsidRDefault="00497FDD" w:rsidP="00497FDD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15</w:t>
            </w:r>
            <w:r w:rsidR="00BF1A1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</w:t>
            </w: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</w:t>
            </w:r>
            <w:r w:rsidR="00BF1A1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/1400</w:t>
            </w:r>
          </w:p>
        </w:tc>
      </w:tr>
      <w:tr w:rsidR="00DE7C38" w:rsidRPr="00DE7C38" w14:paraId="71710799" w14:textId="77777777" w:rsidTr="00DC35F9">
        <w:trPr>
          <w:trHeight w:val="544"/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60D3D23" w14:textId="77777777" w:rsidR="007C7540" w:rsidRPr="00DE7C38" w:rsidRDefault="007C7540" w:rsidP="006B28BB">
            <w:pPr>
              <w:spacing w:after="0" w:line="155" w:lineRule="atLeast"/>
              <w:jc w:val="center"/>
              <w:rPr>
                <w:rFonts w:ascii="Tahoma" w:eastAsia="Times New Roman" w:hAnsi="Tahoma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Tahoma" w:eastAsia="Times New Roman" w:hAnsi="Tahoma" w:cs="B Koodak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44EF14AC" w14:textId="77777777" w:rsidR="007C7540" w:rsidRPr="00DE7C38" w:rsidRDefault="007C7540" w:rsidP="007C7540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تشكيل كميته استاني ،ارسال بخشنامه به مناطق ومعرفي نماينده استان به دبيرخانه</w:t>
            </w:r>
            <w:r w:rsidR="00300602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کشوری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جشنواره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2F8E3BA" w14:textId="77777777" w:rsidR="007C7540" w:rsidRPr="00DE7C38" w:rsidRDefault="007C7540" w:rsidP="00487FD2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4"/>
                <w:szCs w:val="24"/>
                <w:rtl/>
              </w:rPr>
            </w:pPr>
            <w:r w:rsidRPr="00DE7C38">
              <w:rPr>
                <w:rFonts w:ascii="Tahoma" w:eastAsia="Times New Roman" w:hAnsi="Tahoma" w:cs="B Koodak" w:hint="cs"/>
                <w:sz w:val="24"/>
                <w:szCs w:val="24"/>
                <w:rtl/>
              </w:rPr>
              <w:t>كميته استاني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14516DC" w14:textId="01880DCF" w:rsidR="007C7540" w:rsidRPr="002F0FA0" w:rsidRDefault="002A606C" w:rsidP="002A606C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15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</w:t>
            </w:r>
            <w:r w:rsidR="005253A0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28AC9EB" w14:textId="734BBE1D" w:rsidR="007C7540" w:rsidRPr="002F0FA0" w:rsidRDefault="00497FDD" w:rsidP="005253A0">
            <w:pPr>
              <w:spacing w:after="0" w:line="155" w:lineRule="atLeast"/>
              <w:jc w:val="both"/>
              <w:rPr>
                <w:rFonts w:ascii="Tahoma" w:eastAsia="Times New Roman" w:hAnsi="Tahoma" w:cs="B Koodak"/>
                <w:sz w:val="28"/>
                <w:szCs w:val="28"/>
                <w:rtl/>
              </w:rPr>
            </w:pPr>
            <w:r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20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</w:t>
            </w:r>
            <w:r w:rsidR="005253A0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2</w:t>
            </w:r>
            <w:r w:rsidR="008F269A" w:rsidRPr="002F0FA0">
              <w:rPr>
                <w:rFonts w:ascii="Tahoma" w:eastAsia="Times New Roman" w:hAnsi="Tahoma" w:cs="B Koodak" w:hint="cs"/>
                <w:sz w:val="28"/>
                <w:szCs w:val="28"/>
                <w:rtl/>
              </w:rPr>
              <w:t>/1400</w:t>
            </w:r>
          </w:p>
        </w:tc>
      </w:tr>
      <w:tr w:rsidR="00DE7C38" w:rsidRPr="00DE7C38" w14:paraId="79CA8CC4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183D6083" w14:textId="77777777" w:rsidR="00CA0C38" w:rsidRPr="00DE7C38" w:rsidRDefault="00B71096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14:paraId="05AC32AC" w14:textId="77777777" w:rsidR="00CA0C38" w:rsidRPr="00DE7C38" w:rsidRDefault="00481417" w:rsidP="00487FD2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اطلاع رسانی </w:t>
            </w:r>
            <w:r w:rsidR="00CA0C38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(</w:t>
            </w:r>
            <w:r w:rsidR="000F1753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طرح موضوع در جلسات </w:t>
            </w:r>
            <w:r w:rsidR="008F269A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حضوری و 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وبیناری </w:t>
            </w:r>
            <w:r w:rsidR="000F1753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استانی </w:t>
            </w:r>
            <w:r w:rsidR="000F1753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رؤسا و کارشناسان ادارات، </w:t>
            </w:r>
            <w:r w:rsidR="00CA0C38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طراحی پوستر، بنر و بروشور و توزیع در استان</w:t>
            </w:r>
            <w:r w:rsidR="00605B2F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F269A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و فضای مجازی 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A20A2FD" w14:textId="77777777" w:rsidR="00CA0C38" w:rsidRPr="00DE7C38" w:rsidRDefault="007C7540" w:rsidP="00487FD2">
            <w:pPr>
              <w:spacing w:after="0" w:line="155" w:lineRule="atLeast"/>
              <w:jc w:val="both"/>
              <w:rPr>
                <w:rFonts w:eastAsia="Times New Roman" w:cs="B Koodak"/>
                <w:sz w:val="24"/>
                <w:szCs w:val="24"/>
              </w:rPr>
            </w:pPr>
            <w:r w:rsidRPr="00DE7C38">
              <w:rPr>
                <w:rFonts w:eastAsia="Times New Roman" w:cs="B Koodak" w:hint="cs"/>
                <w:sz w:val="24"/>
                <w:szCs w:val="24"/>
                <w:rtl/>
              </w:rPr>
              <w:t>كميته استاني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11987B9" w14:textId="3516A37F" w:rsidR="00CA0C38" w:rsidRPr="002F0FA0" w:rsidRDefault="00497FDD" w:rsidP="005253A0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20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="005253A0" w:rsidRPr="002F0FA0">
              <w:rPr>
                <w:rFonts w:eastAsia="Times New Roman" w:cs="B Koodak" w:hint="cs"/>
                <w:sz w:val="28"/>
                <w:szCs w:val="28"/>
                <w:rtl/>
              </w:rPr>
              <w:t>2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B788672" w14:textId="5EB2FE78" w:rsidR="00CA0C38" w:rsidRPr="002F0FA0" w:rsidRDefault="005253A0" w:rsidP="005A3639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25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/2/1400</w:t>
            </w:r>
          </w:p>
        </w:tc>
      </w:tr>
      <w:tr w:rsidR="00DE7C38" w:rsidRPr="00DE7C38" w14:paraId="7692C059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A8734BC" w14:textId="77777777" w:rsidR="00CA0C38" w:rsidRPr="00DE7C38" w:rsidRDefault="00300602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FFF021C" w14:textId="77777777" w:rsidR="00CA0C38" w:rsidRPr="00DE7C38" w:rsidRDefault="005B1044" w:rsidP="007C7540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آغاز ثبت نام</w:t>
            </w:r>
            <w:r w:rsidR="00300602"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محصولات در سامانه رشد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500E900" w14:textId="77777777" w:rsidR="00CA0C38" w:rsidRPr="00DE7C38" w:rsidRDefault="00300602" w:rsidP="00487FD2">
            <w:pPr>
              <w:spacing w:after="0" w:line="155" w:lineRule="atLeast"/>
              <w:jc w:val="both"/>
              <w:rPr>
                <w:rFonts w:eastAsia="Times New Roman" w:cs="B Koodak"/>
                <w:sz w:val="24"/>
                <w:szCs w:val="24"/>
              </w:rPr>
            </w:pPr>
            <w:r w:rsidRPr="00DE7C38">
              <w:rPr>
                <w:rFonts w:eastAsia="Times New Roman" w:cs="B Koodak" w:hint="cs"/>
                <w:sz w:val="24"/>
                <w:szCs w:val="24"/>
                <w:rtl/>
              </w:rPr>
              <w:t>دبیرخانه کشوری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EF7965E" w14:textId="0FFD6973" w:rsidR="00CA0C38" w:rsidRPr="002F0FA0" w:rsidRDefault="005253A0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25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/2/1400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B50672C" w14:textId="62FDE6FF" w:rsidR="00CA0C38" w:rsidRPr="002F0FA0" w:rsidRDefault="005253A0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15</w:t>
            </w:r>
            <w:r w:rsidR="00DC35F9" w:rsidRPr="002F0FA0">
              <w:rPr>
                <w:rFonts w:eastAsia="Times New Roman" w:cs="B Koodak" w:hint="cs"/>
                <w:sz w:val="28"/>
                <w:szCs w:val="28"/>
                <w:rtl/>
              </w:rPr>
              <w:t>/5/1400</w:t>
            </w:r>
          </w:p>
        </w:tc>
      </w:tr>
      <w:tr w:rsidR="008F269A" w:rsidRPr="00DE7C38" w14:paraId="4EF5CD19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76EA0D77" w14:textId="77777777" w:rsidR="008F269A" w:rsidRPr="00DE7C38" w:rsidRDefault="008F269A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C13873E" w14:textId="77777777" w:rsidR="008F269A" w:rsidRPr="00DE7C38" w:rsidRDefault="008F269A" w:rsidP="00DC35F9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تشکیل کمیته داوری، وانجام داوري </w:t>
            </w:r>
            <w:r w:rsidR="00DC35F9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آثار استانی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438167C" w14:textId="77777777" w:rsidR="008F269A" w:rsidRPr="00DE7C38" w:rsidRDefault="008F269A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DE7C38">
              <w:rPr>
                <w:rFonts w:eastAsia="Times New Roman" w:cs="B Koodak" w:hint="cs"/>
                <w:sz w:val="28"/>
                <w:szCs w:val="28"/>
                <w:rtl/>
              </w:rPr>
              <w:t>نماينده استان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D3DFEE"/>
            <w:vAlign w:val="center"/>
          </w:tcPr>
          <w:p w14:paraId="56C37F64" w14:textId="5BB42C22" w:rsidR="008F269A" w:rsidRPr="002F0FA0" w:rsidRDefault="005253A0" w:rsidP="006D0D0E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15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="006D0D0E" w:rsidRPr="002F0FA0">
              <w:rPr>
                <w:rFonts w:eastAsia="Times New Roman" w:cs="B Koodak" w:hint="cs"/>
                <w:sz w:val="28"/>
                <w:szCs w:val="28"/>
                <w:rtl/>
              </w:rPr>
              <w:t>5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24FB1232" w14:textId="15A7C8B9" w:rsidR="008F269A" w:rsidRPr="002F0FA0" w:rsidRDefault="002A606C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31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/5/1400</w:t>
            </w:r>
          </w:p>
        </w:tc>
      </w:tr>
      <w:tr w:rsidR="008F269A" w:rsidRPr="00DE7C38" w14:paraId="3C5E7F40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46CA161E" w14:textId="77777777" w:rsidR="008F269A" w:rsidRPr="00002606" w:rsidRDefault="008F269A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  <w:r w:rsidRPr="00002606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1BF552A" w14:textId="04E5C153" w:rsidR="008F269A" w:rsidRPr="00002606" w:rsidRDefault="002A606C" w:rsidP="0043686A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بارگذ</w:t>
            </w:r>
            <w:r w:rsidR="0043686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اری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C35F9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نتایج داوری آثار استانی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3686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بر روی سامانه </w:t>
            </w:r>
            <w:r w:rsidR="008F269A" w:rsidRPr="00002606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جشنواره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3433050D" w14:textId="77777777" w:rsidR="008F269A" w:rsidRPr="00DE7C38" w:rsidRDefault="008F269A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sz w:val="28"/>
                <w:szCs w:val="28"/>
                <w:rtl/>
              </w:rPr>
              <w:t>دبيرخانه جشنواره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4558091" w14:textId="1119E58D" w:rsidR="008F269A" w:rsidRPr="002F0FA0" w:rsidRDefault="002A606C" w:rsidP="00005616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31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/5/1400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7F320108" w14:textId="0D633901" w:rsidR="008F269A" w:rsidRPr="002F0FA0" w:rsidRDefault="002A606C" w:rsidP="002A606C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6</w:t>
            </w:r>
            <w:r w:rsidR="0043686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</w:tr>
      <w:tr w:rsidR="008F269A" w:rsidRPr="00DE7C38" w14:paraId="78417E09" w14:textId="77777777" w:rsidTr="00DC35F9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0449118" w14:textId="77777777" w:rsidR="008F269A" w:rsidRPr="00DE7C38" w:rsidRDefault="008F269A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  <w:vAlign w:val="center"/>
          </w:tcPr>
          <w:p w14:paraId="317F0D34" w14:textId="77777777" w:rsidR="008F269A" w:rsidRPr="00DE7C38" w:rsidRDefault="008F269A" w:rsidP="00B71096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 xml:space="preserve">ارزيابي مرحله كشوري 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22A424E" w14:textId="77777777" w:rsidR="008F269A" w:rsidRPr="00DE7C38" w:rsidRDefault="008F269A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DE7C38">
              <w:rPr>
                <w:rFonts w:eastAsia="Times New Roman" w:cs="B Koodak" w:hint="cs"/>
                <w:sz w:val="28"/>
                <w:szCs w:val="28"/>
                <w:rtl/>
              </w:rPr>
              <w:t>دبيرخانه جشنواره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uto"/>
            <w:vAlign w:val="center"/>
          </w:tcPr>
          <w:p w14:paraId="5A3E8FF0" w14:textId="7E195F09" w:rsidR="008F269A" w:rsidRPr="002F0FA0" w:rsidRDefault="002A606C" w:rsidP="002A606C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3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</w:t>
            </w: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6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/1400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D24CFB8" w14:textId="39792A72" w:rsidR="008F269A" w:rsidRPr="002F0FA0" w:rsidRDefault="002A606C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23</w:t>
            </w:r>
            <w:r w:rsidR="008F269A" w:rsidRPr="002F0FA0">
              <w:rPr>
                <w:rFonts w:eastAsia="Times New Roman" w:cs="B Koodak" w:hint="cs"/>
                <w:sz w:val="28"/>
                <w:szCs w:val="28"/>
                <w:rtl/>
              </w:rPr>
              <w:t>/6/1400</w:t>
            </w:r>
          </w:p>
        </w:tc>
      </w:tr>
      <w:tr w:rsidR="002F0FA0" w:rsidRPr="00DE7C38" w14:paraId="4D238239" w14:textId="77777777" w:rsidTr="00B73A3A">
        <w:trPr>
          <w:jc w:val="center"/>
        </w:trPr>
        <w:tc>
          <w:tcPr>
            <w:tcW w:w="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38D2851" w14:textId="77777777" w:rsidR="002F0FA0" w:rsidRPr="00DE7C38" w:rsidRDefault="002F0FA0" w:rsidP="006B28BB">
            <w:pPr>
              <w:spacing w:after="0" w:line="155" w:lineRule="atLeast"/>
              <w:jc w:val="center"/>
              <w:rPr>
                <w:rFonts w:eastAsia="Times New Roman" w:cs="B Koodak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9506771" w14:textId="77777777" w:rsidR="002F0FA0" w:rsidRPr="00DE7C38" w:rsidRDefault="002F0FA0" w:rsidP="00B71096">
            <w:pPr>
              <w:spacing w:after="0" w:line="240" w:lineRule="auto"/>
              <w:jc w:val="both"/>
              <w:rPr>
                <w:rFonts w:ascii="Arial" w:hAnsi="Arial" w:cs="B Koodak"/>
                <w:b/>
                <w:bCs/>
                <w:sz w:val="28"/>
                <w:szCs w:val="28"/>
                <w:rtl/>
              </w:rPr>
            </w:pP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مراسم اختتام</w:t>
            </w:r>
            <w:r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ی</w:t>
            </w:r>
            <w:r w:rsidRPr="00DE7C38">
              <w:rPr>
                <w:rFonts w:ascii="Arial" w:hAnsi="Arial" w:cs="B Koodak" w:hint="cs"/>
                <w:b/>
                <w:bCs/>
                <w:sz w:val="28"/>
                <w:szCs w:val="28"/>
                <w:rtl/>
              </w:rPr>
              <w:t>ه كشوري</w:t>
            </w: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C9D46D8" w14:textId="77777777" w:rsidR="002F0FA0" w:rsidRPr="00DE7C38" w:rsidRDefault="002F0FA0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>
              <w:rPr>
                <w:rFonts w:eastAsia="Times New Roman" w:cs="B Koodak" w:hint="cs"/>
                <w:sz w:val="28"/>
                <w:szCs w:val="28"/>
                <w:rtl/>
              </w:rPr>
              <w:t>دبیرخانه جشنواره</w:t>
            </w:r>
          </w:p>
        </w:tc>
        <w:tc>
          <w:tcPr>
            <w:tcW w:w="311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344454D" w14:textId="577EC3C4" w:rsidR="002F0FA0" w:rsidRPr="002F0FA0" w:rsidRDefault="002F0FA0" w:rsidP="00487FD2">
            <w:pPr>
              <w:spacing w:after="0" w:line="155" w:lineRule="atLeast"/>
              <w:jc w:val="both"/>
              <w:rPr>
                <w:rFonts w:eastAsia="Times New Roman" w:cs="B Koodak"/>
                <w:sz w:val="28"/>
                <w:szCs w:val="28"/>
                <w:rtl/>
              </w:rPr>
            </w:pPr>
            <w:r w:rsidRPr="002F0FA0">
              <w:rPr>
                <w:rFonts w:eastAsia="Times New Roman" w:cs="B Koodak" w:hint="cs"/>
                <w:sz w:val="28"/>
                <w:szCs w:val="28"/>
                <w:rtl/>
              </w:rPr>
              <w:t>متعاقبا اعلام خواهد شد.</w:t>
            </w:r>
          </w:p>
        </w:tc>
      </w:tr>
    </w:tbl>
    <w:p w14:paraId="6647AA15" w14:textId="64FF0522" w:rsidR="00FA7234" w:rsidRPr="00DE7C38" w:rsidRDefault="006F544D" w:rsidP="005253A0">
      <w:pPr>
        <w:spacing w:line="120" w:lineRule="atLeast"/>
        <w:jc w:val="both"/>
        <w:rPr>
          <w:rFonts w:ascii="Cambria" w:eastAsia="Times New Roman" w:hAnsi="Cambria" w:cs="B Koodak"/>
          <w:sz w:val="28"/>
          <w:szCs w:val="28"/>
          <w:rtl/>
        </w:rPr>
      </w:pP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* تكميل فرم ثبت نام از تاريخ </w:t>
      </w:r>
      <w:r w:rsidR="00B30A56"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</w:t>
      </w:r>
      <w:r w:rsidR="005253A0">
        <w:rPr>
          <w:rFonts w:ascii="Cambria" w:eastAsia="Times New Roman" w:hAnsi="Cambria" w:cs="B Koodak" w:hint="cs"/>
          <w:sz w:val="28"/>
          <w:szCs w:val="28"/>
          <w:rtl/>
        </w:rPr>
        <w:t>25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>/2/1400</w:t>
      </w:r>
      <w:r w:rsidR="00B30A56"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بر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 xml:space="preserve"> 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روي شبكه ملي مدارس ايران 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>(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>رشد</w:t>
      </w:r>
      <w:r w:rsidR="008F269A">
        <w:rPr>
          <w:rFonts w:ascii="Cambria" w:eastAsia="Times New Roman" w:hAnsi="Cambria" w:cs="B Koodak" w:hint="cs"/>
          <w:sz w:val="28"/>
          <w:szCs w:val="28"/>
          <w:rtl/>
        </w:rPr>
        <w:t>)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 xml:space="preserve"> امكان</w:t>
      </w:r>
      <w:r w:rsidR="00D249A0" w:rsidRPr="00DE7C38">
        <w:rPr>
          <w:rFonts w:ascii="Cambria" w:eastAsia="Times New Roman" w:hAnsi="Cambria" w:cs="B Koodak" w:hint="cs"/>
          <w:sz w:val="28"/>
          <w:szCs w:val="28"/>
          <w:rtl/>
        </w:rPr>
        <w:t>‌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>پذير مي</w:t>
      </w:r>
      <w:r w:rsidR="00D249A0" w:rsidRPr="00DE7C38">
        <w:rPr>
          <w:rFonts w:ascii="Cambria" w:eastAsia="Times New Roman" w:hAnsi="Cambria" w:cs="B Koodak" w:hint="cs"/>
          <w:sz w:val="28"/>
          <w:szCs w:val="28"/>
          <w:rtl/>
        </w:rPr>
        <w:t>‌</w:t>
      </w:r>
      <w:r w:rsidRPr="00DE7C38">
        <w:rPr>
          <w:rFonts w:ascii="Cambria" w:eastAsia="Times New Roman" w:hAnsi="Cambria" w:cs="B Koodak" w:hint="cs"/>
          <w:sz w:val="28"/>
          <w:szCs w:val="28"/>
          <w:rtl/>
        </w:rPr>
        <w:t>باشد .</w:t>
      </w:r>
    </w:p>
    <w:sectPr w:rsidR="00FA7234" w:rsidRPr="00DE7C38" w:rsidSect="0084668F">
      <w:footerReference w:type="default" r:id="rId10"/>
      <w:pgSz w:w="11906" w:h="16838"/>
      <w:pgMar w:top="810" w:right="851" w:bottom="567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1FBFA" w14:textId="77777777" w:rsidR="008410C7" w:rsidRDefault="008410C7" w:rsidP="005C4D3A">
      <w:pPr>
        <w:spacing w:after="0" w:line="240" w:lineRule="auto"/>
      </w:pPr>
      <w:r>
        <w:separator/>
      </w:r>
    </w:p>
  </w:endnote>
  <w:endnote w:type="continuationSeparator" w:id="0">
    <w:p w14:paraId="17E6908C" w14:textId="77777777" w:rsidR="008410C7" w:rsidRDefault="008410C7" w:rsidP="005C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85410042"/>
      <w:docPartObj>
        <w:docPartGallery w:val="Page Numbers (Bottom of Page)"/>
        <w:docPartUnique/>
      </w:docPartObj>
    </w:sdtPr>
    <w:sdtEndPr/>
    <w:sdtContent>
      <w:p w14:paraId="79BD9F43" w14:textId="335C7774" w:rsidR="006B28BB" w:rsidRDefault="00E52DE9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341A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7A93BB1B" w14:textId="77777777" w:rsidR="006B28BB" w:rsidRDefault="006B28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5CD4A" w14:textId="77777777" w:rsidR="008410C7" w:rsidRDefault="008410C7" w:rsidP="005C4D3A">
      <w:pPr>
        <w:spacing w:after="0" w:line="240" w:lineRule="auto"/>
      </w:pPr>
      <w:r>
        <w:separator/>
      </w:r>
    </w:p>
  </w:footnote>
  <w:footnote w:type="continuationSeparator" w:id="0">
    <w:p w14:paraId="59582C50" w14:textId="77777777" w:rsidR="008410C7" w:rsidRDefault="008410C7" w:rsidP="005C4D3A">
      <w:pPr>
        <w:spacing w:after="0" w:line="240" w:lineRule="auto"/>
      </w:pPr>
      <w:r>
        <w:continuationSeparator/>
      </w:r>
    </w:p>
  </w:footnote>
  <w:footnote w:id="1">
    <w:p w14:paraId="3C95CF80" w14:textId="77777777" w:rsidR="001B4C18" w:rsidRPr="00101986" w:rsidRDefault="001B4C18" w:rsidP="001B4C18">
      <w:pPr>
        <w:pStyle w:val="FootnoteText"/>
        <w:rPr>
          <w:rFonts w:cs="B Koodak"/>
        </w:rPr>
      </w:pPr>
      <w:r w:rsidRPr="008D5C99">
        <w:rPr>
          <w:rStyle w:val="FootnoteReference"/>
          <w:rFonts w:cs="Mitra"/>
        </w:rPr>
        <w:footnoteRef/>
      </w:r>
      <w:r w:rsidRPr="008D5C99">
        <w:rPr>
          <w:rFonts w:cs="Mitra"/>
          <w:rtl/>
        </w:rPr>
        <w:t xml:space="preserve"> </w:t>
      </w:r>
      <w:r w:rsidRPr="00101986">
        <w:rPr>
          <w:rFonts w:cs="B Koodak" w:hint="cs"/>
          <w:rtl/>
        </w:rPr>
        <w:t>در سند تحول بنیادین آموزش و پرورش، «معلم» و «مربی» مترداف هم به کار رفته است</w:t>
      </w:r>
    </w:p>
  </w:footnote>
  <w:footnote w:id="2">
    <w:p w14:paraId="72074218" w14:textId="77777777" w:rsidR="003F2C69" w:rsidRPr="00101986" w:rsidRDefault="003F2C69" w:rsidP="003F2C69">
      <w:pPr>
        <w:pStyle w:val="FootnoteText"/>
        <w:rPr>
          <w:rFonts w:cs="B Koodak"/>
          <w:lang w:bidi="fa-IR"/>
        </w:rPr>
      </w:pPr>
      <w:r w:rsidRPr="00101986">
        <w:rPr>
          <w:rStyle w:val="FootnoteReference"/>
          <w:rFonts w:cs="B Koodak"/>
        </w:rPr>
        <w:footnoteRef/>
      </w:r>
      <w:r w:rsidRPr="00101986">
        <w:rPr>
          <w:rFonts w:cs="B Koodak"/>
          <w:rtl/>
        </w:rPr>
        <w:t xml:space="preserve"> </w:t>
      </w:r>
      <w:r w:rsidRPr="00101986">
        <w:rPr>
          <w:rFonts w:cs="B Koodak" w:hint="cs"/>
          <w:rtl/>
          <w:lang w:bidi="fa-IR"/>
        </w:rPr>
        <w:t>شامل کلیه دانش آموزان مدارس دولتی ، غیر دولتی ، مدارس خاص ، مدارس استثنایی ، مدارس تیزوهوشان ، مدارس بین الملل  و....</w:t>
      </w:r>
    </w:p>
  </w:footnote>
  <w:footnote w:id="3">
    <w:p w14:paraId="1FEBE98E" w14:textId="2CAB816A" w:rsidR="00594D48" w:rsidRDefault="00594D48" w:rsidP="006E1B3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82D7B">
        <w:rPr>
          <w:rFonts w:cs="B Koodak" w:hint="cs"/>
          <w:rtl/>
          <w:lang w:bidi="fa-IR"/>
        </w:rPr>
        <w:t xml:space="preserve">عناوين </w:t>
      </w:r>
      <w:r>
        <w:rPr>
          <w:rFonts w:cs="B Koodak" w:hint="cs"/>
          <w:rtl/>
          <w:lang w:bidi="fa-IR"/>
        </w:rPr>
        <w:t xml:space="preserve">موضوعات </w:t>
      </w:r>
      <w:r w:rsidR="006E1B37">
        <w:rPr>
          <w:rFonts w:cs="B Koodak" w:hint="cs"/>
          <w:rtl/>
          <w:lang w:bidi="fa-IR"/>
        </w:rPr>
        <w:t>مقطع ابتدایی، متوسطه اول و متوسطه دوم نظری</w:t>
      </w:r>
      <w:r w:rsidRPr="00D82D7B">
        <w:rPr>
          <w:rFonts w:cs="B Koodak" w:hint="cs"/>
          <w:rtl/>
          <w:lang w:bidi="fa-IR"/>
        </w:rPr>
        <w:t xml:space="preserve"> در بخش جشنواره توليد محتواي الكترونيكي بارگذاري شده است</w:t>
      </w:r>
      <w:r>
        <w:rPr>
          <w:rFonts w:hint="cs"/>
          <w:rtl/>
          <w:lang w:bidi="fa-IR"/>
        </w:rPr>
        <w:t>.</w:t>
      </w:r>
    </w:p>
  </w:footnote>
  <w:footnote w:id="4">
    <w:p w14:paraId="13271E2A" w14:textId="0B148859" w:rsidR="00D82D7B" w:rsidRDefault="00D82D7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82D7B">
        <w:rPr>
          <w:rFonts w:cs="B Koodak" w:hint="cs"/>
          <w:rtl/>
          <w:lang w:bidi="fa-IR"/>
        </w:rPr>
        <w:t xml:space="preserve">عناوين </w:t>
      </w:r>
      <w:r w:rsidR="00594D48">
        <w:rPr>
          <w:rFonts w:cs="B Koodak" w:hint="cs"/>
          <w:rtl/>
          <w:lang w:bidi="fa-IR"/>
        </w:rPr>
        <w:t>موضوعات شاخه فني حرفه اي و كار</w:t>
      </w:r>
      <w:r w:rsidRPr="00D82D7B">
        <w:rPr>
          <w:rFonts w:cs="B Koodak" w:hint="cs"/>
          <w:rtl/>
          <w:lang w:bidi="fa-IR"/>
        </w:rPr>
        <w:t>دانش در بخش جشنواره توليد محتواي الكترونيكي بارگذاري شده است</w:t>
      </w:r>
      <w:r>
        <w:rPr>
          <w:rFonts w:hint="cs"/>
          <w:rtl/>
          <w:lang w:bidi="fa-IR"/>
        </w:rPr>
        <w:t>.</w:t>
      </w:r>
    </w:p>
  </w:footnote>
  <w:footnote w:id="5">
    <w:p w14:paraId="7222F321" w14:textId="7D16D646" w:rsidR="00F50E46" w:rsidRPr="00F954E4" w:rsidRDefault="00F50E46" w:rsidP="00F50E46">
      <w:pPr>
        <w:autoSpaceDE w:val="0"/>
        <w:autoSpaceDN w:val="0"/>
        <w:adjustRightInd w:val="0"/>
        <w:spacing w:after="0" w:line="240" w:lineRule="auto"/>
        <w:jc w:val="both"/>
        <w:rPr>
          <w:rFonts w:ascii="BMitra" w:cs="B Koodak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954E4">
        <w:rPr>
          <w:rFonts w:ascii="BMitra" w:cs="B Koodak" w:hint="cs"/>
          <w:sz w:val="20"/>
          <w:szCs w:val="20"/>
          <w:rtl/>
        </w:rPr>
        <w:t>در راستای تولید آثار با کیفیت مناسب</w:t>
      </w:r>
      <w:r w:rsidR="00D74C71">
        <w:rPr>
          <w:rFonts w:ascii="BMitra" w:cs="B Koodak" w:hint="cs"/>
          <w:sz w:val="20"/>
          <w:szCs w:val="20"/>
          <w:rtl/>
        </w:rPr>
        <w:t>،</w:t>
      </w:r>
      <w:r w:rsidRPr="00F954E4">
        <w:rPr>
          <w:rFonts w:ascii="BMitra" w:cs="B Koodak" w:hint="cs"/>
          <w:sz w:val="20"/>
          <w:szCs w:val="20"/>
          <w:rtl/>
        </w:rPr>
        <w:t xml:space="preserve"> دبیران و معلمان می توانند به متون و فایلهای آموزش</w:t>
      </w:r>
      <w:r w:rsidR="00D74C71">
        <w:rPr>
          <w:rFonts w:ascii="BMitra" w:cs="B Koodak" w:hint="cs"/>
          <w:sz w:val="20"/>
          <w:szCs w:val="20"/>
          <w:rtl/>
        </w:rPr>
        <w:t>ي</w:t>
      </w:r>
      <w:r w:rsidRPr="00F954E4">
        <w:rPr>
          <w:rFonts w:ascii="BMitra" w:cs="B Koodak" w:hint="cs"/>
          <w:sz w:val="20"/>
          <w:szCs w:val="20"/>
          <w:rtl/>
        </w:rPr>
        <w:t xml:space="preserve"> تولید محتوای برخط در مرکز یادگیری معلم شبکه ملی رشد مراجعه نمایند.</w:t>
      </w:r>
    </w:p>
    <w:p w14:paraId="46AE5643" w14:textId="36BBAEF6" w:rsidR="00F50E46" w:rsidRDefault="00F50E46">
      <w:pPr>
        <w:pStyle w:val="FootnoteText"/>
        <w:rPr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D3201"/>
    <w:multiLevelType w:val="hybridMultilevel"/>
    <w:tmpl w:val="35709150"/>
    <w:lvl w:ilvl="0" w:tplc="C6CAF1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417A3"/>
    <w:multiLevelType w:val="hybridMultilevel"/>
    <w:tmpl w:val="7C52B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10355"/>
    <w:multiLevelType w:val="hybridMultilevel"/>
    <w:tmpl w:val="ED36DAF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492C8E"/>
    <w:multiLevelType w:val="hybridMultilevel"/>
    <w:tmpl w:val="ED36DAF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440440"/>
    <w:multiLevelType w:val="hybridMultilevel"/>
    <w:tmpl w:val="7CEC0A2C"/>
    <w:lvl w:ilvl="0" w:tplc="30CEDB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B5E15"/>
    <w:multiLevelType w:val="hybridMultilevel"/>
    <w:tmpl w:val="E08E4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ED6EAF"/>
    <w:multiLevelType w:val="hybridMultilevel"/>
    <w:tmpl w:val="F5102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F87F96">
      <w:start w:val="2"/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A2FC7"/>
    <w:multiLevelType w:val="hybridMultilevel"/>
    <w:tmpl w:val="6156A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720FA"/>
    <w:multiLevelType w:val="hybridMultilevel"/>
    <w:tmpl w:val="BD7CEE06"/>
    <w:lvl w:ilvl="0" w:tplc="040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59B7430"/>
    <w:multiLevelType w:val="multilevel"/>
    <w:tmpl w:val="234EE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747015E"/>
    <w:multiLevelType w:val="hybridMultilevel"/>
    <w:tmpl w:val="5030A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24F25"/>
    <w:multiLevelType w:val="hybridMultilevel"/>
    <w:tmpl w:val="3392E900"/>
    <w:lvl w:ilvl="0" w:tplc="A864B242">
      <w:numFmt w:val="bullet"/>
      <w:lvlText w:val="-"/>
      <w:lvlJc w:val="left"/>
      <w:pPr>
        <w:ind w:left="720" w:hanging="360"/>
      </w:pPr>
      <w:rPr>
        <w:rFonts w:ascii="Tahoma" w:eastAsia="Times New Roman" w:hAnsi="Tahoma" w:cs="B Kood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83E8D"/>
    <w:multiLevelType w:val="hybridMultilevel"/>
    <w:tmpl w:val="15860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C1FD6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6312A"/>
    <w:multiLevelType w:val="hybridMultilevel"/>
    <w:tmpl w:val="DA521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12E96"/>
    <w:multiLevelType w:val="hybridMultilevel"/>
    <w:tmpl w:val="E7069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A15B1"/>
    <w:multiLevelType w:val="hybridMultilevel"/>
    <w:tmpl w:val="529E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253F5"/>
    <w:multiLevelType w:val="hybridMultilevel"/>
    <w:tmpl w:val="7C52B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C11E5"/>
    <w:multiLevelType w:val="hybridMultilevel"/>
    <w:tmpl w:val="46A23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CF07F6"/>
    <w:multiLevelType w:val="hybridMultilevel"/>
    <w:tmpl w:val="ED36DAF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D3225554">
      <w:start w:val="1"/>
      <w:numFmt w:val="decimal"/>
      <w:lvlText w:val="%3."/>
      <w:lvlJc w:val="left"/>
      <w:pPr>
        <w:ind w:left="3060" w:hanging="360"/>
      </w:pPr>
      <w:rPr>
        <w:rFonts w:ascii="BMitra" w:hAnsi="Calibri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8A53036"/>
    <w:multiLevelType w:val="hybridMultilevel"/>
    <w:tmpl w:val="8012D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06698"/>
    <w:multiLevelType w:val="hybridMultilevel"/>
    <w:tmpl w:val="52DC12CE"/>
    <w:lvl w:ilvl="0" w:tplc="0409000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21">
    <w:nsid w:val="4DFA3702"/>
    <w:multiLevelType w:val="hybridMultilevel"/>
    <w:tmpl w:val="7C52B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453B80"/>
    <w:multiLevelType w:val="hybridMultilevel"/>
    <w:tmpl w:val="6156A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73C13"/>
    <w:multiLevelType w:val="hybridMultilevel"/>
    <w:tmpl w:val="E92E4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7B139E"/>
    <w:multiLevelType w:val="hybridMultilevel"/>
    <w:tmpl w:val="56C2B176"/>
    <w:lvl w:ilvl="0" w:tplc="C652DD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B10532"/>
    <w:multiLevelType w:val="hybridMultilevel"/>
    <w:tmpl w:val="CD3296B8"/>
    <w:lvl w:ilvl="0" w:tplc="6DE8FC8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86E1E"/>
    <w:multiLevelType w:val="hybridMultilevel"/>
    <w:tmpl w:val="3A8EC7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82D4E"/>
    <w:multiLevelType w:val="hybridMultilevel"/>
    <w:tmpl w:val="FCCA7C5E"/>
    <w:lvl w:ilvl="0" w:tplc="925C48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C46AA"/>
    <w:multiLevelType w:val="hybridMultilevel"/>
    <w:tmpl w:val="374229EA"/>
    <w:lvl w:ilvl="0" w:tplc="ED6830C4">
      <w:start w:val="26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945287"/>
    <w:multiLevelType w:val="hybridMultilevel"/>
    <w:tmpl w:val="EA600A98"/>
    <w:lvl w:ilvl="0" w:tplc="6FE068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9C1F0A"/>
    <w:multiLevelType w:val="multilevel"/>
    <w:tmpl w:val="0850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7217648"/>
    <w:multiLevelType w:val="hybridMultilevel"/>
    <w:tmpl w:val="FF6096DC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3"/>
  </w:num>
  <w:num w:numId="3">
    <w:abstractNumId w:val="31"/>
  </w:num>
  <w:num w:numId="4">
    <w:abstractNumId w:val="7"/>
  </w:num>
  <w:num w:numId="5">
    <w:abstractNumId w:val="6"/>
  </w:num>
  <w:num w:numId="6">
    <w:abstractNumId w:val="19"/>
  </w:num>
  <w:num w:numId="7">
    <w:abstractNumId w:val="15"/>
  </w:num>
  <w:num w:numId="8">
    <w:abstractNumId w:val="27"/>
  </w:num>
  <w:num w:numId="9">
    <w:abstractNumId w:val="14"/>
  </w:num>
  <w:num w:numId="10">
    <w:abstractNumId w:val="5"/>
  </w:num>
  <w:num w:numId="11">
    <w:abstractNumId w:val="17"/>
  </w:num>
  <w:num w:numId="12">
    <w:abstractNumId w:val="3"/>
  </w:num>
  <w:num w:numId="13">
    <w:abstractNumId w:val="12"/>
  </w:num>
  <w:num w:numId="14">
    <w:abstractNumId w:val="18"/>
  </w:num>
  <w:num w:numId="15">
    <w:abstractNumId w:val="4"/>
  </w:num>
  <w:num w:numId="16">
    <w:abstractNumId w:val="29"/>
  </w:num>
  <w:num w:numId="17">
    <w:abstractNumId w:val="24"/>
  </w:num>
  <w:num w:numId="18">
    <w:abstractNumId w:val="22"/>
  </w:num>
  <w:num w:numId="19">
    <w:abstractNumId w:val="21"/>
  </w:num>
  <w:num w:numId="20">
    <w:abstractNumId w:val="16"/>
  </w:num>
  <w:num w:numId="21">
    <w:abstractNumId w:val="1"/>
  </w:num>
  <w:num w:numId="22">
    <w:abstractNumId w:val="9"/>
  </w:num>
  <w:num w:numId="23">
    <w:abstractNumId w:val="20"/>
  </w:num>
  <w:num w:numId="24">
    <w:abstractNumId w:val="30"/>
  </w:num>
  <w:num w:numId="25">
    <w:abstractNumId w:val="23"/>
  </w:num>
  <w:num w:numId="26">
    <w:abstractNumId w:val="28"/>
  </w:num>
  <w:num w:numId="27">
    <w:abstractNumId w:val="26"/>
  </w:num>
  <w:num w:numId="28">
    <w:abstractNumId w:val="2"/>
  </w:num>
  <w:num w:numId="29">
    <w:abstractNumId w:val="25"/>
  </w:num>
  <w:num w:numId="30">
    <w:abstractNumId w:val="0"/>
  </w:num>
  <w:num w:numId="31">
    <w:abstractNumId w:val="11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72"/>
    <w:rsid w:val="00002606"/>
    <w:rsid w:val="00005616"/>
    <w:rsid w:val="0002363A"/>
    <w:rsid w:val="00023F63"/>
    <w:rsid w:val="00026965"/>
    <w:rsid w:val="00030954"/>
    <w:rsid w:val="000343BE"/>
    <w:rsid w:val="00034E67"/>
    <w:rsid w:val="00036C3B"/>
    <w:rsid w:val="00037FEA"/>
    <w:rsid w:val="00044E34"/>
    <w:rsid w:val="000543F4"/>
    <w:rsid w:val="00056D6C"/>
    <w:rsid w:val="000811F5"/>
    <w:rsid w:val="0009189A"/>
    <w:rsid w:val="00094D10"/>
    <w:rsid w:val="00094EC9"/>
    <w:rsid w:val="00096103"/>
    <w:rsid w:val="000C19E0"/>
    <w:rsid w:val="000D0240"/>
    <w:rsid w:val="000D4961"/>
    <w:rsid w:val="000D7436"/>
    <w:rsid w:val="000E132F"/>
    <w:rsid w:val="000F069A"/>
    <w:rsid w:val="000F0A0D"/>
    <w:rsid w:val="000F1753"/>
    <w:rsid w:val="000F191A"/>
    <w:rsid w:val="00101986"/>
    <w:rsid w:val="00102680"/>
    <w:rsid w:val="00103FCF"/>
    <w:rsid w:val="0010418B"/>
    <w:rsid w:val="001261C4"/>
    <w:rsid w:val="00132D14"/>
    <w:rsid w:val="00133410"/>
    <w:rsid w:val="001359AD"/>
    <w:rsid w:val="0013734D"/>
    <w:rsid w:val="00145545"/>
    <w:rsid w:val="001458E4"/>
    <w:rsid w:val="00155ECF"/>
    <w:rsid w:val="00157A53"/>
    <w:rsid w:val="001612FA"/>
    <w:rsid w:val="00172411"/>
    <w:rsid w:val="00184713"/>
    <w:rsid w:val="001858E0"/>
    <w:rsid w:val="00187B76"/>
    <w:rsid w:val="0019660F"/>
    <w:rsid w:val="001A07AD"/>
    <w:rsid w:val="001A420F"/>
    <w:rsid w:val="001B007C"/>
    <w:rsid w:val="001B0B2D"/>
    <w:rsid w:val="001B1861"/>
    <w:rsid w:val="001B3278"/>
    <w:rsid w:val="001B4C18"/>
    <w:rsid w:val="001C2246"/>
    <w:rsid w:val="001C22C5"/>
    <w:rsid w:val="001C31A8"/>
    <w:rsid w:val="001E1C64"/>
    <w:rsid w:val="001F25EA"/>
    <w:rsid w:val="00201987"/>
    <w:rsid w:val="00216E6E"/>
    <w:rsid w:val="002302BC"/>
    <w:rsid w:val="002324A8"/>
    <w:rsid w:val="00235AFD"/>
    <w:rsid w:val="00245CA0"/>
    <w:rsid w:val="00254B07"/>
    <w:rsid w:val="00256B6D"/>
    <w:rsid w:val="002715C4"/>
    <w:rsid w:val="00282428"/>
    <w:rsid w:val="00282ACB"/>
    <w:rsid w:val="00283151"/>
    <w:rsid w:val="00294FBD"/>
    <w:rsid w:val="0029606A"/>
    <w:rsid w:val="002A21ED"/>
    <w:rsid w:val="002A606C"/>
    <w:rsid w:val="002A7044"/>
    <w:rsid w:val="002A7764"/>
    <w:rsid w:val="002B3225"/>
    <w:rsid w:val="002C1903"/>
    <w:rsid w:val="002C6BB5"/>
    <w:rsid w:val="002D78A0"/>
    <w:rsid w:val="002E5E1F"/>
    <w:rsid w:val="002E789D"/>
    <w:rsid w:val="002F0FA0"/>
    <w:rsid w:val="002F217F"/>
    <w:rsid w:val="00300602"/>
    <w:rsid w:val="00302EDF"/>
    <w:rsid w:val="00305DDF"/>
    <w:rsid w:val="00312EE4"/>
    <w:rsid w:val="00312F2B"/>
    <w:rsid w:val="003170AE"/>
    <w:rsid w:val="00321942"/>
    <w:rsid w:val="00322DC2"/>
    <w:rsid w:val="003243AC"/>
    <w:rsid w:val="003274AB"/>
    <w:rsid w:val="00330991"/>
    <w:rsid w:val="00334D3A"/>
    <w:rsid w:val="00337B93"/>
    <w:rsid w:val="00350F7E"/>
    <w:rsid w:val="00355315"/>
    <w:rsid w:val="00385CDA"/>
    <w:rsid w:val="0038775F"/>
    <w:rsid w:val="003926E4"/>
    <w:rsid w:val="003A159F"/>
    <w:rsid w:val="003A436A"/>
    <w:rsid w:val="003B674C"/>
    <w:rsid w:val="003B69C9"/>
    <w:rsid w:val="003B76F8"/>
    <w:rsid w:val="003C59D2"/>
    <w:rsid w:val="003D2377"/>
    <w:rsid w:val="003D4B32"/>
    <w:rsid w:val="003D6C1F"/>
    <w:rsid w:val="003E3D80"/>
    <w:rsid w:val="003F2C69"/>
    <w:rsid w:val="00401986"/>
    <w:rsid w:val="00411E37"/>
    <w:rsid w:val="0041506C"/>
    <w:rsid w:val="00421C3E"/>
    <w:rsid w:val="0043505F"/>
    <w:rsid w:val="0043686A"/>
    <w:rsid w:val="00437516"/>
    <w:rsid w:val="004413A5"/>
    <w:rsid w:val="00442D8D"/>
    <w:rsid w:val="004620E2"/>
    <w:rsid w:val="004745C7"/>
    <w:rsid w:val="00481417"/>
    <w:rsid w:val="00481DB8"/>
    <w:rsid w:val="00484A7D"/>
    <w:rsid w:val="004871B4"/>
    <w:rsid w:val="00487FD2"/>
    <w:rsid w:val="004903EC"/>
    <w:rsid w:val="0049077F"/>
    <w:rsid w:val="00495D5B"/>
    <w:rsid w:val="00496EA4"/>
    <w:rsid w:val="00497BEB"/>
    <w:rsid w:val="00497FDD"/>
    <w:rsid w:val="004A19A9"/>
    <w:rsid w:val="004A2D8F"/>
    <w:rsid w:val="004A7AED"/>
    <w:rsid w:val="004B50E0"/>
    <w:rsid w:val="004C3F49"/>
    <w:rsid w:val="004D2C43"/>
    <w:rsid w:val="004D4DC6"/>
    <w:rsid w:val="004E1731"/>
    <w:rsid w:val="004E20EA"/>
    <w:rsid w:val="004E7438"/>
    <w:rsid w:val="004E7BD4"/>
    <w:rsid w:val="00502E39"/>
    <w:rsid w:val="00511890"/>
    <w:rsid w:val="005149A6"/>
    <w:rsid w:val="00516CBA"/>
    <w:rsid w:val="005200CD"/>
    <w:rsid w:val="005253A0"/>
    <w:rsid w:val="005309C6"/>
    <w:rsid w:val="00532FA2"/>
    <w:rsid w:val="00535213"/>
    <w:rsid w:val="00540967"/>
    <w:rsid w:val="0054161B"/>
    <w:rsid w:val="005433BE"/>
    <w:rsid w:val="0058556F"/>
    <w:rsid w:val="00586940"/>
    <w:rsid w:val="00594D48"/>
    <w:rsid w:val="005965DD"/>
    <w:rsid w:val="005A3639"/>
    <w:rsid w:val="005B1044"/>
    <w:rsid w:val="005C4D3A"/>
    <w:rsid w:val="005D35BA"/>
    <w:rsid w:val="005E1C0A"/>
    <w:rsid w:val="005E2A98"/>
    <w:rsid w:val="00605B2F"/>
    <w:rsid w:val="00605C97"/>
    <w:rsid w:val="00611878"/>
    <w:rsid w:val="00613687"/>
    <w:rsid w:val="00623E1A"/>
    <w:rsid w:val="00624048"/>
    <w:rsid w:val="00626B94"/>
    <w:rsid w:val="00631116"/>
    <w:rsid w:val="00632701"/>
    <w:rsid w:val="0064146B"/>
    <w:rsid w:val="00642DDC"/>
    <w:rsid w:val="00644D5B"/>
    <w:rsid w:val="0065709F"/>
    <w:rsid w:val="0066362D"/>
    <w:rsid w:val="006702B1"/>
    <w:rsid w:val="00674A2D"/>
    <w:rsid w:val="00676580"/>
    <w:rsid w:val="006816C4"/>
    <w:rsid w:val="00685638"/>
    <w:rsid w:val="0068573D"/>
    <w:rsid w:val="00687FA6"/>
    <w:rsid w:val="00690EB4"/>
    <w:rsid w:val="006965A8"/>
    <w:rsid w:val="006A13C6"/>
    <w:rsid w:val="006A37D5"/>
    <w:rsid w:val="006A745F"/>
    <w:rsid w:val="006B0C65"/>
    <w:rsid w:val="006B1E3D"/>
    <w:rsid w:val="006B28BB"/>
    <w:rsid w:val="006B40B6"/>
    <w:rsid w:val="006C6A59"/>
    <w:rsid w:val="006D0D0E"/>
    <w:rsid w:val="006D3964"/>
    <w:rsid w:val="006D3B63"/>
    <w:rsid w:val="006D64B6"/>
    <w:rsid w:val="006D7B09"/>
    <w:rsid w:val="006E17F3"/>
    <w:rsid w:val="006E1B37"/>
    <w:rsid w:val="006E2357"/>
    <w:rsid w:val="006E256D"/>
    <w:rsid w:val="006E42DD"/>
    <w:rsid w:val="006E64BB"/>
    <w:rsid w:val="006F544D"/>
    <w:rsid w:val="00704BC0"/>
    <w:rsid w:val="00712B98"/>
    <w:rsid w:val="0072051B"/>
    <w:rsid w:val="00734B6A"/>
    <w:rsid w:val="00740756"/>
    <w:rsid w:val="007472DA"/>
    <w:rsid w:val="00753CBE"/>
    <w:rsid w:val="00756495"/>
    <w:rsid w:val="00766144"/>
    <w:rsid w:val="0077048F"/>
    <w:rsid w:val="0077153A"/>
    <w:rsid w:val="007873A6"/>
    <w:rsid w:val="007A138E"/>
    <w:rsid w:val="007A78F0"/>
    <w:rsid w:val="007B4687"/>
    <w:rsid w:val="007B4993"/>
    <w:rsid w:val="007B594C"/>
    <w:rsid w:val="007C2E59"/>
    <w:rsid w:val="007C3626"/>
    <w:rsid w:val="007C3857"/>
    <w:rsid w:val="007C3DF4"/>
    <w:rsid w:val="007C7540"/>
    <w:rsid w:val="007D1B45"/>
    <w:rsid w:val="007D1F15"/>
    <w:rsid w:val="007D375B"/>
    <w:rsid w:val="007D4939"/>
    <w:rsid w:val="007E3373"/>
    <w:rsid w:val="007E7904"/>
    <w:rsid w:val="007F4450"/>
    <w:rsid w:val="007F447B"/>
    <w:rsid w:val="007F5C6C"/>
    <w:rsid w:val="007F761F"/>
    <w:rsid w:val="00807479"/>
    <w:rsid w:val="00820793"/>
    <w:rsid w:val="0082312F"/>
    <w:rsid w:val="00832023"/>
    <w:rsid w:val="008331A3"/>
    <w:rsid w:val="008345DE"/>
    <w:rsid w:val="0083683E"/>
    <w:rsid w:val="00840941"/>
    <w:rsid w:val="008410C7"/>
    <w:rsid w:val="0084668F"/>
    <w:rsid w:val="00851C4C"/>
    <w:rsid w:val="0085389A"/>
    <w:rsid w:val="00875571"/>
    <w:rsid w:val="0088422B"/>
    <w:rsid w:val="00884F3D"/>
    <w:rsid w:val="008873F9"/>
    <w:rsid w:val="00887651"/>
    <w:rsid w:val="00892890"/>
    <w:rsid w:val="00897255"/>
    <w:rsid w:val="00897716"/>
    <w:rsid w:val="00897E60"/>
    <w:rsid w:val="008A0235"/>
    <w:rsid w:val="008A0DFE"/>
    <w:rsid w:val="008B47EC"/>
    <w:rsid w:val="008C5D39"/>
    <w:rsid w:val="008C7B2E"/>
    <w:rsid w:val="008D1DC0"/>
    <w:rsid w:val="008D5C99"/>
    <w:rsid w:val="008E78B4"/>
    <w:rsid w:val="008F269A"/>
    <w:rsid w:val="00910082"/>
    <w:rsid w:val="009236E9"/>
    <w:rsid w:val="009407E4"/>
    <w:rsid w:val="00940DC2"/>
    <w:rsid w:val="00942972"/>
    <w:rsid w:val="009436E6"/>
    <w:rsid w:val="00945BB7"/>
    <w:rsid w:val="00947B49"/>
    <w:rsid w:val="00950C60"/>
    <w:rsid w:val="009557B5"/>
    <w:rsid w:val="0096106A"/>
    <w:rsid w:val="0096110E"/>
    <w:rsid w:val="00961438"/>
    <w:rsid w:val="00963A77"/>
    <w:rsid w:val="00964D54"/>
    <w:rsid w:val="00965932"/>
    <w:rsid w:val="00972355"/>
    <w:rsid w:val="00973B02"/>
    <w:rsid w:val="009744A4"/>
    <w:rsid w:val="009A2422"/>
    <w:rsid w:val="009B02D5"/>
    <w:rsid w:val="009B68E4"/>
    <w:rsid w:val="009C1784"/>
    <w:rsid w:val="009C1BAD"/>
    <w:rsid w:val="009C30F6"/>
    <w:rsid w:val="009C6573"/>
    <w:rsid w:val="009C6B79"/>
    <w:rsid w:val="009E46B6"/>
    <w:rsid w:val="009E5723"/>
    <w:rsid w:val="009E5A82"/>
    <w:rsid w:val="00A13D35"/>
    <w:rsid w:val="00A228CB"/>
    <w:rsid w:val="00A3186C"/>
    <w:rsid w:val="00A32756"/>
    <w:rsid w:val="00A341A5"/>
    <w:rsid w:val="00A45B73"/>
    <w:rsid w:val="00A45BF2"/>
    <w:rsid w:val="00A52340"/>
    <w:rsid w:val="00A56B73"/>
    <w:rsid w:val="00A62287"/>
    <w:rsid w:val="00A66321"/>
    <w:rsid w:val="00A74A2A"/>
    <w:rsid w:val="00A81756"/>
    <w:rsid w:val="00A82727"/>
    <w:rsid w:val="00A8795E"/>
    <w:rsid w:val="00A93FFB"/>
    <w:rsid w:val="00A97BE4"/>
    <w:rsid w:val="00AA5442"/>
    <w:rsid w:val="00AA6187"/>
    <w:rsid w:val="00AB3DF0"/>
    <w:rsid w:val="00AC428D"/>
    <w:rsid w:val="00AC5BCD"/>
    <w:rsid w:val="00AE1FD5"/>
    <w:rsid w:val="00AE28C0"/>
    <w:rsid w:val="00AF0123"/>
    <w:rsid w:val="00B07482"/>
    <w:rsid w:val="00B225A7"/>
    <w:rsid w:val="00B23686"/>
    <w:rsid w:val="00B23AC0"/>
    <w:rsid w:val="00B30A56"/>
    <w:rsid w:val="00B318A0"/>
    <w:rsid w:val="00B43E5A"/>
    <w:rsid w:val="00B50A4A"/>
    <w:rsid w:val="00B5224D"/>
    <w:rsid w:val="00B5662E"/>
    <w:rsid w:val="00B609FF"/>
    <w:rsid w:val="00B626D5"/>
    <w:rsid w:val="00B71096"/>
    <w:rsid w:val="00B74F96"/>
    <w:rsid w:val="00B82573"/>
    <w:rsid w:val="00B8374E"/>
    <w:rsid w:val="00B93132"/>
    <w:rsid w:val="00BA368F"/>
    <w:rsid w:val="00BA504D"/>
    <w:rsid w:val="00BA568C"/>
    <w:rsid w:val="00BB1C31"/>
    <w:rsid w:val="00BB73A6"/>
    <w:rsid w:val="00BB78EF"/>
    <w:rsid w:val="00BB7BA9"/>
    <w:rsid w:val="00BC6294"/>
    <w:rsid w:val="00BD14A7"/>
    <w:rsid w:val="00BD538A"/>
    <w:rsid w:val="00BE2D1F"/>
    <w:rsid w:val="00BE71E8"/>
    <w:rsid w:val="00BF1A1A"/>
    <w:rsid w:val="00BF5B29"/>
    <w:rsid w:val="00C063A8"/>
    <w:rsid w:val="00C11BEB"/>
    <w:rsid w:val="00C20D8D"/>
    <w:rsid w:val="00C3042B"/>
    <w:rsid w:val="00C37C66"/>
    <w:rsid w:val="00C47D6A"/>
    <w:rsid w:val="00C556F1"/>
    <w:rsid w:val="00C61D08"/>
    <w:rsid w:val="00C671BF"/>
    <w:rsid w:val="00C67E69"/>
    <w:rsid w:val="00C87891"/>
    <w:rsid w:val="00C94030"/>
    <w:rsid w:val="00CA0C38"/>
    <w:rsid w:val="00CA1A29"/>
    <w:rsid w:val="00CA432C"/>
    <w:rsid w:val="00CB0D38"/>
    <w:rsid w:val="00CC72C8"/>
    <w:rsid w:val="00CD6A2D"/>
    <w:rsid w:val="00CE18E8"/>
    <w:rsid w:val="00CE4646"/>
    <w:rsid w:val="00CE4F10"/>
    <w:rsid w:val="00CF0815"/>
    <w:rsid w:val="00CF457E"/>
    <w:rsid w:val="00CF5CB2"/>
    <w:rsid w:val="00D003E2"/>
    <w:rsid w:val="00D177E5"/>
    <w:rsid w:val="00D21207"/>
    <w:rsid w:val="00D212C2"/>
    <w:rsid w:val="00D21690"/>
    <w:rsid w:val="00D222F6"/>
    <w:rsid w:val="00D233DA"/>
    <w:rsid w:val="00D249A0"/>
    <w:rsid w:val="00D413F7"/>
    <w:rsid w:val="00D41986"/>
    <w:rsid w:val="00D41BE0"/>
    <w:rsid w:val="00D43D32"/>
    <w:rsid w:val="00D52090"/>
    <w:rsid w:val="00D74C71"/>
    <w:rsid w:val="00D82D7B"/>
    <w:rsid w:val="00D830E2"/>
    <w:rsid w:val="00DA5066"/>
    <w:rsid w:val="00DA7B84"/>
    <w:rsid w:val="00DA7E57"/>
    <w:rsid w:val="00DB6D42"/>
    <w:rsid w:val="00DC35F9"/>
    <w:rsid w:val="00DC3D5B"/>
    <w:rsid w:val="00DC5D8A"/>
    <w:rsid w:val="00DD4043"/>
    <w:rsid w:val="00DD5008"/>
    <w:rsid w:val="00DE3413"/>
    <w:rsid w:val="00DE6CE2"/>
    <w:rsid w:val="00DE7C38"/>
    <w:rsid w:val="00DE7D17"/>
    <w:rsid w:val="00E01D67"/>
    <w:rsid w:val="00E03479"/>
    <w:rsid w:val="00E07CC7"/>
    <w:rsid w:val="00E162E2"/>
    <w:rsid w:val="00E16959"/>
    <w:rsid w:val="00E24744"/>
    <w:rsid w:val="00E360B0"/>
    <w:rsid w:val="00E37FD4"/>
    <w:rsid w:val="00E50A26"/>
    <w:rsid w:val="00E52DE9"/>
    <w:rsid w:val="00E65AC9"/>
    <w:rsid w:val="00E70233"/>
    <w:rsid w:val="00E70D33"/>
    <w:rsid w:val="00E82BB7"/>
    <w:rsid w:val="00E84919"/>
    <w:rsid w:val="00E91FD7"/>
    <w:rsid w:val="00EA0C9F"/>
    <w:rsid w:val="00EA4927"/>
    <w:rsid w:val="00EB227E"/>
    <w:rsid w:val="00EB7E32"/>
    <w:rsid w:val="00EC760C"/>
    <w:rsid w:val="00EE6A19"/>
    <w:rsid w:val="00EE7091"/>
    <w:rsid w:val="00F02938"/>
    <w:rsid w:val="00F02CBD"/>
    <w:rsid w:val="00F0320C"/>
    <w:rsid w:val="00F07073"/>
    <w:rsid w:val="00F16AC8"/>
    <w:rsid w:val="00F2278F"/>
    <w:rsid w:val="00F2357B"/>
    <w:rsid w:val="00F23A65"/>
    <w:rsid w:val="00F2410B"/>
    <w:rsid w:val="00F35E2E"/>
    <w:rsid w:val="00F40CD3"/>
    <w:rsid w:val="00F44BC9"/>
    <w:rsid w:val="00F46B07"/>
    <w:rsid w:val="00F47364"/>
    <w:rsid w:val="00F50E46"/>
    <w:rsid w:val="00F5780B"/>
    <w:rsid w:val="00F65648"/>
    <w:rsid w:val="00F72A05"/>
    <w:rsid w:val="00F76B06"/>
    <w:rsid w:val="00F80AC0"/>
    <w:rsid w:val="00F938D7"/>
    <w:rsid w:val="00F945CC"/>
    <w:rsid w:val="00F954E4"/>
    <w:rsid w:val="00F95872"/>
    <w:rsid w:val="00F97ACC"/>
    <w:rsid w:val="00FA4332"/>
    <w:rsid w:val="00FA7234"/>
    <w:rsid w:val="00FB06A1"/>
    <w:rsid w:val="00FB0F89"/>
    <w:rsid w:val="00FB2570"/>
    <w:rsid w:val="00FB48EC"/>
    <w:rsid w:val="00FC0B9E"/>
    <w:rsid w:val="00FC177E"/>
    <w:rsid w:val="00FC1F08"/>
    <w:rsid w:val="00FE23DB"/>
    <w:rsid w:val="00FE2F39"/>
    <w:rsid w:val="00FF38EF"/>
    <w:rsid w:val="00FF4EC2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31974"/>
  <w15:docId w15:val="{A64A420E-B42E-43E0-92A7-F83A90E9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0E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E1A"/>
    <w:pPr>
      <w:ind w:left="720"/>
      <w:contextualSpacing/>
    </w:pPr>
  </w:style>
  <w:style w:type="character" w:styleId="Hyperlink">
    <w:name w:val="Hyperlink"/>
    <w:uiPriority w:val="99"/>
    <w:unhideWhenUsed/>
    <w:rsid w:val="00E360B0"/>
    <w:rPr>
      <w:color w:val="0000FF"/>
      <w:u w:val="single"/>
    </w:rPr>
  </w:style>
  <w:style w:type="table" w:customStyle="1" w:styleId="LightGrid-Accent11">
    <w:name w:val="Light Grid - Accent 11"/>
    <w:basedOn w:val="TableNormal"/>
    <w:uiPriority w:val="62"/>
    <w:rsid w:val="00FA723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B Koodak" w:eastAsia="Times New Roman" w:hAnsi="B Koodak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B Koodak" w:eastAsia="Times New Roman" w:hAnsi="B Koodak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B Koodak" w:eastAsia="Times New Roman" w:hAnsi="B Koodak" w:cs="Times New Roman"/>
        <w:b/>
        <w:bCs/>
      </w:rPr>
    </w:tblStylePr>
    <w:tblStylePr w:type="lastCol">
      <w:rPr>
        <w:rFonts w:ascii="B Koodak" w:eastAsia="Times New Roman" w:hAnsi="B Koodak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C4D3A"/>
    <w:pPr>
      <w:spacing w:after="0" w:line="240" w:lineRule="auto"/>
    </w:pPr>
    <w:rPr>
      <w:rFonts w:cs="Times New Roman"/>
      <w:sz w:val="20"/>
      <w:szCs w:val="20"/>
      <w:lang w:bidi="ar-SA"/>
    </w:rPr>
  </w:style>
  <w:style w:type="character" w:customStyle="1" w:styleId="FootnoteTextChar">
    <w:name w:val="Footnote Text Char"/>
    <w:link w:val="FootnoteText"/>
    <w:uiPriority w:val="99"/>
    <w:semiHidden/>
    <w:rsid w:val="005C4D3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C4D3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6D5"/>
    <w:pPr>
      <w:spacing w:after="0" w:line="240" w:lineRule="auto"/>
    </w:pPr>
    <w:rPr>
      <w:rFonts w:ascii="Tahoma" w:hAnsi="Tahoma" w:cs="Times New Roman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B626D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B47EC"/>
    <w:pPr>
      <w:spacing w:line="240" w:lineRule="auto"/>
    </w:pPr>
    <w:rPr>
      <w:i/>
      <w:iCs/>
      <w:color w:val="1F497D"/>
      <w:sz w:val="18"/>
      <w:szCs w:val="18"/>
    </w:rPr>
  </w:style>
  <w:style w:type="paragraph" w:styleId="NormalWeb">
    <w:name w:val="Normal (Web)"/>
    <w:basedOn w:val="Normal"/>
    <w:rsid w:val="00E91FD7"/>
    <w:pPr>
      <w:bidi w:val="0"/>
      <w:spacing w:before="75" w:after="75" w:line="360" w:lineRule="auto"/>
      <w:ind w:left="900" w:right="9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4E2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B2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28B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B2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8BB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B0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0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07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0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ca.razaviedu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oshd.i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diee\Documents\Custom%20Office%20Templates\&#1583;&#1587;&#1578;&#1608;&#1585;&#1575;&#1604;&#1593;&#1605;&#160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CA2EC-5B59-4AAE-B99E-D25235AA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دستورالعمل</Template>
  <TotalTime>0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Links>
    <vt:vector size="12" baseType="variant">
      <vt:variant>
        <vt:i4>524370</vt:i4>
      </vt:variant>
      <vt:variant>
        <vt:i4>3</vt:i4>
      </vt:variant>
      <vt:variant>
        <vt:i4>0</vt:i4>
      </vt:variant>
      <vt:variant>
        <vt:i4>5</vt:i4>
      </vt:variant>
      <vt:variant>
        <vt:lpwstr>http://roshd.ir/</vt:lpwstr>
      </vt:variant>
      <vt:variant>
        <vt:lpwstr/>
      </vt:variant>
      <vt:variant>
        <vt:i4>393237</vt:i4>
      </vt:variant>
      <vt:variant>
        <vt:i4>0</vt:i4>
      </vt:variant>
      <vt:variant>
        <vt:i4>0</vt:i4>
      </vt:variant>
      <vt:variant>
        <vt:i4>5</vt:i4>
      </vt:variant>
      <vt:variant>
        <vt:lpwstr>http://dca.razaviedu.ir/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badiee</dc:creator>
  <cp:keywords/>
  <cp:lastModifiedBy>Ehsan Seif</cp:lastModifiedBy>
  <cp:revision>2</cp:revision>
  <cp:lastPrinted>2021-04-28T08:33:00Z</cp:lastPrinted>
  <dcterms:created xsi:type="dcterms:W3CDTF">2021-08-07T03:00:00Z</dcterms:created>
  <dcterms:modified xsi:type="dcterms:W3CDTF">2021-08-07T03:00:00Z</dcterms:modified>
</cp:coreProperties>
</file>